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D2E32" w14:textId="77777777"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772136">
        <w:rPr>
          <w:rFonts w:ascii="Arial" w:hAnsi="Arial" w:cs="Arial"/>
          <w:noProof/>
          <w:lang w:val="de-AT"/>
        </w:rPr>
        <w:t>3.1.0.662</w:t>
      </w:r>
      <w:r w:rsidR="003E04DD">
        <w:rPr>
          <w:rFonts w:ascii="Arial" w:hAnsi="Arial" w:cs="Arial"/>
          <w:lang w:val="de-AT"/>
        </w:rPr>
        <w:fldChar w:fldCharType="end"/>
      </w:r>
    </w:p>
    <w:p w14:paraId="687219FD" w14:textId="77777777"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14:paraId="7C5BF957" w14:textId="77777777"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671" w:type="dxa"/>
        <w:tblInd w:w="360" w:type="dxa"/>
        <w:tblLook w:val="04A0" w:firstRow="1" w:lastRow="0" w:firstColumn="1" w:lastColumn="0" w:noHBand="0" w:noVBand="1"/>
      </w:tblPr>
      <w:tblGrid>
        <w:gridCol w:w="7686"/>
        <w:gridCol w:w="851"/>
        <w:gridCol w:w="1134"/>
      </w:tblGrid>
      <w:tr w:rsidR="00770273" w:rsidRPr="00DC7F41" w14:paraId="451CC2B9" w14:textId="77777777" w:rsidTr="00770273">
        <w:tc>
          <w:tcPr>
            <w:tcW w:w="7686" w:type="dxa"/>
          </w:tcPr>
          <w:p w14:paraId="6F79772A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851" w:type="dxa"/>
          </w:tcPr>
          <w:p w14:paraId="21DD6A24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463D9F80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66CB5208" w14:textId="77777777" w:rsidTr="00770273">
        <w:tc>
          <w:tcPr>
            <w:tcW w:w="7686" w:type="dxa"/>
          </w:tcPr>
          <w:p w14:paraId="7B670925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VS-Project Settings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AD6DDC2" w14:textId="77777777" w:rsidR="00770273" w:rsidRPr="00770273" w:rsidRDefault="002B301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0062521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0A085935" w14:textId="77777777" w:rsidTr="00770273">
        <w:tc>
          <w:tcPr>
            <w:tcW w:w="7686" w:type="dxa"/>
          </w:tcPr>
          <w:p w14:paraId="2116DE17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851" w:type="dxa"/>
          </w:tcPr>
          <w:p w14:paraId="0552E263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57C3B51F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4F94EE9D" w14:textId="77777777" w:rsidTr="00770273">
        <w:tc>
          <w:tcPr>
            <w:tcW w:w="7686" w:type="dxa"/>
          </w:tcPr>
          <w:p w14:paraId="7D52EBCA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0"/>
            <w:r w:rsidRPr="00770273">
              <w:rPr>
                <w:rFonts w:ascii="Arial" w:hAnsi="Arial" w:cs="Arial"/>
              </w:rPr>
              <w:t>Version Number</w:t>
            </w:r>
            <w:commentRangeEnd w:id="0"/>
            <w:r w:rsidR="00465C6D">
              <w:rPr>
                <w:rStyle w:val="Kommentarzeichen"/>
              </w:rPr>
              <w:commentReference w:id="0"/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12CA4A8" w14:textId="77777777" w:rsidR="00770273" w:rsidRPr="00770273" w:rsidRDefault="007C751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8B5C009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0A8C926C" w14:textId="77777777" w:rsidTr="00770273">
        <w:tc>
          <w:tcPr>
            <w:tcW w:w="7686" w:type="dxa"/>
          </w:tcPr>
          <w:p w14:paraId="1F92D29B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"/>
            <w:r w:rsidRPr="00770273">
              <w:rPr>
                <w:rFonts w:ascii="Arial" w:hAnsi="Arial" w:cs="Arial"/>
              </w:rPr>
              <w:t>Date in Changelog</w:t>
            </w:r>
            <w:commentRangeEnd w:id="1"/>
            <w:r w:rsidR="00465C6D">
              <w:rPr>
                <w:rStyle w:val="Kommentarzeichen"/>
              </w:rPr>
              <w:commentReference w:id="1"/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EA6486B" w14:textId="77777777" w:rsidR="00770273" w:rsidRPr="00770273" w:rsidRDefault="003F470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C350EFC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5ACD6D2A" w14:textId="77777777" w:rsidTr="00770273">
        <w:tc>
          <w:tcPr>
            <w:tcW w:w="7686" w:type="dxa"/>
          </w:tcPr>
          <w:p w14:paraId="4DD9E78A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2"/>
            <w:r w:rsidRPr="00770273">
              <w:rPr>
                <w:rFonts w:ascii="Arial" w:hAnsi="Arial" w:cs="Arial"/>
              </w:rPr>
              <w:t>New resp. changed features/models</w:t>
            </w:r>
            <w:commentRangeEnd w:id="2"/>
            <w:r w:rsidR="00656CF3">
              <w:rPr>
                <w:rStyle w:val="Kommentarzeichen"/>
              </w:rPr>
              <w:commentReference w:id="2"/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B947CB7" w14:textId="77777777" w:rsidR="00770273" w:rsidRPr="00770273" w:rsidRDefault="004E6BC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4A813B51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42A326A4" w14:textId="77777777" w:rsidTr="00770273">
        <w:tc>
          <w:tcPr>
            <w:tcW w:w="7686" w:type="dxa"/>
          </w:tcPr>
          <w:p w14:paraId="15E1BCD3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015B8F5" w14:textId="77777777" w:rsidR="00770273" w:rsidRPr="00770273" w:rsidRDefault="009F7B1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C653B5D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609400C3" w14:textId="77777777" w:rsidTr="00770273">
        <w:tc>
          <w:tcPr>
            <w:tcW w:w="7686" w:type="dxa"/>
          </w:tcPr>
          <w:p w14:paraId="080E42D7" w14:textId="77777777" w:rsidR="00770273" w:rsidRPr="00770273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626DCBE" w14:textId="77777777" w:rsidR="00770273" w:rsidRPr="00770273" w:rsidRDefault="0001657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3BEF2610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4700F192" w14:textId="77777777" w:rsidTr="00770273">
        <w:tc>
          <w:tcPr>
            <w:tcW w:w="7686" w:type="dxa"/>
          </w:tcPr>
          <w:p w14:paraId="28EE2796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851" w:type="dxa"/>
          </w:tcPr>
          <w:p w14:paraId="53716ACD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411B14FC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3050DD3A" w14:textId="77777777" w:rsidTr="00770273">
        <w:tc>
          <w:tcPr>
            <w:tcW w:w="7686" w:type="dxa"/>
          </w:tcPr>
          <w:p w14:paraId="0A4048B5" w14:textId="320EF9B6" w:rsidR="00770273" w:rsidRPr="00770273" w:rsidRDefault="00770273" w:rsidP="00B72761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 w:rsidR="00DC7F41">
              <w:rPr>
                <w:rFonts w:ascii="Arial" w:hAnsi="Arial" w:cs="Arial"/>
              </w:rPr>
              <w:t xml:space="preserve">: </w:t>
            </w:r>
            <w:r w:rsidR="00DC7F41">
              <w:rPr>
                <w:rFonts w:ascii="Arial" w:hAnsi="Arial" w:cs="Arial"/>
              </w:rPr>
              <w:tab/>
            </w:r>
            <w:r w:rsidR="00DC7F41">
              <w:rPr>
                <w:rFonts w:ascii="Arial" w:hAnsi="Arial" w:cs="Arial"/>
              </w:rPr>
              <w:tab/>
            </w:r>
            <w:r w:rsidR="00DC7F41"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C7F41" w:rsidRPr="00DC7F41">
              <w:rPr>
                <w:rFonts w:ascii="Arial" w:hAnsi="Arial" w:cs="Arial"/>
              </w:rPr>
              <w:instrText xml:space="preserve"> FORMTEXT </w:instrText>
            </w:r>
            <w:r w:rsidR="00DC7F41">
              <w:rPr>
                <w:rFonts w:ascii="Arial" w:hAnsi="Arial" w:cs="Arial"/>
                <w:lang w:val="de-AT"/>
              </w:rPr>
            </w:r>
            <w:r w:rsidR="00DC7F41">
              <w:rPr>
                <w:rFonts w:ascii="Arial" w:hAnsi="Arial" w:cs="Arial"/>
                <w:lang w:val="de-AT"/>
              </w:rPr>
              <w:fldChar w:fldCharType="separate"/>
            </w:r>
            <w:r w:rsidR="00B72761">
              <w:rPr>
                <w:rFonts w:ascii="Arial" w:hAnsi="Arial" w:cs="Arial"/>
                <w:noProof/>
                <w:lang w:val="de-AT"/>
              </w:rPr>
              <w:t>1195</w:t>
            </w:r>
            <w:r w:rsidR="00DC7F41">
              <w:rPr>
                <w:rFonts w:ascii="Arial" w:hAnsi="Arial" w:cs="Arial"/>
                <w:lang w:val="de-AT"/>
              </w:rPr>
              <w:fldChar w:fldCharType="end"/>
            </w:r>
            <w:r w:rsidR="00DC7F41" w:rsidRPr="00DC7F41">
              <w:rPr>
                <w:rFonts w:ascii="Arial" w:hAnsi="Arial" w:cs="Arial"/>
              </w:rPr>
              <w:t xml:space="preserve"> / </w:t>
            </w:r>
            <w:bookmarkStart w:id="3" w:name="OLE_LINK11"/>
            <w:bookmarkStart w:id="4" w:name="OLE_LINK12"/>
            <w:r w:rsidR="00DC7F41"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C7F41" w:rsidRPr="00DC7F41">
              <w:rPr>
                <w:rFonts w:ascii="Arial" w:hAnsi="Arial" w:cs="Arial"/>
              </w:rPr>
              <w:instrText xml:space="preserve"> FORMTEXT </w:instrText>
            </w:r>
            <w:r w:rsidR="00DC7F41">
              <w:rPr>
                <w:rFonts w:ascii="Arial" w:hAnsi="Arial" w:cs="Arial"/>
                <w:lang w:val="de-AT"/>
              </w:rPr>
            </w:r>
            <w:r w:rsidR="00DC7F41">
              <w:rPr>
                <w:rFonts w:ascii="Arial" w:hAnsi="Arial" w:cs="Arial"/>
                <w:lang w:val="de-AT"/>
              </w:rPr>
              <w:fldChar w:fldCharType="separate"/>
            </w:r>
            <w:r w:rsidR="00CA1788">
              <w:rPr>
                <w:rFonts w:ascii="Arial" w:hAnsi="Arial" w:cs="Arial"/>
                <w:noProof/>
                <w:lang w:val="de-AT"/>
              </w:rPr>
              <w:t>1200</w:t>
            </w:r>
            <w:r w:rsidR="00DC7F41">
              <w:rPr>
                <w:rFonts w:ascii="Arial" w:hAnsi="Arial" w:cs="Arial"/>
                <w:lang w:val="de-AT"/>
              </w:rPr>
              <w:fldChar w:fldCharType="end"/>
            </w:r>
            <w:bookmarkEnd w:id="3"/>
            <w:bookmarkEnd w:id="4"/>
            <w:r w:rsidR="00DC7F41"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5" w:name="OLE_LINK9"/>
            <w:bookmarkStart w:id="6" w:name="OLE_LINK10"/>
            <w:commentRangeStart w:id="7"/>
            <w:r w:rsidR="00DC7F41"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8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72761">
              <w:rPr>
                <w:rFonts w:ascii="Arial" w:hAnsi="Arial" w:cs="Arial"/>
                <w:noProof/>
              </w:rPr>
              <w:t>5</w:t>
            </w:r>
            <w:r>
              <w:rPr>
                <w:rFonts w:ascii="Arial" w:hAnsi="Arial" w:cs="Arial"/>
              </w:rPr>
              <w:fldChar w:fldCharType="end"/>
            </w:r>
            <w:bookmarkEnd w:id="8"/>
            <w:r w:rsidR="00DC7F41">
              <w:rPr>
                <w:rFonts w:ascii="Arial" w:hAnsi="Arial" w:cs="Arial"/>
              </w:rPr>
              <w:t xml:space="preserve"> </w:t>
            </w:r>
            <w:bookmarkEnd w:id="5"/>
            <w:bookmarkEnd w:id="6"/>
            <w:commentRangeEnd w:id="7"/>
            <w:r w:rsidR="00B72761">
              <w:rPr>
                <w:rStyle w:val="Kommentarzeichen"/>
              </w:rPr>
              <w:commentReference w:id="7"/>
            </w:r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F31F2FC" w14:textId="3843F597" w:rsidR="00770273" w:rsidRPr="00770273" w:rsidRDefault="002050B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A43A655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3A90F005" w14:textId="77777777" w:rsidTr="00770273">
        <w:tc>
          <w:tcPr>
            <w:tcW w:w="7686" w:type="dxa"/>
          </w:tcPr>
          <w:p w14:paraId="2943C573" w14:textId="29A57AA9" w:rsidR="00770273" w:rsidRPr="00DC7F41" w:rsidRDefault="00DC7F41" w:rsidP="00B72761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proofErr w:type="spellStart"/>
            <w:r w:rsidR="00770273" w:rsidRPr="00DC7F41">
              <w:rPr>
                <w:rFonts w:ascii="Arial" w:hAnsi="Arial" w:cs="Arial"/>
              </w:rPr>
              <w:t>ModelBased</w:t>
            </w:r>
            <w:proofErr w:type="spellEnd"/>
            <w:r w:rsidR="00770273" w:rsidRPr="00DC7F41">
              <w:rPr>
                <w:rFonts w:ascii="Arial" w:hAnsi="Arial" w:cs="Arial"/>
              </w:rPr>
              <w:t xml:space="preserve"> Tests</w:t>
            </w:r>
            <w:r w:rsidRPr="00DC7F41">
              <w:rPr>
                <w:rFonts w:ascii="Arial" w:hAnsi="Arial" w:cs="Arial"/>
              </w:rPr>
              <w:t xml:space="preserve">: </w:t>
            </w:r>
            <w:r w:rsidRPr="00DC7F41">
              <w:rPr>
                <w:rFonts w:ascii="Arial" w:hAnsi="Arial" w:cs="Arial"/>
              </w:rPr>
              <w:tab/>
            </w:r>
            <w:bookmarkStart w:id="9" w:name="OLE_LINK7"/>
            <w:bookmarkStart w:id="10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1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72761">
              <w:rPr>
                <w:rFonts w:ascii="Arial" w:hAnsi="Arial" w:cs="Arial"/>
                <w:noProof/>
                <w:lang w:val="de-AT"/>
              </w:rPr>
              <w:t>37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1"/>
            <w:r w:rsidRPr="00DC7F41">
              <w:rPr>
                <w:rFonts w:ascii="Arial" w:hAnsi="Arial" w:cs="Arial"/>
              </w:rPr>
              <w:t xml:space="preserve"> </w:t>
            </w:r>
            <w:r w:rsidR="00770273" w:rsidRPr="00DC7F41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2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1788">
              <w:rPr>
                <w:rFonts w:ascii="Arial" w:hAnsi="Arial" w:cs="Arial"/>
                <w:noProof/>
                <w:lang w:val="de-AT"/>
              </w:rPr>
              <w:t>47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2"/>
            <w:r w:rsidRPr="00DC7F41">
              <w:rPr>
                <w:rFonts w:ascii="Arial" w:hAnsi="Arial" w:cs="Arial"/>
              </w:rPr>
              <w:t xml:space="preserve"> successful</w:t>
            </w:r>
            <w:bookmarkEnd w:id="9"/>
            <w:bookmarkEnd w:id="10"/>
            <w:r>
              <w:rPr>
                <w:rFonts w:ascii="Arial" w:hAnsi="Arial" w:cs="Arial"/>
              </w:rPr>
              <w:br/>
            </w:r>
            <w:commentRangeStart w:id="13"/>
            <w:r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72761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commentRangeEnd w:id="13"/>
            <w:r w:rsidR="00BB448B">
              <w:rPr>
                <w:rStyle w:val="Kommentarzeichen"/>
              </w:rPr>
              <w:commentReference w:id="13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7FA9C47" w14:textId="56766BD2" w:rsidR="00770273" w:rsidRPr="00770273" w:rsidRDefault="00BB448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44A1EEB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5994185C" w14:textId="77777777" w:rsidTr="00770273">
        <w:tc>
          <w:tcPr>
            <w:tcW w:w="7686" w:type="dxa"/>
          </w:tcPr>
          <w:p w14:paraId="6554B0B4" w14:textId="3B690F53" w:rsidR="00770273" w:rsidRPr="00770273" w:rsidRDefault="00DC7F41" w:rsidP="00CA1788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1788">
              <w:rPr>
                <w:rFonts w:ascii="Arial" w:hAnsi="Arial" w:cs="Arial"/>
                <w:noProof/>
                <w:lang w:val="de-AT"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1788">
              <w:rPr>
                <w:rFonts w:ascii="Arial" w:hAnsi="Arial" w:cs="Arial"/>
                <w:noProof/>
                <w:lang w:val="de-AT"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r w:rsidRPr="00770273">
              <w:rPr>
                <w:rFonts w:ascii="Arial" w:hAnsi="Arial" w:cs="Arial"/>
              </w:rPr>
              <w:t xml:space="preserve">Not Successful: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1788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D0BCEC4" w14:textId="32AF97E7" w:rsidR="00770273" w:rsidRPr="00770273" w:rsidRDefault="00BB448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49082C30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6CBBA0CB" w14:textId="77777777" w:rsidTr="00770273">
        <w:tc>
          <w:tcPr>
            <w:tcW w:w="7686" w:type="dxa"/>
          </w:tcPr>
          <w:p w14:paraId="217762FB" w14:textId="3E09F4FB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>Generic Vehicles simulate</w:t>
            </w:r>
            <w:r w:rsidR="00CF1645">
              <w:rPr>
                <w:rFonts w:ascii="Arial" w:hAnsi="Arial" w:cs="Arial"/>
                <w:b/>
              </w:rPr>
              <w:t xml:space="preserve"> &amp; save</w:t>
            </w:r>
            <w:r w:rsidRPr="00DC7F41">
              <w:rPr>
                <w:rFonts w:ascii="Arial" w:hAnsi="Arial" w:cs="Arial"/>
                <w:b/>
              </w:rPr>
              <w:t xml:space="preserve"> successful </w:t>
            </w:r>
          </w:p>
        </w:tc>
        <w:tc>
          <w:tcPr>
            <w:tcW w:w="851" w:type="dxa"/>
          </w:tcPr>
          <w:p w14:paraId="7C1CFDB0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7F3D4637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6F4883F1" w14:textId="77777777" w:rsidTr="00770273">
        <w:tc>
          <w:tcPr>
            <w:tcW w:w="7686" w:type="dxa"/>
          </w:tcPr>
          <w:p w14:paraId="75146C7A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4"/>
            <w:r w:rsidR="00770273" w:rsidRPr="00770273">
              <w:rPr>
                <w:rFonts w:ascii="Arial" w:hAnsi="Arial" w:cs="Arial"/>
              </w:rPr>
              <w:t>Declaration Mode: Class 2</w:t>
            </w:r>
            <w:commentRangeEnd w:id="14"/>
            <w:r w:rsidR="00EA2A71">
              <w:rPr>
                <w:rStyle w:val="Kommentarzeichen"/>
              </w:rPr>
              <w:commentReference w:id="14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B927158" w14:textId="574A1C34" w:rsidR="00770273" w:rsidRPr="00770273" w:rsidRDefault="00EA2A7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C12FB89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3C595E97" w14:textId="77777777" w:rsidTr="00770273">
        <w:tc>
          <w:tcPr>
            <w:tcW w:w="7686" w:type="dxa"/>
          </w:tcPr>
          <w:p w14:paraId="4BFAB833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5"/>
            <w:r w:rsidR="00770273" w:rsidRPr="00770273">
              <w:rPr>
                <w:rFonts w:ascii="Arial" w:hAnsi="Arial" w:cs="Arial"/>
              </w:rPr>
              <w:t>Declaration Mode: Class 5</w:t>
            </w:r>
            <w:commentRangeEnd w:id="15"/>
            <w:r w:rsidR="00EA2A71">
              <w:rPr>
                <w:rStyle w:val="Kommentarzeichen"/>
              </w:rPr>
              <w:commentReference w:id="15"/>
            </w:r>
          </w:p>
        </w:tc>
        <w:sdt>
          <w:sdtPr>
            <w:rPr>
              <w:rFonts w:ascii="Arial" w:hAnsi="Arial" w:cs="Arial"/>
            </w:rPr>
            <w:id w:val="21251864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C795BE9" w14:textId="3370B854" w:rsidR="00770273" w:rsidRPr="00770273" w:rsidRDefault="00EA2A7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6C7DC41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34AE62DB" w14:textId="77777777" w:rsidTr="00770273">
        <w:tc>
          <w:tcPr>
            <w:tcW w:w="7686" w:type="dxa"/>
          </w:tcPr>
          <w:p w14:paraId="4B8E8A71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2</w:t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661E4BF" w14:textId="4079F308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491491A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560AABD8" w14:textId="77777777" w:rsidTr="00770273">
        <w:tc>
          <w:tcPr>
            <w:tcW w:w="7686" w:type="dxa"/>
          </w:tcPr>
          <w:p w14:paraId="2113416E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5</w:t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AC1D294" w14:textId="797AA055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78B86BC0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05029BCC" w14:textId="77777777" w:rsidTr="00770273">
        <w:tc>
          <w:tcPr>
            <w:tcW w:w="7686" w:type="dxa"/>
          </w:tcPr>
          <w:p w14:paraId="726F6A7D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Class 9 + PTO</w:t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7552244" w14:textId="0E16096F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810510F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07FD2A04" w14:textId="77777777" w:rsidTr="00770273">
        <w:tc>
          <w:tcPr>
            <w:tcW w:w="7686" w:type="dxa"/>
          </w:tcPr>
          <w:p w14:paraId="501F9170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CityBus AT-S</w:t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61B5598" w14:textId="589D5094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41AF953D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2BCF4904" w14:textId="77777777" w:rsidTr="00770273">
        <w:tc>
          <w:tcPr>
            <w:tcW w:w="7686" w:type="dxa"/>
          </w:tcPr>
          <w:p w14:paraId="1641A1AA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Engineering Mode: CityBus AT-P</w:t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EE3B1CC" w14:textId="1141E992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3028E468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515C0F13" w14:textId="77777777" w:rsidTr="00770273">
        <w:tc>
          <w:tcPr>
            <w:tcW w:w="7686" w:type="dxa"/>
          </w:tcPr>
          <w:p w14:paraId="4A30F31F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6"/>
            <w:r w:rsidR="00770273" w:rsidRPr="00770273">
              <w:rPr>
                <w:rFonts w:ascii="Arial" w:hAnsi="Arial" w:cs="Arial"/>
              </w:rPr>
              <w:t xml:space="preserve">Engineering Mode: </w:t>
            </w:r>
            <w:proofErr w:type="spellStart"/>
            <w:r w:rsidR="00770273" w:rsidRPr="00770273">
              <w:rPr>
                <w:rFonts w:ascii="Arial" w:hAnsi="Arial" w:cs="Arial"/>
              </w:rPr>
              <w:t>InterurbanBus</w:t>
            </w:r>
            <w:proofErr w:type="spellEnd"/>
            <w:r w:rsidR="00770273" w:rsidRPr="00770273">
              <w:rPr>
                <w:rFonts w:ascii="Arial" w:hAnsi="Arial" w:cs="Arial"/>
              </w:rPr>
              <w:t xml:space="preserve"> AAUX</w:t>
            </w:r>
            <w:commentRangeEnd w:id="16"/>
            <w:r w:rsidR="00D04F06">
              <w:rPr>
                <w:rStyle w:val="Kommentarzeichen"/>
              </w:rPr>
              <w:commentReference w:id="16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2EBCFD7" w14:textId="522C0B4C" w:rsidR="00770273" w:rsidRPr="00770273" w:rsidRDefault="00D04F0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3B91544E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04F06" w:rsidRPr="00911A49" w14:paraId="1EF4E138" w14:textId="77777777" w:rsidTr="00D67D29">
        <w:tc>
          <w:tcPr>
            <w:tcW w:w="7686" w:type="dxa"/>
          </w:tcPr>
          <w:p w14:paraId="069BBA81" w14:textId="0149FA18" w:rsidR="00D04F06" w:rsidRPr="00770273" w:rsidRDefault="00D04F06" w:rsidP="006912AE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7"/>
            <w:r w:rsidR="006912AE">
              <w:rPr>
                <w:rFonts w:ascii="Arial" w:hAnsi="Arial" w:cs="Arial"/>
              </w:rPr>
              <w:t>Engine Only</w:t>
            </w:r>
            <w:commentRangeEnd w:id="17"/>
            <w:r w:rsidR="006912AE">
              <w:rPr>
                <w:rStyle w:val="Kommentarzeichen"/>
              </w:rPr>
              <w:commentReference w:id="17"/>
            </w:r>
          </w:p>
        </w:tc>
        <w:sdt>
          <w:sdtPr>
            <w:rPr>
              <w:rFonts w:ascii="Arial" w:hAnsi="Arial" w:cs="Arial"/>
            </w:rPr>
            <w:id w:val="-2059696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F4EA07C" w14:textId="77777777" w:rsidR="00D04F06" w:rsidRPr="00770273" w:rsidRDefault="00D04F06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66F82AD" w14:textId="77777777" w:rsidR="00D04F06" w:rsidRPr="00770273" w:rsidRDefault="00D04F06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79DA14DC" w14:textId="77777777" w:rsidTr="00770273">
        <w:tc>
          <w:tcPr>
            <w:tcW w:w="7686" w:type="dxa"/>
          </w:tcPr>
          <w:p w14:paraId="53BB2477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851" w:type="dxa"/>
          </w:tcPr>
          <w:p w14:paraId="4D72DDE5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4AB76CE9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770273" w:rsidRPr="00911A49" w14:paraId="26724015" w14:textId="77777777" w:rsidTr="00770273">
        <w:tc>
          <w:tcPr>
            <w:tcW w:w="7686" w:type="dxa"/>
          </w:tcPr>
          <w:p w14:paraId="3E5F438B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7AEFCA4" w14:textId="4C22BD33" w:rsidR="00770273" w:rsidRPr="00770273" w:rsidRDefault="006912A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3F1F14EB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08875BBB" w14:textId="77777777" w:rsidTr="00770273">
        <w:tc>
          <w:tcPr>
            <w:tcW w:w="7686" w:type="dxa"/>
          </w:tcPr>
          <w:p w14:paraId="08112EC3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63BAD1C" w14:textId="6443EFD6" w:rsidR="00770273" w:rsidRPr="00770273" w:rsidRDefault="00140B7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A6CBC7A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DC7F41" w14:paraId="6748C865" w14:textId="77777777" w:rsidTr="00770273">
        <w:tc>
          <w:tcPr>
            <w:tcW w:w="7686" w:type="dxa"/>
          </w:tcPr>
          <w:p w14:paraId="4BD6CC61" w14:textId="77777777" w:rsidR="00770273" w:rsidRPr="00DC7F41" w:rsidRDefault="00770273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851" w:type="dxa"/>
          </w:tcPr>
          <w:p w14:paraId="0A6B8EF7" w14:textId="77777777" w:rsidR="00770273" w:rsidRPr="00DC7F41" w:rsidRDefault="0077027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5B585885" w14:textId="77777777" w:rsidR="00770273" w:rsidRPr="00DC7F41" w:rsidRDefault="00770273" w:rsidP="00770273">
            <w:pPr>
              <w:rPr>
                <w:rFonts w:ascii="Arial" w:hAnsi="Arial" w:cs="Arial"/>
                <w:b/>
              </w:rPr>
            </w:pPr>
          </w:p>
        </w:tc>
      </w:tr>
      <w:tr w:rsidR="003D7382" w:rsidRPr="003D7382" w14:paraId="6A28B1D0" w14:textId="77777777" w:rsidTr="00770273">
        <w:tc>
          <w:tcPr>
            <w:tcW w:w="7686" w:type="dxa"/>
          </w:tcPr>
          <w:p w14:paraId="6E3CC1FA" w14:textId="77777777" w:rsidR="003D7382" w:rsidRPr="003D7382" w:rsidRDefault="003D7382" w:rsidP="003D7382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BEA7441" w14:textId="35617B54" w:rsidR="003D7382" w:rsidRPr="003D7382" w:rsidRDefault="00EE0F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C7AB2C2" w14:textId="77777777" w:rsidR="003D7382" w:rsidRPr="003D7382" w:rsidRDefault="003D7382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8" w:name="Text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8"/>
          </w:p>
        </w:tc>
      </w:tr>
      <w:tr w:rsidR="00770273" w:rsidRPr="00911A49" w14:paraId="2B265E53" w14:textId="77777777" w:rsidTr="00770273">
        <w:tc>
          <w:tcPr>
            <w:tcW w:w="7686" w:type="dxa"/>
          </w:tcPr>
          <w:p w14:paraId="363A63A3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16186823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90D2D57" w14:textId="77777777" w:rsidR="00770273" w:rsidRPr="00770273" w:rsidRDefault="003D738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9916D9A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755FCC68" w14:textId="77777777" w:rsidTr="00770273">
        <w:tc>
          <w:tcPr>
            <w:tcW w:w="7686" w:type="dxa"/>
          </w:tcPr>
          <w:p w14:paraId="79FD6486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90668BC" w14:textId="27EE7650" w:rsidR="00770273" w:rsidRPr="00770273" w:rsidRDefault="00EE0F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55ECB81B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189AF2AD" w14:textId="77777777" w:rsidTr="00770273">
        <w:tc>
          <w:tcPr>
            <w:tcW w:w="7686" w:type="dxa"/>
          </w:tcPr>
          <w:p w14:paraId="7731A17F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60D7EBF" w14:textId="2CAF158D" w:rsidR="00770273" w:rsidRPr="00770273" w:rsidRDefault="00EE0F8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EC437BC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12F2F322" w14:textId="77777777" w:rsidTr="00770273">
        <w:tc>
          <w:tcPr>
            <w:tcW w:w="7686" w:type="dxa"/>
          </w:tcPr>
          <w:p w14:paraId="0B5CA65A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commentRangeStart w:id="19"/>
            <w:r w:rsidR="00770273" w:rsidRPr="00770273">
              <w:rPr>
                <w:rFonts w:ascii="Arial" w:hAnsi="Arial" w:cs="Arial"/>
              </w:rPr>
              <w:t>Create ZIP Archive</w:t>
            </w:r>
            <w:commentRangeEnd w:id="19"/>
            <w:r w:rsidR="0086093A">
              <w:rPr>
                <w:rStyle w:val="Kommentarzeichen"/>
              </w:rPr>
              <w:commentReference w:id="19"/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C667374" w14:textId="09C07A13" w:rsidR="00770273" w:rsidRPr="00770273" w:rsidRDefault="008609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1682227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1A771A0B" w14:textId="77777777" w:rsidTr="00770273">
        <w:tc>
          <w:tcPr>
            <w:tcW w:w="7686" w:type="dxa"/>
          </w:tcPr>
          <w:p w14:paraId="0D662557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2B32C3F" w14:textId="0922253D" w:rsidR="00770273" w:rsidRPr="00770273" w:rsidRDefault="008609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4EB54078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770273" w:rsidRPr="00911A49" w14:paraId="4BD65C9D" w14:textId="77777777" w:rsidTr="00770273">
        <w:tc>
          <w:tcPr>
            <w:tcW w:w="7686" w:type="dxa"/>
          </w:tcPr>
          <w:p w14:paraId="662EDD14" w14:textId="77777777" w:rsidR="00770273" w:rsidRPr="00770273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70273"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EE4343D" w14:textId="6E316521" w:rsidR="00770273" w:rsidRPr="00770273" w:rsidRDefault="00F03BC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03B4D830" w14:textId="77777777" w:rsidR="00770273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F054B4" w:rsidRPr="00DC7F41" w14:paraId="22073C87" w14:textId="77777777" w:rsidTr="00D67D29">
        <w:tc>
          <w:tcPr>
            <w:tcW w:w="7686" w:type="dxa"/>
          </w:tcPr>
          <w:p w14:paraId="3A94918D" w14:textId="4E61F4EC" w:rsidR="00F054B4" w:rsidRPr="00DC7F41" w:rsidRDefault="00F054B4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Test GUI</w:t>
            </w:r>
            <w:r w:rsidRPr="00DC7F4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51" w:type="dxa"/>
          </w:tcPr>
          <w:p w14:paraId="70A09DB8" w14:textId="77777777" w:rsidR="00F054B4" w:rsidRPr="00DC7F41" w:rsidRDefault="00F054B4" w:rsidP="00D67D2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5CCF9154" w14:textId="77777777" w:rsidR="00F054B4" w:rsidRPr="00DC7F41" w:rsidRDefault="00F054B4" w:rsidP="00D67D29">
            <w:pPr>
              <w:rPr>
                <w:rFonts w:ascii="Arial" w:hAnsi="Arial" w:cs="Arial"/>
                <w:b/>
              </w:rPr>
            </w:pPr>
          </w:p>
        </w:tc>
      </w:tr>
      <w:tr w:rsidR="00974829" w:rsidRPr="00911A49" w14:paraId="78D24CA0" w14:textId="77777777" w:rsidTr="00D67D29">
        <w:tc>
          <w:tcPr>
            <w:tcW w:w="7686" w:type="dxa"/>
          </w:tcPr>
          <w:p w14:paraId="424034B7" w14:textId="77777777" w:rsidR="00974829" w:rsidRPr="00770273" w:rsidRDefault="00974829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-19297316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4332287" w14:textId="77777777" w:rsidR="00974829" w:rsidRPr="00770273" w:rsidRDefault="00974829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8C06AEA" w14:textId="77777777" w:rsidR="00974829" w:rsidRPr="00770273" w:rsidRDefault="00974829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974829" w:rsidRPr="00911A49" w14:paraId="2B60BA31" w14:textId="77777777" w:rsidTr="00D67D29">
        <w:tc>
          <w:tcPr>
            <w:tcW w:w="7686" w:type="dxa"/>
          </w:tcPr>
          <w:p w14:paraId="36D28A1D" w14:textId="41485386" w:rsidR="00974829" w:rsidRPr="00770273" w:rsidRDefault="00974829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Declaration Vehicle</w:t>
            </w:r>
            <w:r w:rsidR="00D42FA1">
              <w:rPr>
                <w:rFonts w:ascii="Arial" w:hAnsi="Arial" w:cs="Arial"/>
              </w:rPr>
              <w:t>, Engine, Gearbox, Job</w:t>
            </w:r>
          </w:p>
        </w:tc>
        <w:sdt>
          <w:sdtPr>
            <w:rPr>
              <w:rFonts w:ascii="Arial" w:hAnsi="Arial" w:cs="Arial"/>
            </w:rPr>
            <w:id w:val="-98192391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6095B44" w14:textId="77777777" w:rsidR="00974829" w:rsidRPr="00770273" w:rsidRDefault="00974829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FFF2CA5" w14:textId="77777777" w:rsidR="00974829" w:rsidRPr="00770273" w:rsidRDefault="00974829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974829" w:rsidRPr="00911A49" w14:paraId="317EF187" w14:textId="77777777" w:rsidTr="00D67D29">
        <w:tc>
          <w:tcPr>
            <w:tcW w:w="7686" w:type="dxa"/>
          </w:tcPr>
          <w:p w14:paraId="385C7037" w14:textId="4D273410" w:rsidR="00974829" w:rsidRPr="00770273" w:rsidRDefault="00974829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Declaration</w:t>
            </w:r>
            <w:r w:rsidR="002D477B">
              <w:rPr>
                <w:rFonts w:ascii="Arial" w:hAnsi="Arial" w:cs="Arial"/>
              </w:rPr>
              <w:t xml:space="preserve"> Files didn’t change except Date</w:t>
            </w:r>
          </w:p>
        </w:tc>
        <w:sdt>
          <w:sdtPr>
            <w:rPr>
              <w:rFonts w:ascii="Arial" w:hAnsi="Arial" w:cs="Arial"/>
            </w:rPr>
            <w:id w:val="2107024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D49AFFE" w14:textId="77777777" w:rsidR="00974829" w:rsidRPr="00770273" w:rsidRDefault="00974829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EF17E17" w14:textId="77777777" w:rsidR="00974829" w:rsidRPr="00770273" w:rsidRDefault="00974829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F054B4" w:rsidRPr="00911A49" w14:paraId="6B30DC7E" w14:textId="77777777" w:rsidTr="00D67D29">
        <w:tc>
          <w:tcPr>
            <w:tcW w:w="7686" w:type="dxa"/>
          </w:tcPr>
          <w:p w14:paraId="0AA9C7EF" w14:textId="6DCAC746" w:rsidR="00F054B4" w:rsidRPr="00770273" w:rsidRDefault="00F054B4" w:rsidP="009748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 xml:space="preserve">Open </w:t>
            </w:r>
            <w:r w:rsidR="00974829">
              <w:rPr>
                <w:rFonts w:ascii="Arial" w:hAnsi="Arial" w:cs="Arial"/>
              </w:rPr>
              <w:t>Engineering</w:t>
            </w:r>
            <w:r>
              <w:rPr>
                <w:rFonts w:ascii="Arial" w:hAnsi="Arial" w:cs="Arial"/>
              </w:rPr>
              <w:t xml:space="preserve"> Job File: Class 2</w:t>
            </w:r>
          </w:p>
        </w:tc>
        <w:sdt>
          <w:sdtPr>
            <w:rPr>
              <w:rFonts w:ascii="Arial" w:hAnsi="Arial" w:cs="Arial"/>
            </w:rPr>
            <w:id w:val="-7516632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E67DAD7" w14:textId="77777777" w:rsidR="00F054B4" w:rsidRPr="00770273" w:rsidRDefault="00F054B4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1433ABA" w14:textId="77777777" w:rsidR="00F054B4" w:rsidRPr="00770273" w:rsidRDefault="00F054B4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224B1E" w:rsidRPr="00911A49" w14:paraId="0BAB4F28" w14:textId="77777777" w:rsidTr="00D67D29">
        <w:tc>
          <w:tcPr>
            <w:tcW w:w="7686" w:type="dxa"/>
          </w:tcPr>
          <w:p w14:paraId="277BDC61" w14:textId="1F0A062E" w:rsidR="00224B1E" w:rsidRPr="00770273" w:rsidRDefault="00224B1E" w:rsidP="00D67D2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 xml:space="preserve">Save </w:t>
            </w:r>
            <w:r w:rsidR="00974829">
              <w:rPr>
                <w:rFonts w:ascii="Arial" w:hAnsi="Arial" w:cs="Arial"/>
              </w:rPr>
              <w:t xml:space="preserve">Engineering </w:t>
            </w:r>
            <w:r>
              <w:rPr>
                <w:rFonts w:ascii="Arial" w:hAnsi="Arial" w:cs="Arial"/>
              </w:rPr>
              <w:t>Vehicle</w:t>
            </w:r>
            <w:r w:rsidR="00D42FA1">
              <w:rPr>
                <w:rFonts w:ascii="Arial" w:hAnsi="Arial" w:cs="Arial"/>
              </w:rPr>
              <w:t>, Engine, Gearbox, Job</w:t>
            </w:r>
          </w:p>
        </w:tc>
        <w:sdt>
          <w:sdtPr>
            <w:rPr>
              <w:rFonts w:ascii="Arial" w:hAnsi="Arial" w:cs="Arial"/>
            </w:rPr>
            <w:id w:val="8025109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5C24B41" w14:textId="77777777" w:rsidR="00224B1E" w:rsidRPr="00770273" w:rsidRDefault="00224B1E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9CDEA89" w14:textId="77777777" w:rsidR="00224B1E" w:rsidRPr="00770273" w:rsidRDefault="00224B1E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F054B4" w:rsidRPr="00911A49" w14:paraId="026E4256" w14:textId="77777777" w:rsidTr="00D67D29">
        <w:tc>
          <w:tcPr>
            <w:tcW w:w="7686" w:type="dxa"/>
          </w:tcPr>
          <w:p w14:paraId="4C87AF54" w14:textId="737102FC" w:rsidR="00F054B4" w:rsidRPr="00770273" w:rsidRDefault="00F054B4" w:rsidP="00F054B4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224B1E">
              <w:rPr>
                <w:rFonts w:ascii="Arial" w:hAnsi="Arial" w:cs="Arial"/>
              </w:rPr>
              <w:t xml:space="preserve">Check </w:t>
            </w:r>
            <w:r w:rsidR="00974829">
              <w:rPr>
                <w:rFonts w:ascii="Arial" w:hAnsi="Arial" w:cs="Arial"/>
              </w:rPr>
              <w:t xml:space="preserve">Engineering </w:t>
            </w:r>
            <w:r w:rsidR="00224B1E">
              <w:rPr>
                <w:rFonts w:ascii="Arial" w:hAnsi="Arial" w:cs="Arial"/>
              </w:rPr>
              <w:t>Files didn’t change except Date</w:t>
            </w:r>
          </w:p>
        </w:tc>
        <w:sdt>
          <w:sdtPr>
            <w:rPr>
              <w:rFonts w:ascii="Arial" w:hAnsi="Arial" w:cs="Arial"/>
            </w:rPr>
            <w:id w:val="18203052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C5E168A" w14:textId="77777777" w:rsidR="00F054B4" w:rsidRPr="00770273" w:rsidRDefault="00F054B4" w:rsidP="00D67D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0936AA0" w14:textId="77777777" w:rsidR="00F054B4" w:rsidRPr="00770273" w:rsidRDefault="00F054B4" w:rsidP="00D67D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</w:tbl>
    <w:p w14:paraId="4F389B0A" w14:textId="7DFB48A2" w:rsidR="00DC7F41" w:rsidRPr="00DC7F41" w:rsidRDefault="00DC7F41" w:rsidP="00DC7F41">
      <w:pPr>
        <w:pStyle w:val="berschrift3"/>
        <w:rPr>
          <w:sz w:val="28"/>
        </w:rPr>
      </w:pPr>
      <w:r>
        <w:br w:type="column"/>
      </w:r>
      <w:r w:rsidRPr="00DC7F41">
        <w:rPr>
          <w:sz w:val="28"/>
        </w:rPr>
        <w:lastRenderedPageBreak/>
        <w:t>Publish Release</w:t>
      </w:r>
    </w:p>
    <w:p w14:paraId="49A09B6F" w14:textId="77777777" w:rsidR="00DC7F41" w:rsidRDefault="00DC7F41"/>
    <w:tbl>
      <w:tblPr>
        <w:tblStyle w:val="Tabellenraster"/>
        <w:tblW w:w="9671" w:type="dxa"/>
        <w:tblInd w:w="360" w:type="dxa"/>
        <w:tblLook w:val="04A0" w:firstRow="1" w:lastRow="0" w:firstColumn="1" w:lastColumn="0" w:noHBand="0" w:noVBand="1"/>
      </w:tblPr>
      <w:tblGrid>
        <w:gridCol w:w="7686"/>
        <w:gridCol w:w="851"/>
        <w:gridCol w:w="1134"/>
      </w:tblGrid>
      <w:tr w:rsidR="00DC7F41" w:rsidRPr="00911A49" w14:paraId="02942648" w14:textId="77777777" w:rsidTr="00770273">
        <w:tc>
          <w:tcPr>
            <w:tcW w:w="7686" w:type="dxa"/>
          </w:tcPr>
          <w:p w14:paraId="3177D222" w14:textId="77777777"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commentRangeStart w:id="20"/>
            <w:r w:rsidRPr="003A51BA">
              <w:rPr>
                <w:rFonts w:ascii="Arial" w:hAnsi="Arial" w:cs="Arial"/>
              </w:rPr>
              <w:t>Upload ZIP File to SVN</w:t>
            </w:r>
            <w:commentRangeEnd w:id="20"/>
            <w:r w:rsidR="00B34AF9">
              <w:rPr>
                <w:rStyle w:val="Kommentarzeichen"/>
              </w:rPr>
              <w:commentReference w:id="20"/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CC52FE7" w14:textId="2CF2B1E6" w:rsidR="00DC7F41" w:rsidRDefault="00E30CF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3CB8AAF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14:paraId="7799BC05" w14:textId="77777777" w:rsidTr="00770273">
        <w:tc>
          <w:tcPr>
            <w:tcW w:w="7686" w:type="dxa"/>
          </w:tcPr>
          <w:p w14:paraId="088D4F4F" w14:textId="77777777"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commentRangeStart w:id="21"/>
            <w:r w:rsidRPr="003A51BA">
              <w:rPr>
                <w:rFonts w:ascii="Arial" w:hAnsi="Arial" w:cs="Arial"/>
              </w:rPr>
              <w:t>Update Confluence WIKI with full Changelog</w:t>
            </w:r>
            <w:commentRangeEnd w:id="21"/>
            <w:r w:rsidR="00B34AF9">
              <w:rPr>
                <w:rStyle w:val="Kommentarzeichen"/>
              </w:rPr>
              <w:commentReference w:id="21"/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0283131" w14:textId="0698055C" w:rsidR="00DC7F41" w:rsidRDefault="00E30CF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0F3E4B5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14:paraId="0A6B3CB6" w14:textId="77777777" w:rsidTr="00770273">
        <w:tc>
          <w:tcPr>
            <w:tcW w:w="7686" w:type="dxa"/>
          </w:tcPr>
          <w:p w14:paraId="5FCF0037" w14:textId="77777777" w:rsidR="00DC7F41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commentRangeStart w:id="22"/>
            <w:r w:rsidRPr="003A51BA">
              <w:rPr>
                <w:rFonts w:ascii="Arial" w:hAnsi="Arial" w:cs="Arial"/>
              </w:rPr>
              <w:t>Update Confluence Table with short Changelog + Download Link</w:t>
            </w:r>
            <w:commentRangeEnd w:id="22"/>
            <w:r w:rsidR="00B34AF9">
              <w:rPr>
                <w:rStyle w:val="Kommentarzeichen"/>
              </w:rPr>
              <w:commentReference w:id="22"/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34831E6" w14:textId="06F57A36" w:rsidR="00DC7F41" w:rsidRDefault="00E30CF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23AEF7F5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14:paraId="39873181" w14:textId="77777777" w:rsidTr="00770273">
        <w:tc>
          <w:tcPr>
            <w:tcW w:w="7686" w:type="dxa"/>
          </w:tcPr>
          <w:p w14:paraId="4F04C944" w14:textId="70263BB3" w:rsidR="00DC7F41" w:rsidRDefault="00DC7F41" w:rsidP="00B34AF9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commentRangeStart w:id="23"/>
            <w:r w:rsidRPr="003A51BA">
              <w:rPr>
                <w:rFonts w:ascii="Arial" w:hAnsi="Arial" w:cs="Arial"/>
              </w:rPr>
              <w:t>Notify customers: Ticket VECTO-58 (in</w:t>
            </w:r>
            <w:r w:rsidR="00B34AF9">
              <w:rPr>
                <w:rFonts w:ascii="Arial" w:hAnsi="Arial" w:cs="Arial"/>
              </w:rPr>
              <w:t>c</w:t>
            </w:r>
            <w:r w:rsidRPr="003A51BA">
              <w:rPr>
                <w:rFonts w:ascii="Arial" w:hAnsi="Arial" w:cs="Arial"/>
              </w:rPr>
              <w:t>lude download link &amp; link to confluence page)</w:t>
            </w:r>
            <w:commentRangeEnd w:id="23"/>
            <w:r w:rsidR="00B34AF9">
              <w:rPr>
                <w:rStyle w:val="Kommentarzeichen"/>
              </w:rPr>
              <w:commentReference w:id="23"/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5AA038F" w14:textId="4DAF9CFC" w:rsidR="00DC7F41" w:rsidRDefault="00526FF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66572DDC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  <w:tr w:rsidR="00DC7F41" w:rsidRPr="00911A49" w14:paraId="504E641B" w14:textId="77777777" w:rsidTr="00770273">
        <w:tc>
          <w:tcPr>
            <w:tcW w:w="7686" w:type="dxa"/>
          </w:tcPr>
          <w:p w14:paraId="128300E0" w14:textId="77777777" w:rsidR="00DC7F41" w:rsidRPr="003A51BA" w:rsidRDefault="00DC7F41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commentRangeStart w:id="24"/>
            <w:r>
              <w:rPr>
                <w:rFonts w:ascii="Arial" w:hAnsi="Arial" w:cs="Arial"/>
              </w:rPr>
              <w:t>Copy archive to project folder</w:t>
            </w:r>
            <w:commentRangeEnd w:id="24"/>
            <w:r w:rsidR="00E63593">
              <w:rPr>
                <w:rStyle w:val="Kommentarzeichen"/>
              </w:rPr>
              <w:commentReference w:id="24"/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6C55124" w14:textId="5D572178" w:rsidR="00DC7F41" w:rsidRDefault="006F22B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tc>
          <w:tcPr>
            <w:tcW w:w="1134" w:type="dxa"/>
          </w:tcPr>
          <w:p w14:paraId="1AC69BA9" w14:textId="77777777" w:rsidR="00DC7F41" w:rsidRPr="00770273" w:rsidRDefault="00DC7F41" w:rsidP="007702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</w:p>
        </w:tc>
      </w:tr>
    </w:tbl>
    <w:p w14:paraId="6A63451C" w14:textId="77777777"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14:paraId="7D5F3330" w14:textId="77777777" w:rsidR="003E04DD" w:rsidRPr="003E04DD" w:rsidRDefault="003E04DD" w:rsidP="003E04DD"/>
    <w:p w14:paraId="483BA77B" w14:textId="77777777"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14:paraId="3394FB04" w14:textId="77777777" w:rsidR="003E04DD" w:rsidRDefault="003E04DD" w:rsidP="003E04DD">
      <w:pPr>
        <w:rPr>
          <w:sz w:val="24"/>
        </w:rPr>
      </w:pPr>
    </w:p>
    <w:p w14:paraId="756EA06A" w14:textId="0AD3F6E7"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5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83250F">
        <w:rPr>
          <w:noProof/>
          <w:sz w:val="24"/>
        </w:rPr>
        <w:t>24.10.2016</w:t>
      </w:r>
      <w:r w:rsidRPr="003E04DD">
        <w:rPr>
          <w:sz w:val="24"/>
        </w:rPr>
        <w:fldChar w:fldCharType="end"/>
      </w:r>
      <w:bookmarkEnd w:id="25"/>
    </w:p>
    <w:p w14:paraId="300D0C27" w14:textId="7288FB0D"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6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83250F">
        <w:rPr>
          <w:noProof/>
          <w:sz w:val="24"/>
        </w:rPr>
        <w:t>Michael Krisper</w:t>
      </w:r>
      <w:r>
        <w:rPr>
          <w:sz w:val="24"/>
        </w:rPr>
        <w:fldChar w:fldCharType="end"/>
      </w:r>
      <w:bookmarkEnd w:id="26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ichael Krisper" w:date="2016-10-24T10:44:00Z" w:initials="MK">
    <w:p w14:paraId="48F2413E" w14:textId="77777777" w:rsidR="00465C6D" w:rsidRDefault="00465C6D">
      <w:pPr>
        <w:pStyle w:val="Kommentartext"/>
      </w:pPr>
      <w:r>
        <w:rPr>
          <w:rStyle w:val="Kommentarzeichen"/>
        </w:rPr>
        <w:annotationRef/>
      </w:r>
      <w:r w:rsidRPr="00465C6D">
        <w:t>Documentation\User Manual\1-user-interface</w:t>
      </w:r>
      <w:r>
        <w:t>\</w:t>
      </w:r>
      <w:r w:rsidRPr="00465C6D">
        <w:t>0_start.md</w:t>
      </w:r>
    </w:p>
    <w:p w14:paraId="10BDC4BD" w14:textId="77777777" w:rsidR="00465C6D" w:rsidRDefault="00465C6D">
      <w:pPr>
        <w:pStyle w:val="Kommentartext"/>
      </w:pPr>
    </w:p>
  </w:comment>
  <w:comment w:id="1" w:author="Michael Krisper" w:date="2016-10-24T10:46:00Z" w:initials="MK">
    <w:p w14:paraId="5B3138A3" w14:textId="77777777" w:rsidR="00465C6D" w:rsidRDefault="00465C6D">
      <w:pPr>
        <w:pStyle w:val="Kommentartext"/>
      </w:pPr>
      <w:r>
        <w:rPr>
          <w:rStyle w:val="Kommentarzeichen"/>
        </w:rPr>
        <w:annotationRef/>
      </w:r>
      <w:r w:rsidRPr="00465C6D">
        <w:t>Documents\</w:t>
      </w:r>
      <w:proofErr w:type="spellStart"/>
      <w:r w:rsidRPr="00465C6D">
        <w:t>vecto</w:t>
      </w:r>
      <w:proofErr w:type="spellEnd"/>
      <w:r w:rsidRPr="00465C6D">
        <w:t>-sim\Documentation\User Manual\6-changelog</w:t>
      </w:r>
      <w:r>
        <w:t>\changelog.md</w:t>
      </w:r>
    </w:p>
  </w:comment>
  <w:comment w:id="2" w:author="Michael Krisper" w:date="2016-10-24T10:56:00Z" w:initials="MK">
    <w:p w14:paraId="0A56A4FA" w14:textId="77777777" w:rsidR="000E1FF0" w:rsidRDefault="00656CF3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r>
        <w:rPr>
          <w:rStyle w:val="Kommentarzeichen"/>
        </w:rPr>
        <w:annotationRef/>
      </w:r>
      <w:proofErr w:type="spellStart"/>
      <w:r w:rsidR="000E1FF0">
        <w:rPr>
          <w:rFonts w:ascii="Consolas" w:hAnsi="Consolas" w:cs="Consolas"/>
          <w:sz w:val="24"/>
          <w:szCs w:val="24"/>
          <w:lang w:val="de-AT"/>
        </w:rPr>
        <w:t>Changed</w:t>
      </w:r>
      <w:proofErr w:type="spellEnd"/>
      <w:r w:rsidR="000E1FF0"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 w:rsidR="000E1FF0">
        <w:rPr>
          <w:rFonts w:ascii="Consolas" w:hAnsi="Consolas" w:cs="Consolas"/>
          <w:sz w:val="24"/>
          <w:szCs w:val="24"/>
          <w:lang w:val="de-AT"/>
        </w:rPr>
        <w:t>files</w:t>
      </w:r>
      <w:proofErr w:type="spellEnd"/>
      <w:r w:rsidR="000E1FF0">
        <w:rPr>
          <w:rFonts w:ascii="Consolas" w:hAnsi="Consolas" w:cs="Consolas"/>
          <w:sz w:val="24"/>
          <w:szCs w:val="24"/>
          <w:lang w:val="de-AT"/>
        </w:rPr>
        <w:t>:</w:t>
      </w:r>
    </w:p>
    <w:p w14:paraId="3903C38B" w14:textId="77777777" w:rsidR="00EE7629" w:rsidRDefault="00EE7629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>
        <w:rPr>
          <w:rFonts w:ascii="Consolas" w:hAnsi="Consolas" w:cs="Consolas"/>
          <w:sz w:val="24"/>
          <w:szCs w:val="24"/>
          <w:lang w:val="de-AT"/>
        </w:rPr>
        <w:t>git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diff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--name-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only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tags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>/Release/v3.1.0.652 tags/Release/v3.1.0.662</w:t>
      </w:r>
    </w:p>
    <w:p w14:paraId="6071723A" w14:textId="77777777" w:rsidR="000E1FF0" w:rsidRDefault="000E1FF0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</w:p>
    <w:p w14:paraId="7B3806E4" w14:textId="77777777" w:rsidR="000E1FF0" w:rsidRDefault="000E1FF0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>
        <w:rPr>
          <w:rFonts w:ascii="Consolas" w:hAnsi="Consolas" w:cs="Consolas"/>
          <w:sz w:val="24"/>
          <w:szCs w:val="24"/>
          <w:lang w:val="de-AT"/>
        </w:rPr>
        <w:t>commit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messages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>:</w:t>
      </w:r>
    </w:p>
    <w:p w14:paraId="2F6D4148" w14:textId="77777777" w:rsidR="0028115A" w:rsidRDefault="0028115A" w:rsidP="002811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>
        <w:rPr>
          <w:rFonts w:ascii="Consolas" w:hAnsi="Consolas" w:cs="Consolas"/>
          <w:sz w:val="20"/>
          <w:szCs w:val="20"/>
          <w:lang w:val="de-AT"/>
        </w:rPr>
        <w:t>git</w:t>
      </w:r>
      <w:proofErr w:type="spellEnd"/>
      <w:r>
        <w:rPr>
          <w:rFonts w:ascii="Consolas" w:hAnsi="Consolas" w:cs="Consolas"/>
          <w:sz w:val="20"/>
          <w:szCs w:val="20"/>
          <w:lang w:val="de-AT"/>
        </w:rPr>
        <w:t xml:space="preserve"> log --</w:t>
      </w:r>
      <w:proofErr w:type="spellStart"/>
      <w:r>
        <w:rPr>
          <w:rFonts w:ascii="Consolas" w:hAnsi="Consolas" w:cs="Consolas"/>
          <w:sz w:val="20"/>
          <w:szCs w:val="20"/>
          <w:lang w:val="de-AT"/>
        </w:rPr>
        <w:t>oneline</w:t>
      </w:r>
      <w:proofErr w:type="spellEnd"/>
      <w:r>
        <w:rPr>
          <w:rFonts w:ascii="Consolas" w:hAnsi="Consolas" w:cs="Consolas"/>
          <w:sz w:val="20"/>
          <w:szCs w:val="20"/>
          <w:lang w:val="de-AT"/>
        </w:rPr>
        <w:t xml:space="preserve"> </w:t>
      </w:r>
      <w:proofErr w:type="spellStart"/>
      <w:r>
        <w:rPr>
          <w:rFonts w:ascii="Consolas" w:hAnsi="Consolas" w:cs="Consolas"/>
          <w:sz w:val="20"/>
          <w:szCs w:val="20"/>
          <w:lang w:val="de-AT"/>
        </w:rPr>
        <w:t>tags</w:t>
      </w:r>
      <w:proofErr w:type="spellEnd"/>
      <w:r>
        <w:rPr>
          <w:rFonts w:ascii="Consolas" w:hAnsi="Consolas" w:cs="Consolas"/>
          <w:sz w:val="20"/>
          <w:szCs w:val="20"/>
          <w:lang w:val="de-AT"/>
        </w:rPr>
        <w:t>/Release/v3.1.0.652...tags/Release/v3.1.0.662</w:t>
      </w:r>
    </w:p>
    <w:p w14:paraId="0D6E22BA" w14:textId="77777777" w:rsidR="007F42D3" w:rsidRDefault="007F42D3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</w:p>
    <w:p w14:paraId="5536FC8E" w14:textId="77777777" w:rsidR="004F162F" w:rsidRDefault="000E1FF0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>
        <w:rPr>
          <w:rFonts w:ascii="Consolas" w:hAnsi="Consolas" w:cs="Consolas"/>
          <w:sz w:val="24"/>
          <w:szCs w:val="24"/>
          <w:lang w:val="de-AT"/>
        </w:rPr>
        <w:t>jira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tickets</w:t>
      </w:r>
      <w:proofErr w:type="spellEnd"/>
      <w:r>
        <w:rPr>
          <w:rFonts w:ascii="Consolas" w:hAnsi="Consolas" w:cs="Consolas"/>
          <w:sz w:val="24"/>
          <w:szCs w:val="24"/>
          <w:lang w:val="de-AT"/>
        </w:rPr>
        <w:t xml:space="preserve"> </w:t>
      </w:r>
      <w:proofErr w:type="spellStart"/>
      <w:r>
        <w:rPr>
          <w:rFonts w:ascii="Consolas" w:hAnsi="Consolas" w:cs="Consolas"/>
          <w:sz w:val="24"/>
          <w:szCs w:val="24"/>
          <w:lang w:val="de-AT"/>
        </w:rPr>
        <w:t>search</w:t>
      </w:r>
      <w:proofErr w:type="spellEnd"/>
      <w:r w:rsidR="004F162F">
        <w:rPr>
          <w:rFonts w:ascii="Consolas" w:hAnsi="Consolas" w:cs="Consolas"/>
          <w:sz w:val="24"/>
          <w:szCs w:val="24"/>
          <w:lang w:val="de-AT"/>
        </w:rPr>
        <w:t>:</w:t>
      </w:r>
    </w:p>
    <w:p w14:paraId="3983BC43" w14:textId="77777777" w:rsidR="007F42D3" w:rsidRDefault="0093237A" w:rsidP="00EE76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de-AT"/>
        </w:rPr>
      </w:pP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project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= VECTO AND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status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in ("In Progress",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Resolved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Closed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>) AND (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affectedVersion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in (3.1.0, 3.1.1) OR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fixVersion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in (3.1.1, 3.1.0)) AND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updated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&gt;= 2016-10-14 ORDER BY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created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DESC,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updated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DESC,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priority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DESC, </w:t>
      </w:r>
      <w:proofErr w:type="spellStart"/>
      <w:r w:rsidRPr="0093237A">
        <w:rPr>
          <w:rFonts w:ascii="Consolas" w:hAnsi="Consolas" w:cs="Consolas"/>
          <w:sz w:val="24"/>
          <w:szCs w:val="24"/>
          <w:lang w:val="de-AT"/>
        </w:rPr>
        <w:t>status</w:t>
      </w:r>
      <w:proofErr w:type="spellEnd"/>
      <w:r w:rsidRPr="0093237A">
        <w:rPr>
          <w:rFonts w:ascii="Consolas" w:hAnsi="Consolas" w:cs="Consolas"/>
          <w:sz w:val="24"/>
          <w:szCs w:val="24"/>
          <w:lang w:val="de-AT"/>
        </w:rPr>
        <w:t xml:space="preserve"> ASC</w:t>
      </w:r>
    </w:p>
    <w:p w14:paraId="0DDA26AB" w14:textId="77777777" w:rsidR="00656CF3" w:rsidRDefault="00656CF3">
      <w:pPr>
        <w:pStyle w:val="Kommentartext"/>
      </w:pPr>
    </w:p>
  </w:comment>
  <w:comment w:id="7" w:author="Michael Krisper" w:date="2016-10-24T13:29:00Z" w:initials="MK">
    <w:p w14:paraId="5E5FA90A" w14:textId="77777777" w:rsidR="00B72761" w:rsidRDefault="00B72761">
      <w:pPr>
        <w:pStyle w:val="Kommentartext"/>
      </w:pPr>
      <w:r>
        <w:rPr>
          <w:rStyle w:val="Kommentarzeichen"/>
        </w:rPr>
        <w:annotationRef/>
      </w:r>
      <w:proofErr w:type="spellStart"/>
      <w:r w:rsidR="00BB448B">
        <w:t>AT_Gearbox_</w:t>
      </w:r>
      <w:proofErr w:type="gramStart"/>
      <w:r w:rsidR="00BB448B">
        <w:t>Drive</w:t>
      </w:r>
      <w:proofErr w:type="spellEnd"/>
      <w:r w:rsidR="00BB448B">
        <w:t>(</w:t>
      </w:r>
      <w:proofErr w:type="gramEnd"/>
      <w:r w:rsidR="00BB448B">
        <w:t>10,10,-15)</w:t>
      </w:r>
    </w:p>
    <w:p w14:paraId="4C293875" w14:textId="77777777" w:rsidR="00BB448B" w:rsidRDefault="00BB448B">
      <w:pPr>
        <w:pStyle w:val="Kommentartext"/>
      </w:pPr>
      <w:proofErr w:type="spellStart"/>
      <w:r>
        <w:t>AT_Gearbox_</w:t>
      </w:r>
      <w:proofErr w:type="gramStart"/>
      <w:r>
        <w:t>Drive</w:t>
      </w:r>
      <w:proofErr w:type="spellEnd"/>
      <w:r>
        <w:t>(</w:t>
      </w:r>
      <w:proofErr w:type="gramEnd"/>
      <w:r>
        <w:t>10,10,-25)</w:t>
      </w:r>
    </w:p>
    <w:p w14:paraId="5E6B9C6C" w14:textId="77777777" w:rsidR="00BB448B" w:rsidRDefault="00BB448B">
      <w:pPr>
        <w:pStyle w:val="Kommentartext"/>
      </w:pPr>
      <w:proofErr w:type="spellStart"/>
      <w:r>
        <w:t>CreateDeclarationSimulationRun</w:t>
      </w:r>
      <w:proofErr w:type="spellEnd"/>
    </w:p>
    <w:p w14:paraId="71BA9377" w14:textId="77777777" w:rsidR="00BB448B" w:rsidRDefault="00BB448B">
      <w:pPr>
        <w:pStyle w:val="Kommentartext"/>
      </w:pPr>
      <w:proofErr w:type="spellStart"/>
      <w:r>
        <w:t>ModDataIntegrityTest</w:t>
      </w:r>
      <w:proofErr w:type="spellEnd"/>
    </w:p>
    <w:p w14:paraId="4C4338B2" w14:textId="371D2D1B" w:rsidR="00BB448B" w:rsidRDefault="00BB448B">
      <w:pPr>
        <w:pStyle w:val="Kommentartext"/>
      </w:pPr>
      <w:proofErr w:type="spellStart"/>
      <w:r>
        <w:t>ReadDeclarationJobFile</w:t>
      </w:r>
      <w:proofErr w:type="spellEnd"/>
    </w:p>
  </w:comment>
  <w:comment w:id="13" w:author="Michael Krisper" w:date="2016-10-24T13:30:00Z" w:initials="MK">
    <w:p w14:paraId="156352E9" w14:textId="3C6B135E" w:rsidR="00BB448B" w:rsidRDefault="00BB448B">
      <w:pPr>
        <w:pStyle w:val="Kommentartext"/>
      </w:pPr>
      <w:r>
        <w:rPr>
          <w:rStyle w:val="Kommentarzeichen"/>
        </w:rPr>
        <w:annotationRef/>
      </w:r>
      <w:proofErr w:type="spellStart"/>
      <w:r>
        <w:t>Truck_</w:t>
      </w:r>
      <w:proofErr w:type="gramStart"/>
      <w:r>
        <w:t>AllSlopes</w:t>
      </w:r>
      <w:proofErr w:type="spellEnd"/>
      <w:r>
        <w:t>(</w:t>
      </w:r>
      <w:proofErr w:type="gramEnd"/>
      <w:r>
        <w:t>20,0)</w:t>
      </w:r>
    </w:p>
  </w:comment>
  <w:comment w:id="14" w:author="Michael Krisper" w:date="2016-10-24T13:33:00Z" w:initials="MK">
    <w:p w14:paraId="149B74FD" w14:textId="77777777" w:rsidR="00EA2A71" w:rsidRDefault="00EA2A71">
      <w:pPr>
        <w:pStyle w:val="Kommentartext"/>
      </w:pPr>
      <w:r>
        <w:rPr>
          <w:rStyle w:val="Kommentarzeichen"/>
        </w:rPr>
        <w:annotationRef/>
      </w:r>
      <w:r>
        <w:t>LH 74.5 g/t.km</w:t>
      </w:r>
    </w:p>
    <w:p w14:paraId="45F38F13" w14:textId="77777777" w:rsidR="00EA2A71" w:rsidRDefault="00EA2A71">
      <w:pPr>
        <w:pStyle w:val="Kommentartext"/>
      </w:pPr>
      <w:r>
        <w:t>RD 190.7 g/t.km</w:t>
      </w:r>
    </w:p>
    <w:p w14:paraId="5128DA9F" w14:textId="15B334BD" w:rsidR="00EA2A71" w:rsidRDefault="00EA2A71">
      <w:pPr>
        <w:pStyle w:val="Kommentartext"/>
      </w:pPr>
      <w:r>
        <w:t>UD 211.7 g /t.km</w:t>
      </w:r>
    </w:p>
  </w:comment>
  <w:comment w:id="15" w:author="Michael Krisper" w:date="2016-10-24T13:34:00Z" w:initials="MK">
    <w:p w14:paraId="4269B667" w14:textId="77777777" w:rsidR="00EA2A71" w:rsidRDefault="00EA2A71">
      <w:pPr>
        <w:pStyle w:val="Kommentartext"/>
      </w:pPr>
      <w:r>
        <w:rPr>
          <w:rStyle w:val="Kommentarzeichen"/>
        </w:rPr>
        <w:annotationRef/>
      </w:r>
      <w:r>
        <w:t>LH 47.8 g/t.km</w:t>
      </w:r>
    </w:p>
    <w:p w14:paraId="065C3ECE" w14:textId="33B614FF" w:rsidR="00EA2A71" w:rsidRDefault="00EA2A71">
      <w:pPr>
        <w:pStyle w:val="Kommentartext"/>
      </w:pPr>
      <w:r>
        <w:t>RD 75.3 g/t.km</w:t>
      </w:r>
    </w:p>
  </w:comment>
  <w:comment w:id="16" w:author="Michael Krisper" w:date="2016-10-24T13:37:00Z" w:initials="MK">
    <w:p w14:paraId="7EBA559F" w14:textId="31DBFBCD" w:rsidR="00D04F06" w:rsidRDefault="00D04F06">
      <w:pPr>
        <w:pStyle w:val="Kommentartext"/>
      </w:pPr>
      <w:r>
        <w:rPr>
          <w:rStyle w:val="Kommentarzeichen"/>
        </w:rPr>
        <w:annotationRef/>
      </w:r>
      <w:r>
        <w:t>Needed</w:t>
      </w:r>
      <w:r w:rsidR="006912AE">
        <w:t xml:space="preserve"> very long:</w:t>
      </w:r>
      <w:r>
        <w:t xml:space="preserve"> 63 seconds!</w:t>
      </w:r>
    </w:p>
  </w:comment>
  <w:comment w:id="17" w:author="Michael Krisper" w:date="2016-10-24T13:39:00Z" w:initials="MK">
    <w:p w14:paraId="0E0C1BBA" w14:textId="1B3610F0" w:rsidR="006912AE" w:rsidRDefault="006912AE">
      <w:pPr>
        <w:pStyle w:val="Kommentartext"/>
      </w:pPr>
      <w:r>
        <w:rPr>
          <w:rStyle w:val="Kommentarzeichen"/>
        </w:rPr>
        <w:annotationRef/>
      </w:r>
      <w:r>
        <w:t xml:space="preserve">State: 103.23 </w:t>
      </w:r>
      <w:proofErr w:type="gramStart"/>
      <w:r>
        <w:t>%  ???</w:t>
      </w:r>
      <w:proofErr w:type="gramEnd"/>
    </w:p>
  </w:comment>
  <w:comment w:id="19" w:author="Michael Krisper" w:date="2016-10-24T15:52:00Z" w:initials="MK">
    <w:p w14:paraId="774250AD" w14:textId="25C01C0F" w:rsidR="0086093A" w:rsidRDefault="0086093A">
      <w:pPr>
        <w:pStyle w:val="Kommentartext"/>
      </w:pPr>
      <w:r>
        <w:rPr>
          <w:rStyle w:val="Kommentarzeichen"/>
        </w:rPr>
        <w:annotationRef/>
      </w:r>
      <w:r>
        <w:t xml:space="preserve">With </w:t>
      </w:r>
      <w:proofErr w:type="spellStart"/>
      <w:r>
        <w:t>BuildBot</w:t>
      </w:r>
      <w:proofErr w:type="spellEnd"/>
    </w:p>
  </w:comment>
  <w:comment w:id="20" w:author="Michael Krisper" w:date="2016-10-24T16:11:00Z" w:initials="MK">
    <w:p w14:paraId="05CD338C" w14:textId="7BD894A3" w:rsidR="00B34AF9" w:rsidRDefault="00B34AF9">
      <w:pPr>
        <w:pStyle w:val="Kommentartext"/>
      </w:pPr>
      <w:r>
        <w:rPr>
          <w:rStyle w:val="Kommentarzeichen"/>
        </w:rPr>
        <w:annotationRef/>
      </w:r>
      <w:r w:rsidRPr="00B34AF9">
        <w:t>https://webgate.ec.europa.eu/CITnet/svn/VECTO/trunk/Share/</w:t>
      </w:r>
    </w:p>
  </w:comment>
  <w:comment w:id="21" w:author="Michael Krisper" w:date="2016-10-24T16:12:00Z" w:initials="MK">
    <w:p w14:paraId="3ECB2C79" w14:textId="5DCE7DE7" w:rsidR="00B34AF9" w:rsidRDefault="00B34AF9">
      <w:pPr>
        <w:pStyle w:val="Kommentartext"/>
      </w:pPr>
      <w:r>
        <w:rPr>
          <w:rStyle w:val="Kommentarzeichen"/>
        </w:rPr>
        <w:annotationRef/>
      </w:r>
      <w:r w:rsidRPr="00B34AF9">
        <w:t>https://webgate.ec.europa.eu/CITnet/confluence/display/VECTO/Releases</w:t>
      </w:r>
    </w:p>
  </w:comment>
  <w:comment w:id="22" w:author="Michael Krisper" w:date="2016-10-24T16:12:00Z" w:initials="MK">
    <w:p w14:paraId="55C0E09B" w14:textId="59382C57" w:rsidR="00B34AF9" w:rsidRDefault="00B34AF9">
      <w:pPr>
        <w:pStyle w:val="Kommentartext"/>
      </w:pPr>
      <w:r>
        <w:rPr>
          <w:rStyle w:val="Kommentarzeichen"/>
        </w:rPr>
        <w:annotationRef/>
      </w:r>
      <w:r w:rsidRPr="00B34AF9">
        <w:t>https://webgate.ec.europa.eu/CITnet/confluence/display/VECTO/Releases#Releases-VECTOReleases</w:t>
      </w:r>
    </w:p>
  </w:comment>
  <w:comment w:id="23" w:author="Michael Krisper" w:date="2016-10-24T16:13:00Z" w:initials="MK">
    <w:p w14:paraId="5B09FACB" w14:textId="36DDAA74" w:rsidR="00B34AF9" w:rsidRDefault="00B34AF9">
      <w:pPr>
        <w:pStyle w:val="Kommentartext"/>
      </w:pPr>
      <w:r>
        <w:rPr>
          <w:rStyle w:val="Kommentarzeichen"/>
        </w:rPr>
        <w:annotationRef/>
      </w:r>
      <w:r w:rsidRPr="00B34AF9">
        <w:t>https://webgate.ec.europa.eu/CITnet/jira/browse/VECTO-58</w:t>
      </w:r>
    </w:p>
  </w:comment>
  <w:comment w:id="24" w:author="Michael Krisper" w:date="2016-10-24T17:22:00Z" w:initials="MK">
    <w:p w14:paraId="489DE81E" w14:textId="17CB31DE" w:rsidR="00E63593" w:rsidRDefault="00E63593">
      <w:pPr>
        <w:pStyle w:val="Kommentartext"/>
      </w:pPr>
      <w:r>
        <w:rPr>
          <w:rStyle w:val="Kommentarzeichen"/>
        </w:rPr>
        <w:annotationRef/>
      </w:r>
      <w:r w:rsidRPr="00E63593">
        <w:t>J:\TE-Em\Projekte\I_2013_08_HDV_CO2_LOT_4_SR7\VECTO\Releases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BDC4BD" w15:done="0"/>
  <w15:commentEx w15:paraId="5B3138A3" w15:done="0"/>
  <w15:commentEx w15:paraId="0DDA26AB" w15:done="0"/>
  <w15:commentEx w15:paraId="4C4338B2" w15:done="0"/>
  <w15:commentEx w15:paraId="156352E9" w15:done="0"/>
  <w15:commentEx w15:paraId="5128DA9F" w15:done="0"/>
  <w15:commentEx w15:paraId="065C3ECE" w15:done="0"/>
  <w15:commentEx w15:paraId="7EBA559F" w15:done="0"/>
  <w15:commentEx w15:paraId="0E0C1BBA" w15:done="0"/>
  <w15:commentEx w15:paraId="774250AD" w15:done="0"/>
  <w15:commentEx w15:paraId="05CD338C" w15:done="0"/>
  <w15:commentEx w15:paraId="3ECB2C79" w15:done="0"/>
  <w15:commentEx w15:paraId="55C0E09B" w15:done="0"/>
  <w15:commentEx w15:paraId="5B09FACB" w15:done="0"/>
  <w15:commentEx w15:paraId="489DE81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hael Krisper">
    <w15:presenceInfo w15:providerId="None" w15:userId="Michael Krisp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36"/>
    <w:rsid w:val="00016576"/>
    <w:rsid w:val="000E1FF0"/>
    <w:rsid w:val="00140B70"/>
    <w:rsid w:val="00185194"/>
    <w:rsid w:val="00190976"/>
    <w:rsid w:val="001C21D1"/>
    <w:rsid w:val="002050B7"/>
    <w:rsid w:val="00224B1E"/>
    <w:rsid w:val="0028115A"/>
    <w:rsid w:val="002B3013"/>
    <w:rsid w:val="002D477B"/>
    <w:rsid w:val="003A51BA"/>
    <w:rsid w:val="003D7382"/>
    <w:rsid w:val="003E04DD"/>
    <w:rsid w:val="003F4705"/>
    <w:rsid w:val="0042244A"/>
    <w:rsid w:val="004571BF"/>
    <w:rsid w:val="00465C6D"/>
    <w:rsid w:val="004E6BCC"/>
    <w:rsid w:val="004F162F"/>
    <w:rsid w:val="00526FF7"/>
    <w:rsid w:val="00656CF3"/>
    <w:rsid w:val="0067268A"/>
    <w:rsid w:val="006912AE"/>
    <w:rsid w:val="006F22BA"/>
    <w:rsid w:val="00770273"/>
    <w:rsid w:val="00772136"/>
    <w:rsid w:val="007C7518"/>
    <w:rsid w:val="007E3104"/>
    <w:rsid w:val="007F42D3"/>
    <w:rsid w:val="0083250F"/>
    <w:rsid w:val="0086093A"/>
    <w:rsid w:val="008644AB"/>
    <w:rsid w:val="00911A49"/>
    <w:rsid w:val="0093237A"/>
    <w:rsid w:val="009521CE"/>
    <w:rsid w:val="00974829"/>
    <w:rsid w:val="009F7B12"/>
    <w:rsid w:val="00B3284E"/>
    <w:rsid w:val="00B34AF9"/>
    <w:rsid w:val="00B72761"/>
    <w:rsid w:val="00BB448B"/>
    <w:rsid w:val="00CA1788"/>
    <w:rsid w:val="00CF1645"/>
    <w:rsid w:val="00D04F06"/>
    <w:rsid w:val="00D13AA0"/>
    <w:rsid w:val="00D42FA1"/>
    <w:rsid w:val="00D8626E"/>
    <w:rsid w:val="00DA09BE"/>
    <w:rsid w:val="00DC7F41"/>
    <w:rsid w:val="00E05572"/>
    <w:rsid w:val="00E26ADF"/>
    <w:rsid w:val="00E30CF1"/>
    <w:rsid w:val="00E63593"/>
    <w:rsid w:val="00EA2A71"/>
    <w:rsid w:val="00EE0F8E"/>
    <w:rsid w:val="00EE7629"/>
    <w:rsid w:val="00F03BC8"/>
    <w:rsid w:val="00F0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252BF"/>
  <w15:docId w15:val="{C2365B8A-4BCC-4C77-9E6B-7E37B91B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C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5C6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5C6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C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C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krisper\Downloads\releaseVECTO3.1.0.662\checklist_VECTO_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B5840-6023-49FB-BA5D-EA9B62F3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checklist_VECTO_Release.dotx</Template>
  <TotalTime>0</TotalTime>
  <Pages>2</Pages>
  <Words>387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Krisper</dc:creator>
  <cp:lastModifiedBy>Michael Krisper</cp:lastModifiedBy>
  <cp:revision>7</cp:revision>
  <dcterms:created xsi:type="dcterms:W3CDTF">2016-10-24T08:19:00Z</dcterms:created>
  <dcterms:modified xsi:type="dcterms:W3CDTF">2016-11-14T14:30:00Z</dcterms:modified>
</cp:coreProperties>
</file>