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D23E24">
        <w:rPr>
          <w:rFonts w:ascii="Arial" w:hAnsi="Arial" w:cs="Arial"/>
          <w:noProof/>
          <w:lang w:val="de-AT"/>
        </w:rPr>
        <w:t>3.1.0.68</w:t>
      </w:r>
      <w:r w:rsidR="00E65179">
        <w:rPr>
          <w:rFonts w:ascii="Arial" w:hAnsi="Arial" w:cs="Arial"/>
          <w:noProof/>
          <w:lang w:val="de-AT"/>
        </w:rPr>
        <w:t>3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9246" w:type="dxa"/>
        <w:tblInd w:w="360" w:type="dxa"/>
        <w:tblLook w:val="04A0" w:firstRow="1" w:lastRow="0" w:firstColumn="1" w:lastColumn="0" w:noHBand="0" w:noVBand="1"/>
      </w:tblPr>
      <w:tblGrid>
        <w:gridCol w:w="8810"/>
        <w:gridCol w:w="436"/>
      </w:tblGrid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Version Number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C91109">
              <w:rPr>
                <w:rFonts w:ascii="Arial" w:hAnsi="Arial" w:cs="Arial"/>
              </w:rPr>
              <w:t>Check Project Version.cs (VectoCore, VectoConsole)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D23E24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14191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D15D7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D15D7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D15D7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D15D7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C379D4">
        <w:tc>
          <w:tcPr>
            <w:tcW w:w="8810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36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53151" w:rsidRPr="00911A49" w:rsidTr="00C379D4">
        <w:tc>
          <w:tcPr>
            <w:tcW w:w="8810" w:type="dxa"/>
          </w:tcPr>
          <w:p w:rsidR="00353151" w:rsidRPr="00770273" w:rsidRDefault="00353151" w:rsidP="00C379D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PDF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53151" w:rsidRPr="00770273" w:rsidRDefault="0083014B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C379D4">
        <w:tc>
          <w:tcPr>
            <w:tcW w:w="8810" w:type="dxa"/>
          </w:tcPr>
          <w:p w:rsidR="00353151" w:rsidRPr="00770273" w:rsidRDefault="00353151" w:rsidP="00C379D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53151" w:rsidRPr="00770273" w:rsidRDefault="0083014B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3662C3">
        <w:tc>
          <w:tcPr>
            <w:tcW w:w="8810" w:type="dxa"/>
          </w:tcPr>
          <w:p w:rsidR="004D3CE2" w:rsidRPr="004D3CE2" w:rsidRDefault="003662C3" w:rsidP="004D3CE2">
            <w:pPr>
              <w:ind w:left="207" w:hanging="207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D3CE2">
              <w:rPr>
                <w:rFonts w:ascii="Arial" w:hAnsi="Arial" w:cs="Arial"/>
                <w:lang w:val="de-AT"/>
              </w:rPr>
              <w:t>1195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0" w:name="OLE_LINK11"/>
            <w:bookmarkStart w:id="1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32BCA">
              <w:rPr>
                <w:rFonts w:ascii="Arial" w:hAnsi="Arial" w:cs="Arial"/>
                <w:noProof/>
                <w:lang w:val="de-AT"/>
              </w:rPr>
              <w:t>1200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0"/>
            <w:bookmarkEnd w:id="1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2" w:name="OLE_LINK9"/>
            <w:bookmarkStart w:id="3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4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D3CE2" w:rsidRPr="004D3CE2">
              <w:rPr>
                <w:rFonts w:ascii="Arial" w:hAnsi="Arial" w:cs="Arial"/>
                <w:noProof/>
              </w:rPr>
              <w:t>AT_Gearbox_Drive(10,10,-15)</w:t>
            </w:r>
          </w:p>
          <w:p w:rsidR="004D3CE2" w:rsidRPr="004D3CE2" w:rsidRDefault="004D3CE2" w:rsidP="004D3CE2">
            <w:pPr>
              <w:ind w:left="207" w:hanging="207"/>
              <w:rPr>
                <w:rFonts w:ascii="Arial" w:hAnsi="Arial" w:cs="Arial"/>
                <w:noProof/>
              </w:rPr>
            </w:pPr>
            <w:r w:rsidRPr="004D3CE2">
              <w:rPr>
                <w:rFonts w:ascii="Arial" w:hAnsi="Arial" w:cs="Arial"/>
                <w:noProof/>
              </w:rPr>
              <w:t>AT_Gearbox_Drive(10,10,-25)</w:t>
            </w:r>
          </w:p>
          <w:p w:rsidR="004D3CE2" w:rsidRPr="004D3CE2" w:rsidRDefault="004D3CE2" w:rsidP="004D3CE2">
            <w:pPr>
              <w:ind w:left="207" w:hanging="207"/>
              <w:rPr>
                <w:rFonts w:ascii="Arial" w:hAnsi="Arial" w:cs="Arial"/>
                <w:noProof/>
              </w:rPr>
            </w:pPr>
            <w:r w:rsidRPr="004D3CE2">
              <w:rPr>
                <w:rFonts w:ascii="Arial" w:hAnsi="Arial" w:cs="Arial"/>
                <w:noProof/>
              </w:rPr>
              <w:t>CreateDeclarationSimulationRun</w:t>
            </w:r>
          </w:p>
          <w:p w:rsidR="004D3CE2" w:rsidRPr="004D3CE2" w:rsidRDefault="004D3CE2" w:rsidP="004D3CE2">
            <w:pPr>
              <w:ind w:left="207" w:hanging="207"/>
              <w:rPr>
                <w:rFonts w:ascii="Arial" w:hAnsi="Arial" w:cs="Arial"/>
                <w:noProof/>
              </w:rPr>
            </w:pPr>
            <w:r w:rsidRPr="004D3CE2">
              <w:rPr>
                <w:rFonts w:ascii="Arial" w:hAnsi="Arial" w:cs="Arial"/>
                <w:noProof/>
              </w:rPr>
              <w:t>ModDataIntegrityTest</w:t>
            </w:r>
          </w:p>
          <w:p w:rsidR="003662C3" w:rsidRPr="00770273" w:rsidRDefault="004D3CE2" w:rsidP="004D3CE2">
            <w:pPr>
              <w:ind w:left="207" w:hanging="207"/>
              <w:rPr>
                <w:rFonts w:ascii="Arial" w:hAnsi="Arial" w:cs="Arial"/>
              </w:rPr>
            </w:pPr>
            <w:r w:rsidRPr="004D3CE2">
              <w:rPr>
                <w:rFonts w:ascii="Arial" w:hAnsi="Arial" w:cs="Arial"/>
                <w:noProof/>
              </w:rPr>
              <w:t>ReadDeclarationJobFile</w:t>
            </w:r>
            <w:r w:rsidR="003662C3">
              <w:rPr>
                <w:rFonts w:ascii="Arial" w:hAnsi="Arial" w:cs="Arial"/>
              </w:rPr>
              <w:fldChar w:fldCharType="end"/>
            </w:r>
            <w:bookmarkEnd w:id="4"/>
            <w:r w:rsidR="003662C3">
              <w:rPr>
                <w:rFonts w:ascii="Arial" w:hAnsi="Arial" w:cs="Arial"/>
              </w:rPr>
              <w:t xml:space="preserve"> </w:t>
            </w:r>
            <w:bookmarkEnd w:id="2"/>
            <w:bookmarkEnd w:id="3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C32BC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DC7F41" w:rsidRDefault="003662C3" w:rsidP="00C32BCA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DC7F41">
              <w:rPr>
                <w:rFonts w:ascii="Arial" w:hAnsi="Arial" w:cs="Arial"/>
              </w:rPr>
              <w:t xml:space="preserve">ModelBased Tests: </w:t>
            </w:r>
            <w:r w:rsidRPr="00DC7F41">
              <w:rPr>
                <w:rFonts w:ascii="Arial" w:hAnsi="Arial" w:cs="Arial"/>
              </w:rPr>
              <w:tab/>
            </w:r>
            <w:bookmarkStart w:id="5" w:name="OLE_LINK7"/>
            <w:bookmarkStart w:id="6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7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7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8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32BCA">
              <w:rPr>
                <w:rFonts w:ascii="Arial" w:hAnsi="Arial" w:cs="Arial"/>
                <w:lang w:val="de-AT"/>
              </w:rPr>
              <w:t> </w:t>
            </w:r>
            <w:r w:rsidR="00C32BCA">
              <w:rPr>
                <w:rFonts w:ascii="Arial" w:hAnsi="Arial" w:cs="Arial"/>
                <w:lang w:val="de-AT"/>
              </w:rPr>
              <w:t> </w:t>
            </w:r>
            <w:r w:rsidR="00C32BCA">
              <w:rPr>
                <w:rFonts w:ascii="Arial" w:hAnsi="Arial" w:cs="Arial"/>
                <w:lang w:val="de-AT"/>
              </w:rPr>
              <w:t> </w:t>
            </w:r>
            <w:r w:rsidR="00C32BCA">
              <w:rPr>
                <w:rFonts w:ascii="Arial" w:hAnsi="Arial" w:cs="Arial"/>
                <w:lang w:val="de-AT"/>
              </w:rPr>
              <w:t> </w:t>
            </w:r>
            <w:r w:rsidR="00C32BCA">
              <w:rPr>
                <w:rFonts w:ascii="Arial" w:hAnsi="Arial" w:cs="Arial"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8"/>
            <w:r w:rsidRPr="00DC7F41">
              <w:rPr>
                <w:rFonts w:ascii="Arial" w:hAnsi="Arial" w:cs="Arial"/>
              </w:rPr>
              <w:t xml:space="preserve"> successful</w:t>
            </w:r>
            <w:bookmarkEnd w:id="5"/>
            <w:bookmarkEnd w:id="6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3662C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EB0BD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7467B">
              <w:rPr>
                <w:rFonts w:ascii="Arial" w:hAnsi="Arial" w:cs="Arial"/>
                <w:noProof/>
                <w:lang w:val="de-AT"/>
              </w:rPr>
              <w:t>339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D0765A">
              <w:rPr>
                <w:rFonts w:ascii="Arial" w:hAnsi="Arial" w:cs="Arial"/>
                <w:noProof/>
                <w:lang w:val="de-AT"/>
              </w:rPr>
              <w:t>339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EB0BD2">
              <w:rPr>
                <w:rFonts w:ascii="Arial" w:hAnsi="Arial" w:cs="Arial"/>
                <w:noProof/>
              </w:rPr>
              <w:t>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7467B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B13CE" w:rsidRPr="00DC7F41" w:rsidTr="003662C3">
        <w:tc>
          <w:tcPr>
            <w:tcW w:w="8810" w:type="dxa"/>
          </w:tcPr>
          <w:p w:rsidR="006B13CE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Open Declaration 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6B13CE" w:rsidRPr="00DC7F41" w:rsidRDefault="00CA4D71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DC7F41" w:rsidTr="003662C3">
        <w:tc>
          <w:tcPr>
            <w:tcW w:w="8810" w:type="dxa"/>
          </w:tcPr>
          <w:p w:rsidR="001833A8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Pr="00DC7F41" w:rsidRDefault="002A10BF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DC7F41" w:rsidTr="003662C3">
        <w:tc>
          <w:tcPr>
            <w:tcW w:w="8810" w:type="dxa"/>
          </w:tcPr>
          <w:p w:rsidR="001833A8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Pr="00DC7F41" w:rsidRDefault="002A10BF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CA4D71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B6F58">
              <w:rPr>
                <w:rFonts w:ascii="Arial" w:hAnsi="Arial" w:cs="Arial"/>
                <w:noProof/>
              </w:rPr>
              <w:t>1</w:t>
            </w:r>
            <w:r w:rsidR="00CA4D71">
              <w:rPr>
                <w:rFonts w:ascii="Arial" w:hAnsi="Arial" w:cs="Arial"/>
                <w:noProof/>
              </w:rPr>
              <w:t>5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 w:rsidR="00EA7A3C">
              <w:rPr>
                <w:rFonts w:ascii="Arial" w:hAnsi="Arial" w:cs="Arial"/>
              </w:rPr>
              <w:t xml:space="preserve"> </w:t>
            </w:r>
            <w:r w:rsidR="00321ACB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/</w:t>
            </w:r>
            <w:r w:rsidR="005D263C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 xml:space="preserve">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B6F58">
              <w:rPr>
                <w:rFonts w:ascii="Arial" w:hAnsi="Arial" w:cs="Arial"/>
                <w:noProof/>
              </w:rPr>
              <w:t>24.1996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CA4D71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571EF" w:rsidRPr="00911A49" w:rsidTr="00C379D4">
        <w:tc>
          <w:tcPr>
            <w:tcW w:w="8810" w:type="dxa"/>
          </w:tcPr>
          <w:p w:rsidR="009571EF" w:rsidRPr="00770273" w:rsidRDefault="009571EF" w:rsidP="005D2C2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D2C24">
              <w:rPr>
                <w:rFonts w:ascii="Arial" w:hAnsi="Arial" w:cs="Arial"/>
              </w:rPr>
              <w:t>13</w:t>
            </w:r>
            <w:r>
              <w:rPr>
                <w:rFonts w:ascii="Arial" w:hAnsi="Arial" w:cs="Arial"/>
              </w:rPr>
              <w:fldChar w:fldCharType="end"/>
            </w:r>
            <w:r w:rsidR="00321ACB"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 w:rsidR="00321ACB">
              <w:rPr>
                <w:rFonts w:ascii="Arial" w:hAnsi="Arial" w:cs="Arial"/>
              </w:rPr>
              <w:t>FC final 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60009">
              <w:rPr>
                <w:rFonts w:ascii="Arial" w:hAnsi="Arial" w:cs="Arial"/>
                <w:noProof/>
              </w:rPr>
              <w:t>34.2</w:t>
            </w:r>
            <w:r w:rsidR="005D2C24">
              <w:rPr>
                <w:rFonts w:ascii="Arial" w:hAnsi="Arial" w:cs="Arial"/>
                <w:noProof/>
              </w:rPr>
              <w:t>213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571EF" w:rsidRPr="00770273" w:rsidRDefault="00341EDF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341E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72C21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 w:rsidR="00321ACB"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 w:rsidR="00321ACB">
              <w:rPr>
                <w:rFonts w:ascii="Arial" w:hAnsi="Arial" w:cs="Arial"/>
              </w:rPr>
              <w:t>FC final 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72C21">
              <w:rPr>
                <w:rFonts w:ascii="Arial" w:hAnsi="Arial" w:cs="Arial"/>
                <w:noProof/>
              </w:rPr>
              <w:t>21.3509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341ED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3662C3">
        <w:tc>
          <w:tcPr>
            <w:tcW w:w="8810" w:type="dxa"/>
          </w:tcPr>
          <w:p w:rsidR="001833A8" w:rsidRDefault="002402DA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Open Engineering Job File: Class 5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2A10B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3662C3">
        <w:tc>
          <w:tcPr>
            <w:tcW w:w="8810" w:type="dxa"/>
          </w:tcPr>
          <w:p w:rsidR="001833A8" w:rsidRDefault="002402DA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2A10B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3662C3">
        <w:tc>
          <w:tcPr>
            <w:tcW w:w="8810" w:type="dxa"/>
          </w:tcPr>
          <w:p w:rsidR="001833A8" w:rsidRDefault="002402DA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2A10B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3C4AD3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C4AD3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fldChar w:fldCharType="end"/>
            </w:r>
            <w:r w:rsidR="00321ACB"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 w:rsidR="00321ACB">
              <w:rPr>
                <w:rFonts w:ascii="Arial" w:hAnsi="Arial" w:cs="Arial"/>
              </w:rPr>
              <w:t>FC final 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C4AD3" w:rsidRPr="003C4AD3">
              <w:rPr>
                <w:rFonts w:ascii="Arial" w:hAnsi="Arial" w:cs="Arial"/>
              </w:rPr>
              <w:t>37.4811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C94467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920A91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20A91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20A91" w:rsidRPr="00920A91">
              <w:rPr>
                <w:rFonts w:ascii="Arial" w:hAnsi="Arial" w:cs="Arial"/>
              </w:rPr>
              <w:t>305.0995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C94467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341E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41EDF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41EDF">
              <w:rPr>
                <w:rFonts w:ascii="Arial" w:hAnsi="Arial" w:cs="Arial"/>
              </w:rPr>
              <w:t>20.0978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341ED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341E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41EDF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41EDF">
              <w:rPr>
                <w:rFonts w:ascii="Arial" w:hAnsi="Arial" w:cs="Arial"/>
              </w:rPr>
              <w:t>21.0393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341ED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C9446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94467">
              <w:rPr>
                <w:rFonts w:ascii="Arial" w:hAnsi="Arial" w:cs="Arial"/>
              </w:rPr>
              <w:t>62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94467" w:rsidRPr="00C94467">
              <w:rPr>
                <w:rFonts w:ascii="Arial" w:hAnsi="Arial" w:cs="Arial"/>
              </w:rPr>
              <w:t>41.6673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C94467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C9446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20A91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C94467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>/</w:t>
            </w:r>
            <w:r w:rsidR="00C94467"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20A91" w:rsidRPr="00920A91">
              <w:rPr>
                <w:rFonts w:ascii="Arial" w:hAnsi="Arial" w:cs="Arial"/>
              </w:rPr>
              <w:t>3436.9349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C94467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8C2B4D" w:rsidRPr="00911A49" w:rsidTr="000607B5">
        <w:tc>
          <w:tcPr>
            <w:tcW w:w="8810" w:type="dxa"/>
          </w:tcPr>
          <w:p w:rsidR="008C2B4D" w:rsidRDefault="008C2B4D" w:rsidP="000607B5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VECTO API GUI Buttons are working</w:t>
            </w:r>
          </w:p>
        </w:tc>
        <w:sdt>
          <w:sdtPr>
            <w:rPr>
              <w:rFonts w:ascii="Arial" w:hAnsi="Arial" w:cs="Arial"/>
            </w:rPr>
            <w:id w:val="-13469401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8C2B4D" w:rsidRPr="00770273" w:rsidRDefault="008C2B4D" w:rsidP="000607B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Default="008C2B4D" w:rsidP="008C2B4D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 xml:space="preserve">Run Declaration Job Class 2 in </w:t>
            </w:r>
            <w:proofErr w:type="spellStart"/>
            <w:r>
              <w:rPr>
                <w:rFonts w:ascii="Arial" w:hAnsi="Arial" w:cs="Arial"/>
              </w:rPr>
              <w:t>Vecto</w:t>
            </w:r>
            <w:proofErr w:type="spellEnd"/>
            <w:r>
              <w:rPr>
                <w:rFonts w:ascii="Arial" w:hAnsi="Arial" w:cs="Arial"/>
              </w:rPr>
              <w:t xml:space="preserve"> Console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465684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DC7F41" w:rsidTr="003662C3">
        <w:tc>
          <w:tcPr>
            <w:tcW w:w="8810" w:type="dxa"/>
          </w:tcPr>
          <w:p w:rsidR="0073775E" w:rsidRPr="00DC7F41" w:rsidRDefault="0073775E" w:rsidP="0073775E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436" w:type="dxa"/>
          </w:tcPr>
          <w:p w:rsidR="0073775E" w:rsidRPr="00DC7F41" w:rsidRDefault="0073775E" w:rsidP="0073775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3775E" w:rsidRPr="00DC7F41" w:rsidTr="003662C3">
        <w:tc>
          <w:tcPr>
            <w:tcW w:w="8810" w:type="dxa"/>
          </w:tcPr>
          <w:p w:rsidR="0073775E" w:rsidRPr="003D7382" w:rsidRDefault="0073775E" w:rsidP="0073775E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3D7382" w:rsidRDefault="00EE3B7D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16186823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73775E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ab/>
            </w:r>
            <w:r w:rsidRPr="00770273">
              <w:rPr>
                <w:rFonts w:ascii="Arial" w:hAnsi="Arial" w:cs="Arial"/>
              </w:rPr>
              <w:t>Compile VECTO in RELEASE Mode</w:t>
            </w:r>
          </w:p>
        </w:tc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EC10D6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EC10D6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EC10D6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EC10D6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</w:p>
        </w:tc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6606FB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9274" w:type="dxa"/>
        <w:tblInd w:w="360" w:type="dxa"/>
        <w:tblLook w:val="04A0" w:firstRow="1" w:lastRow="0" w:firstColumn="1" w:lastColumn="0" w:noHBand="0" w:noVBand="1"/>
      </w:tblPr>
      <w:tblGrid>
        <w:gridCol w:w="8838"/>
        <w:gridCol w:w="436"/>
      </w:tblGrid>
      <w:tr w:rsidR="00EE3B7D" w:rsidRPr="00911A49" w:rsidTr="00EE3B7D">
        <w:tc>
          <w:tcPr>
            <w:tcW w:w="8849" w:type="dxa"/>
          </w:tcPr>
          <w:p w:rsidR="00EE3B7D" w:rsidRDefault="00EE3B7D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:rsidR="00EE3B7D" w:rsidRDefault="00EE3B7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EE3B7D" w:rsidRPr="00911A49" w:rsidTr="00EE3B7D">
        <w:tc>
          <w:tcPr>
            <w:tcW w:w="8849" w:type="dxa"/>
          </w:tcPr>
          <w:p w:rsidR="00EE3B7D" w:rsidRDefault="00EE3B7D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Update Confluence WIKI with full 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:rsidR="00EE3B7D" w:rsidRDefault="00133CDC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EE3B7D" w:rsidRPr="00911A49" w:rsidTr="00EE3B7D">
        <w:tc>
          <w:tcPr>
            <w:tcW w:w="8849" w:type="dxa"/>
          </w:tcPr>
          <w:p w:rsidR="00EE3B7D" w:rsidRDefault="00EE3B7D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Update Confluence Table with short Changelog + Download Link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:rsidR="00EE3B7D" w:rsidRDefault="00133CDC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EE3B7D" w:rsidRPr="00911A49" w:rsidTr="00EE3B7D">
        <w:tc>
          <w:tcPr>
            <w:tcW w:w="8849" w:type="dxa"/>
          </w:tcPr>
          <w:p w:rsidR="00EE3B7D" w:rsidRDefault="00EE3B7D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Notify customers: Ticket VECTO-58 (inklude download link &amp; link to confluence page)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:rsidR="00EE3B7D" w:rsidRDefault="00133CDC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EE3B7D" w:rsidRPr="00911A49" w:rsidTr="00EE3B7D">
        <w:tc>
          <w:tcPr>
            <w:tcW w:w="8849" w:type="dxa"/>
          </w:tcPr>
          <w:p w:rsidR="00EE3B7D" w:rsidRPr="003A51BA" w:rsidRDefault="00EE3B7D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:rsidR="00EE3B7D" w:rsidRDefault="00EE3B7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E05572" w:rsidRDefault="00E05572" w:rsidP="00E05572">
      <w:pPr>
        <w:spacing w:after="0" w:line="240" w:lineRule="auto"/>
        <w:rPr>
          <w:rFonts w:ascii="Arial" w:hAnsi="Arial" w:cs="Arial"/>
        </w:rPr>
      </w:pPr>
    </w:p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9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bookmarkStart w:id="10" w:name="_GoBack"/>
      <w:bookmarkEnd w:id="10"/>
      <w:r w:rsidR="00E65179">
        <w:rPr>
          <w:sz w:val="24"/>
        </w:rPr>
        <w:t>14</w:t>
      </w:r>
      <w:r w:rsidR="00D23E24">
        <w:rPr>
          <w:noProof/>
          <w:sz w:val="24"/>
        </w:rPr>
        <w:t>.11.2016</w:t>
      </w:r>
      <w:r w:rsidRPr="003E04DD">
        <w:rPr>
          <w:sz w:val="24"/>
        </w:rPr>
        <w:fldChar w:fldCharType="end"/>
      </w:r>
      <w:bookmarkEnd w:id="9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1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D23E24">
        <w:rPr>
          <w:noProof/>
          <w:sz w:val="24"/>
        </w:rPr>
        <w:t>Michael Krisper</w:t>
      </w:r>
      <w:r>
        <w:rPr>
          <w:sz w:val="24"/>
        </w:rPr>
        <w:fldChar w:fldCharType="end"/>
      </w:r>
      <w:bookmarkEnd w:id="11"/>
    </w:p>
    <w:sectPr w:rsidR="003E04DD" w:rsidRPr="003E04DD" w:rsidSect="00DC7F41">
      <w:pgSz w:w="12240" w:h="15840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E24"/>
    <w:rsid w:val="00066915"/>
    <w:rsid w:val="000F680B"/>
    <w:rsid w:val="001258EE"/>
    <w:rsid w:val="00133CDC"/>
    <w:rsid w:val="00141912"/>
    <w:rsid w:val="001833A8"/>
    <w:rsid w:val="00185194"/>
    <w:rsid w:val="001C21D1"/>
    <w:rsid w:val="00200C55"/>
    <w:rsid w:val="002402DA"/>
    <w:rsid w:val="002634BC"/>
    <w:rsid w:val="002A10BF"/>
    <w:rsid w:val="002B3013"/>
    <w:rsid w:val="00321ACB"/>
    <w:rsid w:val="00331D3E"/>
    <w:rsid w:val="00341EDF"/>
    <w:rsid w:val="00353151"/>
    <w:rsid w:val="003662C3"/>
    <w:rsid w:val="003A51BA"/>
    <w:rsid w:val="003C4AD3"/>
    <w:rsid w:val="003D4508"/>
    <w:rsid w:val="003E04DD"/>
    <w:rsid w:val="003F09CD"/>
    <w:rsid w:val="0042244A"/>
    <w:rsid w:val="004236A5"/>
    <w:rsid w:val="00465684"/>
    <w:rsid w:val="0047467B"/>
    <w:rsid w:val="004D3CE2"/>
    <w:rsid w:val="00562C02"/>
    <w:rsid w:val="005B6F58"/>
    <w:rsid w:val="005D263C"/>
    <w:rsid w:val="005D2C24"/>
    <w:rsid w:val="00630761"/>
    <w:rsid w:val="006606FB"/>
    <w:rsid w:val="0067268A"/>
    <w:rsid w:val="00672C21"/>
    <w:rsid w:val="006B13CE"/>
    <w:rsid w:val="006E5A57"/>
    <w:rsid w:val="0073775E"/>
    <w:rsid w:val="00760817"/>
    <w:rsid w:val="00770273"/>
    <w:rsid w:val="007E138F"/>
    <w:rsid w:val="0083014B"/>
    <w:rsid w:val="008644AB"/>
    <w:rsid w:val="008C2B4D"/>
    <w:rsid w:val="008D5D80"/>
    <w:rsid w:val="008F28DF"/>
    <w:rsid w:val="00911A49"/>
    <w:rsid w:val="00920A91"/>
    <w:rsid w:val="009571EF"/>
    <w:rsid w:val="00960009"/>
    <w:rsid w:val="00A070DD"/>
    <w:rsid w:val="00B15A6B"/>
    <w:rsid w:val="00B3284E"/>
    <w:rsid w:val="00BB7C1D"/>
    <w:rsid w:val="00C10D52"/>
    <w:rsid w:val="00C27AFC"/>
    <w:rsid w:val="00C32BCA"/>
    <w:rsid w:val="00C91109"/>
    <w:rsid w:val="00C9146B"/>
    <w:rsid w:val="00C94467"/>
    <w:rsid w:val="00CA4D71"/>
    <w:rsid w:val="00D0765A"/>
    <w:rsid w:val="00D15D72"/>
    <w:rsid w:val="00D23E24"/>
    <w:rsid w:val="00D8626E"/>
    <w:rsid w:val="00DA09BE"/>
    <w:rsid w:val="00DC7F41"/>
    <w:rsid w:val="00DF3902"/>
    <w:rsid w:val="00E05572"/>
    <w:rsid w:val="00E65179"/>
    <w:rsid w:val="00EA7A3C"/>
    <w:rsid w:val="00EB0BD2"/>
    <w:rsid w:val="00EC006F"/>
    <w:rsid w:val="00EC10D6"/>
    <w:rsid w:val="00EE3B7D"/>
    <w:rsid w:val="00F4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F4CD1"/>
  <w15:docId w15:val="{4F84800E-79A1-435A-8218-90D178143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elkrisper\Documents\vecto-sim\Documentation\Checklist_Release_VECTO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3F4D4-C6C4-4767-ADBD-E20C94E50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1</Pages>
  <Words>408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 Krisper</dc:creator>
  <cp:lastModifiedBy>Michael Krisper</cp:lastModifiedBy>
  <cp:revision>17</cp:revision>
  <dcterms:created xsi:type="dcterms:W3CDTF">2016-11-11T12:33:00Z</dcterms:created>
  <dcterms:modified xsi:type="dcterms:W3CDTF">2016-11-14T15:06:00Z</dcterms:modified>
</cp:coreProperties>
</file>