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13263F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5E6430">
        <w:tc>
          <w:tcPr>
            <w:tcW w:w="8810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94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3D7382" w:rsidRDefault="00C96928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5E6430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C96928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69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69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969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C9692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5E6430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B6C8F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B6C8F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48C0">
        <w:tc>
          <w:tcPr>
            <w:tcW w:w="8810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Pr="00770273" w:rsidRDefault="002B6C8F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5E6430">
        <w:tc>
          <w:tcPr>
            <w:tcW w:w="8810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2B6C8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13263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3263F" w:rsidRPr="0013263F">
              <w:rPr>
                <w:rFonts w:ascii="Arial" w:hAnsi="Arial" w:cs="Arial"/>
              </w:rPr>
              <w:t>1572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3263F" w:rsidRPr="0013263F">
              <w:rPr>
                <w:rFonts w:ascii="Arial" w:hAnsi="Arial" w:cs="Arial"/>
                <w:noProof/>
              </w:rPr>
              <w:t>1572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3263F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326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326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5"/>
      <w:tr w:rsidR="003662C3" w:rsidRPr="00911A49" w:rsidTr="005E6430">
        <w:tc>
          <w:tcPr>
            <w:tcW w:w="8810" w:type="dxa"/>
          </w:tcPr>
          <w:p w:rsidR="003662C3" w:rsidRPr="00770273" w:rsidRDefault="003662C3" w:rsidP="0013263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3263F" w:rsidRPr="0013263F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13263F" w:rsidRPr="0013263F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3263F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3263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DC7F41" w:rsidRDefault="005E6430" w:rsidP="00E35B3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5E6430" w:rsidRPr="00DC7F41" w:rsidRDefault="005E6430" w:rsidP="00E35B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13263F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13263F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13263F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F911FB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5E6430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F911FB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911FB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911FB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E29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F173A">
              <w:rPr>
                <w:rFonts w:ascii="Arial" w:hAnsi="Arial" w:cs="Arial"/>
                <w:noProof/>
              </w:rPr>
              <w:t>18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F173A">
              <w:rPr>
                <w:rFonts w:ascii="Arial" w:hAnsi="Arial" w:cs="Arial"/>
              </w:rPr>
              <w:t>3</w:t>
            </w:r>
            <w:r w:rsidR="005E2942">
              <w:rPr>
                <w:rFonts w:ascii="Arial" w:hAnsi="Arial" w:cs="Arial"/>
              </w:rPr>
              <w:t>0.5961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F17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5E6430">
        <w:tc>
          <w:tcPr>
            <w:tcW w:w="8810" w:type="dxa"/>
          </w:tcPr>
          <w:p w:rsidR="009571EF" w:rsidRPr="00770273" w:rsidRDefault="009571EF" w:rsidP="005E29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F173A">
              <w:rPr>
                <w:rFonts w:ascii="Arial" w:hAnsi="Arial" w:cs="Arial"/>
                <w:noProof/>
              </w:rPr>
              <w:t>21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E2942">
              <w:rPr>
                <w:rFonts w:ascii="Arial" w:hAnsi="Arial" w:cs="Arial"/>
                <w:noProof/>
              </w:rPr>
              <w:t>34.7332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0F173A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F911F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F911F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F911FB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5E6430">
        <w:tc>
          <w:tcPr>
            <w:tcW w:w="8810" w:type="dxa"/>
          </w:tcPr>
          <w:p w:rsidR="00211E62" w:rsidRPr="00770273" w:rsidRDefault="00211E62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05BFD">
              <w:rPr>
                <w:rFonts w:ascii="Arial" w:hAnsi="Arial" w:cs="Arial"/>
                <w:noProof/>
              </w:rPr>
              <w:t>20.759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CB14B2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290.0893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72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</w:rPr>
              <w:t>42.2218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C6A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C6AAC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B14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C1C8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Default="003F4717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1C1C8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6430">
        <w:tc>
          <w:tcPr>
            <w:tcW w:w="8810" w:type="dxa"/>
          </w:tcPr>
          <w:p w:rsidR="003F4717" w:rsidRDefault="003F4717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1C1C8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7C05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7C05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36" w:type="dxa"/>
          </w:tcPr>
          <w:p w:rsidR="00A92BF2" w:rsidRDefault="00A92BF2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7C05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0"/>
      <w:tr w:rsidR="00C656D2" w:rsidRPr="00911A49" w:rsidTr="005E6430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7C0582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 w:rsidR="00A92BF2">
              <w:rPr>
                <w:rFonts w:ascii="Arial" w:hAnsi="Arial" w:cs="Arial"/>
              </w:rPr>
              <w:t>, push Tag to main repository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C05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3F4717" w:rsidRPr="00911A49" w:rsidTr="00C60328">
        <w:tc>
          <w:tcPr>
            <w:tcW w:w="8838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CD26A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C60328">
        <w:tc>
          <w:tcPr>
            <w:tcW w:w="8838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CD26A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 xml:space="preserve">Update Confluence WIKI </w:t>
            </w:r>
            <w:r w:rsidR="003F4717">
              <w:rPr>
                <w:rFonts w:ascii="Arial" w:hAnsi="Arial" w:cs="Arial"/>
              </w:rPr>
              <w:t>(Changelog, download links)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CD26A2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 w:rsidR="003F4717"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CD26A2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CD26A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Pr="003A51BA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327CF"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CD26A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CD26A2">
        <w:rPr>
          <w:noProof/>
          <w:sz w:val="24"/>
        </w:rPr>
        <w:t>4.6.2018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CD26A2">
        <w:rPr>
          <w:noProof/>
          <w:sz w:val="24"/>
        </w:rPr>
        <w:t>MQ</w:t>
      </w:r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C3"/>
    <w:rsid w:val="000F173A"/>
    <w:rsid w:val="0013263F"/>
    <w:rsid w:val="001833A8"/>
    <w:rsid w:val="00185194"/>
    <w:rsid w:val="001C1C80"/>
    <w:rsid w:val="001C21D1"/>
    <w:rsid w:val="00211E62"/>
    <w:rsid w:val="002402DA"/>
    <w:rsid w:val="002634BC"/>
    <w:rsid w:val="002942C3"/>
    <w:rsid w:val="002B3013"/>
    <w:rsid w:val="002B6C8F"/>
    <w:rsid w:val="00321ACB"/>
    <w:rsid w:val="00331D3E"/>
    <w:rsid w:val="00353151"/>
    <w:rsid w:val="003662C3"/>
    <w:rsid w:val="003A51BA"/>
    <w:rsid w:val="003E04DD"/>
    <w:rsid w:val="003F09CD"/>
    <w:rsid w:val="003F4717"/>
    <w:rsid w:val="00405BFD"/>
    <w:rsid w:val="0042244A"/>
    <w:rsid w:val="004C6AAC"/>
    <w:rsid w:val="005327CF"/>
    <w:rsid w:val="00555C84"/>
    <w:rsid w:val="00562C02"/>
    <w:rsid w:val="005D263C"/>
    <w:rsid w:val="005E2942"/>
    <w:rsid w:val="005E6430"/>
    <w:rsid w:val="0067268A"/>
    <w:rsid w:val="006B13CE"/>
    <w:rsid w:val="006D2E55"/>
    <w:rsid w:val="0073775E"/>
    <w:rsid w:val="00770273"/>
    <w:rsid w:val="007C0582"/>
    <w:rsid w:val="008644AB"/>
    <w:rsid w:val="008D5D80"/>
    <w:rsid w:val="008F2100"/>
    <w:rsid w:val="008F28DF"/>
    <w:rsid w:val="00911A49"/>
    <w:rsid w:val="009571EF"/>
    <w:rsid w:val="009A2686"/>
    <w:rsid w:val="00A070DD"/>
    <w:rsid w:val="00A92BF2"/>
    <w:rsid w:val="00B3284E"/>
    <w:rsid w:val="00B51291"/>
    <w:rsid w:val="00BB7C1D"/>
    <w:rsid w:val="00C10D52"/>
    <w:rsid w:val="00C656D2"/>
    <w:rsid w:val="00C91109"/>
    <w:rsid w:val="00C96928"/>
    <w:rsid w:val="00CB14B2"/>
    <w:rsid w:val="00CD26A2"/>
    <w:rsid w:val="00D8626E"/>
    <w:rsid w:val="00DA09BE"/>
    <w:rsid w:val="00DC7F41"/>
    <w:rsid w:val="00DF3902"/>
    <w:rsid w:val="00E05572"/>
    <w:rsid w:val="00E411BE"/>
    <w:rsid w:val="00EA7A3C"/>
    <w:rsid w:val="00EC006F"/>
    <w:rsid w:val="00F9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F6EDF"/>
  <w15:docId w15:val="{41AD5C08-05D4-46F8-AC7D-1F39CD5D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92C1-4927-4938-823E-5C7BC1B6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480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11</cp:revision>
  <dcterms:created xsi:type="dcterms:W3CDTF">2018-06-04T11:52:00Z</dcterms:created>
  <dcterms:modified xsi:type="dcterms:W3CDTF">2018-06-05T07:20:00Z</dcterms:modified>
</cp:coreProperties>
</file>