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1C3E1A" w:rsidRPr="003A3AD7">
        <w:rPr>
          <w:rFonts w:ascii="Arial" w:hAnsi="Arial" w:cs="Arial"/>
          <w:noProof/>
        </w:rPr>
        <w:t>3.3.1.1492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92179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92179D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92179D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92179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92179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92179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92179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92179D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92179D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92179D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92179D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92179D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92179D" w:rsidRPr="0092179D">
              <w:rPr>
                <w:rFonts w:ascii="Arial" w:hAnsi="Arial" w:cs="Arial"/>
                <w:noProof/>
              </w:rPr>
              <w:t>1739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92179D" w:rsidRPr="0092179D">
              <w:rPr>
                <w:rFonts w:ascii="Arial" w:hAnsi="Arial" w:cs="Arial"/>
                <w:noProof/>
              </w:rPr>
              <w:t>1739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92179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92179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92179D" w:rsidRPr="0092179D">
              <w:rPr>
                <w:rFonts w:ascii="Arial" w:hAnsi="Arial" w:cs="Arial"/>
                <w:noProof/>
              </w:rPr>
              <w:t>84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92179D" w:rsidRPr="0092179D">
              <w:rPr>
                <w:rFonts w:ascii="Arial" w:hAnsi="Arial" w:cs="Arial"/>
                <w:noProof/>
              </w:rPr>
              <w:t>84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92179D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92179D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92179D" w:rsidRPr="0092179D">
              <w:rPr>
                <w:rFonts w:ascii="Arial" w:hAnsi="Arial" w:cs="Arial"/>
                <w:noProof/>
              </w:rPr>
              <w:t>62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92179D" w:rsidRPr="0092179D">
              <w:rPr>
                <w:rFonts w:ascii="Arial" w:hAnsi="Arial" w:cs="Arial"/>
                <w:noProof/>
              </w:rPr>
              <w:t>76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2179D">
              <w:rPr>
                <w:rFonts w:ascii="Arial" w:hAnsi="Arial" w:cs="Arial"/>
                <w:noProof/>
              </w:rPr>
              <w:t>VECTO-787 (3x), VECTO-789, VECTO-815, VECTO-820, VECTO-843 (6x), VECTO-844 (2x)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92179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92179D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Start w:id="12" w:name="_Hlk53670990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92179D" w:rsidRPr="0092179D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92179D" w:rsidRPr="0092179D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92179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2"/>
      <w:tr w:rsidR="000F7850" w:rsidRPr="00911A49" w:rsidTr="004B0507">
        <w:tc>
          <w:tcPr>
            <w:tcW w:w="10216" w:type="dxa"/>
          </w:tcPr>
          <w:p w:rsidR="000F7850" w:rsidRPr="00770273" w:rsidRDefault="000F7850" w:rsidP="0092179D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 Notifications Article 10(2):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92179D" w:rsidRPr="0092179D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92179D" w:rsidRPr="0092179D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Ticket numbers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818879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2179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3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2179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3" w:displacedByCustomXml="prev"/>
      </w:tr>
      <w:tr w:rsidR="000F7850" w:rsidRPr="00627CC4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7B417B5AC44D4FD9AB80A56E16FB194E"/>
                </w:placeholder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="003A3AD7">
                  <w:rPr>
                    <w:rFonts w:ascii="Arial" w:hAnsi="Arial" w:cs="Arial"/>
                  </w:rPr>
                  <w:t>Official Release</w:t>
                </w:r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627CC4" w:rsidRDefault="0092179D" w:rsidP="000F7850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2179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2179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92179D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92179D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bookmarkStart w:id="14" w:name="_Hlk531677124"/>
            <w:bookmarkStart w:id="15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4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5A2C93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5"/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92179D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92179D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5A2C93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375B9">
              <w:rPr>
                <w:rFonts w:ascii="Arial" w:hAnsi="Arial" w:cs="Arial"/>
                <w:noProof/>
              </w:rPr>
              <w:t>18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A2C93">
              <w:rPr>
                <w:rFonts w:ascii="Arial" w:hAnsi="Arial" w:cs="Arial"/>
                <w:noProof/>
              </w:rPr>
              <w:t>30.5961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A2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5A2C93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375B9">
              <w:rPr>
                <w:rFonts w:ascii="Arial" w:hAnsi="Arial" w:cs="Arial"/>
                <w:noProof/>
              </w:rPr>
              <w:t>31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A2C93">
              <w:rPr>
                <w:rFonts w:ascii="Arial" w:hAnsi="Arial" w:cs="Arial"/>
                <w:noProof/>
              </w:rPr>
              <w:t>34.734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A2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5A2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5A2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5A2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5A2C93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375B9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A2C93">
              <w:rPr>
                <w:rFonts w:ascii="Arial" w:hAnsi="Arial" w:cs="Arial"/>
                <w:noProof/>
              </w:rPr>
              <w:t>20.7626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A2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5A2C93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375B9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A2C93">
              <w:rPr>
                <w:rFonts w:ascii="Arial" w:hAnsi="Arial" w:cs="Arial"/>
                <w:noProof/>
              </w:rPr>
              <w:t>36.8998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A2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5A2C93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375B9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A2C93">
              <w:rPr>
                <w:rFonts w:ascii="Arial" w:hAnsi="Arial" w:cs="Arial"/>
                <w:noProof/>
              </w:rPr>
              <w:t>289.8586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A2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5A2C93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375B9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A2C93">
              <w:rPr>
                <w:rFonts w:ascii="Arial" w:hAnsi="Arial" w:cs="Arial"/>
                <w:noProof/>
              </w:rPr>
              <w:t>21.2616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A2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5A2C93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6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375B9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A2C93">
              <w:rPr>
                <w:rFonts w:ascii="Arial" w:hAnsi="Arial" w:cs="Arial"/>
                <w:noProof/>
              </w:rPr>
              <w:t>21.7585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A2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5A2C93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375B9">
              <w:rPr>
                <w:rFonts w:ascii="Arial" w:hAnsi="Arial" w:cs="Arial"/>
                <w:noProof/>
              </w:rPr>
              <w:t>75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A2C93">
              <w:rPr>
                <w:rFonts w:ascii="Arial" w:hAnsi="Arial" w:cs="Arial"/>
                <w:noProof/>
              </w:rPr>
              <w:t>42.2298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A2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5A2C93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375B9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5A2C93">
              <w:rPr>
                <w:rFonts w:ascii="Arial" w:hAnsi="Arial" w:cs="Arial"/>
                <w:noProof/>
              </w:rPr>
              <w:t>3420.5478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A2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5A2C93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8522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7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8522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7" w:displacedByCustomXml="prev"/>
      </w:tr>
      <w:tr w:rsidR="000F7850" w:rsidRPr="00911A49" w:rsidTr="004B0507">
        <w:tc>
          <w:tcPr>
            <w:tcW w:w="10216" w:type="dxa"/>
          </w:tcPr>
          <w:p w:rsidR="000F7850" w:rsidRPr="0073192B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8" w:name="_Hlk531605404"/>
            <w:bookmarkStart w:id="19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8"/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0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8522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1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1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8522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2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8522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3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3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085229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9A2686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4" w:name="_Hlk472520743"/>
            <w:bookmarkEnd w:id="19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5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41197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5" w:displacedByCustomXml="prev"/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41197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2D518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4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2D518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6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2D5186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6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41197A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</w:t>
            </w:r>
          </w:p>
          <w:p w:rsidR="0098478D" w:rsidRDefault="0041197A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41197A">
              <w:rPr>
                <w:rFonts w:ascii="Courier New" w:hAnsi="Courier New" w:cs="Courier New"/>
                <w:noProof/>
                <w:sz w:val="12"/>
              </w:rPr>
              <w:t>SHA256          81DC59C16E0B6F4B637963FD00A79AA26F253E404AF874DF845BF66CBA51D5EA       2019_02_01-VECTO-3.3.1.1492.zip</w:t>
            </w:r>
            <w:r w:rsidR="00627CC4" w:rsidRPr="004B0507">
              <w:rPr>
                <w:rFonts w:ascii="Courier New" w:hAnsi="Courier New" w:cs="Courier New"/>
                <w:noProof/>
                <w:sz w:val="12"/>
              </w:rPr>
              <w:t xml:space="preserve">                             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41197A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41197A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</w:t>
            </w:r>
          </w:p>
          <w:p w:rsidR="0041197A" w:rsidRPr="0041197A" w:rsidRDefault="0041197A" w:rsidP="0041197A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1197A">
              <w:rPr>
                <w:rFonts w:ascii="Courier New" w:hAnsi="Courier New" w:cs="Courier New"/>
                <w:noProof/>
                <w:sz w:val="12"/>
              </w:rPr>
              <w:t>---------       ----                                                                   ----</w:t>
            </w:r>
          </w:p>
          <w:p w:rsidR="0041197A" w:rsidRPr="0041197A" w:rsidRDefault="0041197A" w:rsidP="0041197A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1197A">
              <w:rPr>
                <w:rFonts w:ascii="Courier New" w:hAnsi="Courier New" w:cs="Courier New"/>
                <w:noProof/>
                <w:sz w:val="12"/>
              </w:rPr>
              <w:t>SHA256          2B533C6FEAACC281048F1498809F69A2EC2EBC72D08DBBF6226933BFBFDADDC2       hashingcmd.exe</w:t>
            </w:r>
          </w:p>
          <w:p w:rsidR="0041197A" w:rsidRPr="0041197A" w:rsidRDefault="0041197A" w:rsidP="0041197A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1197A">
              <w:rPr>
                <w:rFonts w:ascii="Courier New" w:hAnsi="Courier New" w:cs="Courier New"/>
                <w:noProof/>
                <w:sz w:val="12"/>
              </w:rPr>
              <w:t>SHA256          A3BE90C157538A1443F36BB4338FF57C075CA26E487BB8D802F8377223074B7F       HashingTool.exe</w:t>
            </w:r>
          </w:p>
          <w:p w:rsidR="0041197A" w:rsidRPr="0041197A" w:rsidRDefault="0041197A" w:rsidP="0041197A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1197A">
              <w:rPr>
                <w:rFonts w:ascii="Courier New" w:hAnsi="Courier New" w:cs="Courier New"/>
                <w:noProof/>
                <w:sz w:val="12"/>
              </w:rPr>
              <w:t>SHA256          1246C06E89F967C57B3972FE3688D8D61BCD9758F99DC1EFDBA20D25F4D06253       VECTO.exe</w:t>
            </w:r>
          </w:p>
          <w:p w:rsidR="0041197A" w:rsidRPr="0041197A" w:rsidRDefault="0041197A" w:rsidP="0041197A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1197A">
              <w:rPr>
                <w:rFonts w:ascii="Courier New" w:hAnsi="Courier New" w:cs="Courier New"/>
                <w:noProof/>
                <w:sz w:val="12"/>
              </w:rPr>
              <w:t>SHA256          4574AC2391B5A4F4D5CE7FBFBFAE342841685248BD2C786FD52C8E4BBE997965       vectocmd.exe</w:t>
            </w:r>
          </w:p>
          <w:p w:rsidR="0041197A" w:rsidRPr="0041197A" w:rsidRDefault="0041197A" w:rsidP="0041197A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1197A">
              <w:rPr>
                <w:rFonts w:ascii="Courier New" w:hAnsi="Courier New" w:cs="Courier New"/>
                <w:noProof/>
                <w:sz w:val="12"/>
              </w:rPr>
              <w:t>SHA256          084DDF21C63E7FFA24F9F9F543B7BAA0A0DEC87B6ABC958E3C7D85A099156BA6       AdvancedAuxiliaryInterfaces.dll</w:t>
            </w:r>
          </w:p>
          <w:p w:rsidR="0041197A" w:rsidRPr="0041197A" w:rsidRDefault="0041197A" w:rsidP="0041197A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1197A">
              <w:rPr>
                <w:rFonts w:ascii="Courier New" w:hAnsi="Courier New" w:cs="Courier New"/>
                <w:noProof/>
                <w:sz w:val="12"/>
              </w:rPr>
              <w:t>SHA256          B0C0017C29AADA1F0EFDAB9B238962B45E71EEAAFF5B7C260B3CDD281102FBE0       BusAuxiliaries.dll</w:t>
            </w:r>
          </w:p>
          <w:p w:rsidR="0041197A" w:rsidRPr="0041197A" w:rsidRDefault="0041197A" w:rsidP="0041197A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1197A">
              <w:rPr>
                <w:rFonts w:ascii="Courier New" w:hAnsi="Courier New" w:cs="Courier New"/>
                <w:noProof/>
                <w:sz w:val="12"/>
              </w:rPr>
              <w:t>SHA256          DF8EC2E0245829DDEC5B79F1918C3AE3A3FA540A5A0E3C410E2B6EF0BEBC7927       Newtonsoft.Json.dll</w:t>
            </w:r>
          </w:p>
          <w:p w:rsidR="0041197A" w:rsidRPr="0041197A" w:rsidRDefault="0041197A" w:rsidP="0041197A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1197A">
              <w:rPr>
                <w:rFonts w:ascii="Courier New" w:hAnsi="Courier New" w:cs="Courier New"/>
                <w:noProof/>
                <w:sz w:val="12"/>
              </w:rPr>
              <w:t>SHA256          A4E7600C2A9CBC0CF12334FD5E313EE47F61F669E3D3FCB098968D33D9FB0521       NLog.dll</w:t>
            </w:r>
          </w:p>
          <w:p w:rsidR="0041197A" w:rsidRPr="0041197A" w:rsidRDefault="0041197A" w:rsidP="0041197A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1197A">
              <w:rPr>
                <w:rFonts w:ascii="Courier New" w:hAnsi="Courier New" w:cs="Courier New"/>
                <w:noProof/>
                <w:sz w:val="12"/>
              </w:rPr>
              <w:t>SHA256          9B7EB6DE62FF1E6A812FA47697FDB2ABCEAD85AA2554ABF12416FC569DD4462E       Omu.ValueInjecter.dll</w:t>
            </w:r>
          </w:p>
          <w:p w:rsidR="0041197A" w:rsidRPr="0041197A" w:rsidRDefault="0041197A" w:rsidP="0041197A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1197A">
              <w:rPr>
                <w:rFonts w:ascii="Courier New" w:hAnsi="Courier New" w:cs="Courier New"/>
                <w:noProof/>
                <w:sz w:val="12"/>
              </w:rPr>
              <w:t>SHA256          951D5FB8C013F83794E84B557261E6E2285356855F3B788FAE2A3A4283E27FA6       VectoCommon.dll</w:t>
            </w:r>
          </w:p>
          <w:p w:rsidR="0041197A" w:rsidRPr="0041197A" w:rsidRDefault="0041197A" w:rsidP="0041197A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1197A">
              <w:rPr>
                <w:rFonts w:ascii="Courier New" w:hAnsi="Courier New" w:cs="Courier New"/>
                <w:noProof/>
                <w:sz w:val="12"/>
              </w:rPr>
              <w:t>SHA256          4D591F2C09CC88C738996DAF306509702A61C6E71DF4576A2A08A590AAD375BA       VectoCore.dll</w:t>
            </w:r>
          </w:p>
          <w:p w:rsidR="0098478D" w:rsidRDefault="0041197A" w:rsidP="0041197A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41197A">
              <w:rPr>
                <w:rFonts w:ascii="Courier New" w:hAnsi="Courier New" w:cs="Courier New"/>
                <w:noProof/>
                <w:sz w:val="12"/>
              </w:rPr>
              <w:t>SHA256          2BC3BFA5565B18A061403DAC883A1813E32FD4AB2F20AA8ECC083B11C6B25B39       VectoHashing.dll</w:t>
            </w:r>
            <w:r w:rsidR="00627CC4" w:rsidRPr="004B0507">
              <w:rPr>
                <w:rFonts w:ascii="Courier New" w:hAnsi="Courier New" w:cs="Courier New"/>
                <w:noProof/>
                <w:sz w:val="12"/>
              </w:rPr>
              <w:t xml:space="preserve"> 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41197A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2D5186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2D5186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BF7455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BF7455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BF7455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BF7455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BF7455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BF7455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BF7455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Pr="003A51BA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BF7455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lastRenderedPageBreak/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7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BF7455">
        <w:rPr>
          <w:noProof/>
          <w:sz w:val="24"/>
        </w:rPr>
        <w:t>1.2.2019</w:t>
      </w:r>
      <w:r w:rsidRPr="003E04DD">
        <w:rPr>
          <w:sz w:val="24"/>
        </w:rPr>
        <w:fldChar w:fldCharType="end"/>
      </w:r>
      <w:bookmarkEnd w:id="27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8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BF7455">
        <w:rPr>
          <w:noProof/>
          <w:sz w:val="24"/>
        </w:rPr>
        <w:t>MQ</w:t>
      </w:r>
      <w:bookmarkStart w:id="29" w:name="_GoBack"/>
      <w:bookmarkEnd w:id="29"/>
      <w:r>
        <w:rPr>
          <w:sz w:val="24"/>
        </w:rPr>
        <w:fldChar w:fldCharType="end"/>
      </w:r>
      <w:bookmarkEnd w:id="28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de-AT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E1A"/>
    <w:rsid w:val="00085229"/>
    <w:rsid w:val="000F7850"/>
    <w:rsid w:val="001833A8"/>
    <w:rsid w:val="00185194"/>
    <w:rsid w:val="001C21D1"/>
    <w:rsid w:val="001C3E1A"/>
    <w:rsid w:val="00211E62"/>
    <w:rsid w:val="002402DA"/>
    <w:rsid w:val="002634BC"/>
    <w:rsid w:val="002B3013"/>
    <w:rsid w:val="002D5186"/>
    <w:rsid w:val="00321ACB"/>
    <w:rsid w:val="00331D3E"/>
    <w:rsid w:val="00353151"/>
    <w:rsid w:val="003662C3"/>
    <w:rsid w:val="003A3AD7"/>
    <w:rsid w:val="003A51BA"/>
    <w:rsid w:val="003E04DD"/>
    <w:rsid w:val="003F09CD"/>
    <w:rsid w:val="003F4717"/>
    <w:rsid w:val="0041197A"/>
    <w:rsid w:val="0042244A"/>
    <w:rsid w:val="004375B9"/>
    <w:rsid w:val="004B0507"/>
    <w:rsid w:val="005327CF"/>
    <w:rsid w:val="00555C84"/>
    <w:rsid w:val="00562C02"/>
    <w:rsid w:val="005A2C93"/>
    <w:rsid w:val="005D263C"/>
    <w:rsid w:val="005E6430"/>
    <w:rsid w:val="00627CC4"/>
    <w:rsid w:val="0067268A"/>
    <w:rsid w:val="006B13CE"/>
    <w:rsid w:val="006D2E55"/>
    <w:rsid w:val="0073192B"/>
    <w:rsid w:val="0073775E"/>
    <w:rsid w:val="00770273"/>
    <w:rsid w:val="007B17C8"/>
    <w:rsid w:val="00802F29"/>
    <w:rsid w:val="008644AB"/>
    <w:rsid w:val="008D5D80"/>
    <w:rsid w:val="008F2100"/>
    <w:rsid w:val="008F28DF"/>
    <w:rsid w:val="00911A49"/>
    <w:rsid w:val="0092179D"/>
    <w:rsid w:val="009571EF"/>
    <w:rsid w:val="0098478D"/>
    <w:rsid w:val="009A2686"/>
    <w:rsid w:val="00A070DD"/>
    <w:rsid w:val="00A74C22"/>
    <w:rsid w:val="00A92BF2"/>
    <w:rsid w:val="00B3284E"/>
    <w:rsid w:val="00B51291"/>
    <w:rsid w:val="00B92E8D"/>
    <w:rsid w:val="00BB7C1D"/>
    <w:rsid w:val="00BF7455"/>
    <w:rsid w:val="00C10D52"/>
    <w:rsid w:val="00C656D2"/>
    <w:rsid w:val="00C91109"/>
    <w:rsid w:val="00D8626E"/>
    <w:rsid w:val="00DA09BE"/>
    <w:rsid w:val="00DC7F41"/>
    <w:rsid w:val="00DF3902"/>
    <w:rsid w:val="00E05572"/>
    <w:rsid w:val="00E411BE"/>
    <w:rsid w:val="00EA7A3C"/>
    <w:rsid w:val="00EC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A3FC1E"/>
  <w15:docId w15:val="{A72D5632-F93C-4129-AB86-457B0C57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417B5AC44D4FD9AB80A56E16FB19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905CAEC-2454-4E45-BC4C-9BAD1E85ACE1}"/>
      </w:docPartPr>
      <w:docPartBody>
        <w:p w:rsidR="00000000" w:rsidRDefault="00276DF5">
          <w:pPr>
            <w:pStyle w:val="7B417B5AC44D4FD9AB80A56E16FB194E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DF5"/>
    <w:rsid w:val="0027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7B417B5AC44D4FD9AB80A56E16FB194E">
    <w:name w:val="7B417B5AC44D4FD9AB80A56E16FB19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A401C-9945-42AC-96C7-80B8A9218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3</Pages>
  <Words>853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4</cp:revision>
  <dcterms:created xsi:type="dcterms:W3CDTF">2019-01-31T13:57:00Z</dcterms:created>
  <dcterms:modified xsi:type="dcterms:W3CDTF">2019-02-01T08:41:00Z</dcterms:modified>
</cp:coreProperties>
</file>