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EE0BB2" w:rsidRPr="00CC1DDD">
        <w:rPr>
          <w:rFonts w:ascii="Arial" w:hAnsi="Arial" w:cs="Arial"/>
          <w:noProof/>
        </w:rPr>
        <w:t>3.3.7.1964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CC1DDD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CC1DDD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CC1DD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CC1DD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CC1DDD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CC1DD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C1DDD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CC1DD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CC1DDD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CC1DDD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C1DDD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C1D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CC1DD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C1DDD" w:rsidRPr="00CC1DDD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C1D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6E3D8418204E467D932239C814E84B64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CC1DDD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CC1DDD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C1D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C1D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C1D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CC1DD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C1754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C1754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C1754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15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28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C1DD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3C175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1754" w:rsidRPr="003C1754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C175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322A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22A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22A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0322A9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3B7CB9F0FAD0BDFAA7B30C30CD704B78E20F8907DEB3C3E7B665D62546852F9C       2020_05_18-VECTO-3.3.7.1964.zip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0322A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096EB6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9B4DA2934C22BA4D2460C8737715D117637A34757B048A5D70CB1568157A218B       hashingcmd.exe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DE5EC4E8B0E3F0B97A1BF48A2E786B6A65AEBA5E7FACF14F959D17617383DAEF       HashingTool.exe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541BE35E8485236B3B1FED7BBA7F63A169A28B376247D6145A6C444B0610F820       VECTO.exe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AA653585717CAA745E0C39E994493719527092C03EBD78011E7B8B4C93B550B4       vectocmd.exe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3D9C449719D70E4AD5BC7B9E8C4488EF5E316A73ABC28E78804938C1C696B09D       AdvancedAuxiliaryInterfaces.dll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3EF8DC1AA920E0B56F3E79234145778BFB3A8675BE98C242DA227455188BC191       BusAuxiliaries.dll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4023B773F27AD246B234E5EA96CF97CE67270207A31EE4372EDF1C71FDF87666       VectoCommon.dll</w:t>
            </w:r>
          </w:p>
          <w:p w:rsidR="000322A9" w:rsidRPr="000322A9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8E0B28261C6934BE6CA0595F8F80D081AAA7EB6C07088247F8AE241E4BBD9371       VectoCore.dll</w:t>
            </w:r>
          </w:p>
          <w:p w:rsidR="0098478D" w:rsidRDefault="000322A9" w:rsidP="000322A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0322A9">
              <w:rPr>
                <w:rFonts w:ascii="Courier New" w:hAnsi="Courier New" w:cs="Courier New"/>
                <w:sz w:val="12"/>
              </w:rPr>
              <w:t>SHA256          E51E133B49B20E13057154A79C3DB3BC3CD02A24446F309824B21E5BB358B7FC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0322A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0322A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0322A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322A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322A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322A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322A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0322A9">
        <w:rPr>
          <w:noProof/>
          <w:sz w:val="24"/>
        </w:rPr>
        <w:t>19.5.2020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0322A9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AT" w:vendorID="64" w:dllVersion="131078" w:nlCheck="1" w:checkStyle="0"/>
  <w:activeWritingStyle w:appName="MSWord" w:lang="en-US" w:vendorID="64" w:dllVersion="131078" w:nlCheck="1" w:checkStyle="1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B2"/>
    <w:rsid w:val="000322A9"/>
    <w:rsid w:val="0003438F"/>
    <w:rsid w:val="00096EB6"/>
    <w:rsid w:val="000F7850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C1754"/>
    <w:rsid w:val="003E04DD"/>
    <w:rsid w:val="003F09CD"/>
    <w:rsid w:val="003F4717"/>
    <w:rsid w:val="0042244A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CC1DDD"/>
    <w:rsid w:val="00D8626E"/>
    <w:rsid w:val="00DA09BE"/>
    <w:rsid w:val="00DC7F41"/>
    <w:rsid w:val="00DF3902"/>
    <w:rsid w:val="00E05572"/>
    <w:rsid w:val="00E411BE"/>
    <w:rsid w:val="00EA7A3C"/>
    <w:rsid w:val="00EC006F"/>
    <w:rsid w:val="00EE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D98342"/>
  <w15:docId w15:val="{9B6D87E7-4BC3-4F33-875E-E36F5CA1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3D8418204E467D932239C814E84B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A8C97E-D9BA-4550-9B0F-FDBA6DCE822E}"/>
      </w:docPartPr>
      <w:docPartBody>
        <w:p w:rsidR="00000000" w:rsidRDefault="00CF744F">
          <w:pPr>
            <w:pStyle w:val="6E3D8418204E467D932239C814E84B64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4F"/>
    <w:rsid w:val="00C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E3D8418204E467D932239C814E84B64">
    <w:name w:val="6E3D8418204E467D932239C814E84B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944DE-7BE1-46E0-A6F7-A07E51DD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913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2</cp:revision>
  <dcterms:created xsi:type="dcterms:W3CDTF">2020-05-18T15:53:00Z</dcterms:created>
  <dcterms:modified xsi:type="dcterms:W3CDTF">2020-05-19T06:35:00Z</dcterms:modified>
</cp:coreProperties>
</file>