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3D5CFE" w:rsidRPr="003D5CFE">
        <w:rPr>
          <w:rFonts w:ascii="Arial" w:hAnsi="Arial" w:cs="Arial"/>
          <w:noProof/>
        </w:rPr>
        <w:t>3.1.2.810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B51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B51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B51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B51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B51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B51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8B5198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353151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B51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B5198" w:rsidRPr="008B5198">
              <w:rPr>
                <w:rFonts w:ascii="Arial" w:hAnsi="Arial" w:cs="Arial"/>
                <w:noProof/>
              </w:rPr>
              <w:t>1257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B5198" w:rsidRPr="008B5198">
              <w:rPr>
                <w:rFonts w:ascii="Arial" w:hAnsi="Arial" w:cs="Arial"/>
                <w:noProof/>
              </w:rPr>
              <w:t>1257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B51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8B5198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B5198" w:rsidRPr="008B5198">
              <w:rPr>
                <w:rFonts w:ascii="Arial" w:hAnsi="Arial" w:cs="Arial"/>
                <w:noProof/>
              </w:rPr>
              <w:t>34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B5198" w:rsidRPr="008B5198">
              <w:rPr>
                <w:rFonts w:ascii="Arial" w:hAnsi="Arial" w:cs="Arial"/>
                <w:noProof/>
              </w:rPr>
              <w:t>35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B5198">
              <w:rPr>
                <w:rFonts w:ascii="Arial" w:hAnsi="Arial" w:cs="Arial"/>
                <w:noProof/>
              </w:rPr>
              <w:t>Class2_RigidTruck_long_axle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B51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5"/>
      <w:tr w:rsidR="003662C3" w:rsidRPr="00911A49" w:rsidTr="003662C3">
        <w:tc>
          <w:tcPr>
            <w:tcW w:w="8810" w:type="dxa"/>
          </w:tcPr>
          <w:p w:rsidR="003662C3" w:rsidRPr="00770273" w:rsidRDefault="003662C3" w:rsidP="008B51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B5198" w:rsidRPr="008B5198">
              <w:rPr>
                <w:rFonts w:ascii="Arial" w:hAnsi="Arial" w:cs="Arial"/>
              </w:rPr>
              <w:t>339</w:t>
            </w:r>
            <w:r w:rsidR="008B5198" w:rsidRPr="008B5198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B5198" w:rsidRPr="008B5198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B51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F2100" w:rsidRPr="00911A49" w:rsidTr="008C624B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8B5198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8B5198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8B5198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26A1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B5198">
              <w:rPr>
                <w:rFonts w:ascii="Arial" w:hAnsi="Arial" w:cs="Arial"/>
                <w:noProof/>
              </w:rPr>
              <w:t>20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26A12">
              <w:rPr>
                <w:rFonts w:ascii="Arial" w:hAnsi="Arial" w:cs="Arial"/>
                <w:noProof/>
              </w:rPr>
              <w:t>2</w:t>
            </w:r>
            <w:r w:rsidR="0062785E">
              <w:rPr>
                <w:rFonts w:ascii="Arial" w:hAnsi="Arial" w:cs="Arial"/>
                <w:noProof/>
              </w:rPr>
              <w:t>9.8196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278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6278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26A12">
              <w:rPr>
                <w:rFonts w:ascii="Arial" w:hAnsi="Arial" w:cs="Arial"/>
                <w:noProof/>
              </w:rPr>
              <w:t>16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2785E">
              <w:rPr>
                <w:rFonts w:ascii="Arial" w:hAnsi="Arial" w:cs="Arial"/>
                <w:noProof/>
              </w:rPr>
              <w:t>35.0471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62785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6278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6278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6278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6278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26A1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2785E">
              <w:rPr>
                <w:rFonts w:ascii="Arial" w:hAnsi="Arial" w:cs="Arial"/>
                <w:noProof/>
              </w:rPr>
              <w:t>21.5436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62785E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6278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26A12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2785E">
              <w:rPr>
                <w:rFonts w:ascii="Arial" w:hAnsi="Arial" w:cs="Arial"/>
                <w:noProof/>
              </w:rPr>
              <w:t>37.3718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278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6278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26A12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2785E">
              <w:rPr>
                <w:rFonts w:ascii="Arial" w:hAnsi="Arial" w:cs="Arial"/>
                <w:noProof/>
              </w:rPr>
              <w:t>292.1077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278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6278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26A1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2785E">
              <w:rPr>
                <w:rFonts w:ascii="Arial" w:hAnsi="Arial" w:cs="Arial"/>
                <w:noProof/>
              </w:rPr>
              <w:t>21.3632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278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6278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26A12">
              <w:rPr>
                <w:rFonts w:ascii="Arial" w:hAnsi="Arial" w:cs="Arial"/>
                <w:noProof/>
              </w:rPr>
              <w:t>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2785E">
              <w:rPr>
                <w:rFonts w:ascii="Arial" w:hAnsi="Arial" w:cs="Arial"/>
                <w:noProof/>
              </w:rPr>
              <w:t>21.9364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278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6278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26A12">
              <w:rPr>
                <w:rFonts w:ascii="Arial" w:hAnsi="Arial" w:cs="Arial"/>
                <w:noProof/>
              </w:rPr>
              <w:t>59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2785E">
              <w:rPr>
                <w:rFonts w:ascii="Arial" w:hAnsi="Arial" w:cs="Arial"/>
                <w:noProof/>
              </w:rPr>
              <w:t>42.2148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2785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6278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26A12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2785E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278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126A12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2785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761BA9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9A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10"/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lastRenderedPageBreak/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88730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88730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88730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88730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761BA9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8C624B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761BA9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761BA9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761BA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761BA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761BA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761BA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761BA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1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FC3315">
        <w:rPr>
          <w:noProof/>
          <w:sz w:val="24"/>
        </w:rPr>
        <w:t>21.3.2017</w:t>
      </w:r>
      <w:r w:rsidRPr="003E04DD">
        <w:rPr>
          <w:sz w:val="24"/>
        </w:rPr>
        <w:fldChar w:fldCharType="end"/>
      </w:r>
      <w:bookmarkEnd w:id="11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FC3315">
        <w:rPr>
          <w:noProof/>
          <w:sz w:val="24"/>
        </w:rPr>
        <w:t>MQ</w:t>
      </w:r>
      <w:bookmarkStart w:id="13" w:name="_GoBack"/>
      <w:bookmarkEnd w:id="13"/>
      <w:r>
        <w:rPr>
          <w:sz w:val="24"/>
        </w:rPr>
        <w:fldChar w:fldCharType="end"/>
      </w:r>
      <w:bookmarkEnd w:id="12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28"/>
    <w:rsid w:val="00085D28"/>
    <w:rsid w:val="00126A12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A51BA"/>
    <w:rsid w:val="003D5CFE"/>
    <w:rsid w:val="003E04DD"/>
    <w:rsid w:val="003F09CD"/>
    <w:rsid w:val="0042244A"/>
    <w:rsid w:val="005327CF"/>
    <w:rsid w:val="00555C84"/>
    <w:rsid w:val="00562C02"/>
    <w:rsid w:val="005D263C"/>
    <w:rsid w:val="0062785E"/>
    <w:rsid w:val="0067268A"/>
    <w:rsid w:val="006B13CE"/>
    <w:rsid w:val="006D2E55"/>
    <w:rsid w:val="0073775E"/>
    <w:rsid w:val="00761BA9"/>
    <w:rsid w:val="00770273"/>
    <w:rsid w:val="008644AB"/>
    <w:rsid w:val="00887306"/>
    <w:rsid w:val="008B5198"/>
    <w:rsid w:val="008D5D80"/>
    <w:rsid w:val="008F2100"/>
    <w:rsid w:val="008F28DF"/>
    <w:rsid w:val="00911A49"/>
    <w:rsid w:val="009571EF"/>
    <w:rsid w:val="009A2686"/>
    <w:rsid w:val="00A070DD"/>
    <w:rsid w:val="00B3284E"/>
    <w:rsid w:val="00BB7C1D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FE0B1"/>
  <w15:docId w15:val="{BEE8FE4E-A4BF-4605-A139-27DC2285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_master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E8CAB-79AD-4B03-B0F3-B2D3C0CA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437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5</cp:revision>
  <dcterms:created xsi:type="dcterms:W3CDTF">2017-03-21T08:37:00Z</dcterms:created>
  <dcterms:modified xsi:type="dcterms:W3CDTF">2017-03-21T10:09:00Z</dcterms:modified>
</cp:coreProperties>
</file>