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1BA" w:rsidRPr="00542A28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542A28" w:rsidRPr="00542A28">
        <w:rPr>
          <w:rFonts w:ascii="Arial" w:hAnsi="Arial" w:cs="Arial"/>
          <w:noProof/>
        </w:rPr>
        <w:t>3.1.1.74</w:t>
      </w:r>
      <w:r w:rsidR="003C5DF9">
        <w:rPr>
          <w:rFonts w:ascii="Arial" w:hAnsi="Arial" w:cs="Arial"/>
          <w:noProof/>
        </w:rPr>
        <w:t>2</w:t>
      </w:r>
      <w:bookmarkStart w:id="0" w:name="_GoBack"/>
      <w:bookmarkEnd w:id="0"/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9246" w:type="dxa"/>
        <w:tblInd w:w="360" w:type="dxa"/>
        <w:tblLook w:val="04A0" w:firstRow="1" w:lastRow="0" w:firstColumn="1" w:lastColumn="0" w:noHBand="0" w:noVBand="1"/>
      </w:tblPr>
      <w:tblGrid>
        <w:gridCol w:w="8810"/>
        <w:gridCol w:w="436"/>
      </w:tblGrid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Version Number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C91109">
              <w:rPr>
                <w:rFonts w:ascii="Arial" w:hAnsi="Arial" w:cs="Arial"/>
              </w:rPr>
              <w:t>Check Project Version.cs (VectoCore, VectoConsole)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5D158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F429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F429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DC2685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DC2685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DC2685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C379D4">
        <w:tc>
          <w:tcPr>
            <w:tcW w:w="8810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36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53151" w:rsidRPr="00911A49" w:rsidTr="00C379D4">
        <w:tc>
          <w:tcPr>
            <w:tcW w:w="8810" w:type="dxa"/>
          </w:tcPr>
          <w:p w:rsidR="00353151" w:rsidRPr="00770273" w:rsidRDefault="00353151" w:rsidP="00C379D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PDF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1F4296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C379D4">
        <w:tc>
          <w:tcPr>
            <w:tcW w:w="8810" w:type="dxa"/>
          </w:tcPr>
          <w:p w:rsidR="00353151" w:rsidRPr="00770273" w:rsidRDefault="00353151" w:rsidP="00C379D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1F4296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C518B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DC2685" w:rsidRPr="00DC2685">
              <w:rPr>
                <w:rFonts w:ascii="Arial" w:hAnsi="Arial" w:cs="Arial"/>
                <w:noProof/>
              </w:rPr>
              <w:t>1</w:t>
            </w:r>
            <w:r w:rsidR="00DC2685">
              <w:rPr>
                <w:rFonts w:ascii="Arial" w:hAnsi="Arial" w:cs="Arial"/>
                <w:noProof/>
              </w:rPr>
              <w:t>2</w:t>
            </w:r>
            <w:r w:rsidR="00C518B2">
              <w:rPr>
                <w:rFonts w:ascii="Arial" w:hAnsi="Arial" w:cs="Arial"/>
                <w:noProof/>
              </w:rPr>
              <w:t>20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1" w:name="OLE_LINK11"/>
            <w:bookmarkStart w:id="2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DC2685" w:rsidRPr="00DC2685">
              <w:rPr>
                <w:rFonts w:ascii="Arial" w:hAnsi="Arial" w:cs="Arial"/>
                <w:noProof/>
              </w:rPr>
              <w:t>1220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"/>
            <w:bookmarkEnd w:id="2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3" w:name="OLE_LINK9"/>
            <w:bookmarkStart w:id="4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518B2">
              <w:rPr>
                <w:rFonts w:ascii="Arial" w:hAnsi="Arial" w:cs="Arial"/>
              </w:rPr>
              <w:t> </w:t>
            </w:r>
            <w:r w:rsidR="00C518B2">
              <w:rPr>
                <w:rFonts w:ascii="Arial" w:hAnsi="Arial" w:cs="Arial"/>
              </w:rPr>
              <w:t> </w:t>
            </w:r>
            <w:r w:rsidR="00C518B2">
              <w:rPr>
                <w:rFonts w:ascii="Arial" w:hAnsi="Arial" w:cs="Arial"/>
              </w:rPr>
              <w:t> </w:t>
            </w:r>
            <w:r w:rsidR="00C518B2">
              <w:rPr>
                <w:rFonts w:ascii="Arial" w:hAnsi="Arial" w:cs="Arial"/>
              </w:rPr>
              <w:t> </w:t>
            </w:r>
            <w:r w:rsidR="00C518B2">
              <w:rPr>
                <w:rFonts w:ascii="Arial" w:hAnsi="Arial" w:cs="Arial"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 xml:space="preserve"> </w:t>
            </w:r>
            <w:bookmarkEnd w:id="3"/>
            <w:bookmarkEnd w:id="4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C518B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DC7F41">
              <w:rPr>
                <w:rFonts w:ascii="Arial" w:hAnsi="Arial" w:cs="Arial"/>
              </w:rPr>
              <w:t xml:space="preserve">ModelBased Tests: </w:t>
            </w:r>
            <w:r w:rsidRPr="00DC7F41">
              <w:rPr>
                <w:rFonts w:ascii="Arial" w:hAnsi="Arial" w:cs="Arial"/>
              </w:rPr>
              <w:tab/>
            </w:r>
            <w:bookmarkStart w:id="6" w:name="OLE_LINK7"/>
            <w:bookmarkStart w:id="7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8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8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9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successful</w:t>
            </w:r>
            <w:bookmarkEnd w:id="6"/>
            <w:bookmarkEnd w:id="7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3662C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C518B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518B2" w:rsidRPr="00C518B2">
              <w:rPr>
                <w:rFonts w:ascii="Arial" w:hAnsi="Arial" w:cs="Arial"/>
                <w:noProof/>
              </w:rPr>
              <w:t>339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518B2" w:rsidRPr="00C518B2">
              <w:rPr>
                <w:rFonts w:ascii="Arial" w:hAnsi="Arial" w:cs="Arial"/>
                <w:noProof/>
              </w:rPr>
              <w:t>339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C518B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B13CE" w:rsidRPr="00DC7F41" w:rsidTr="003662C3">
        <w:tc>
          <w:tcPr>
            <w:tcW w:w="8810" w:type="dxa"/>
          </w:tcPr>
          <w:p w:rsidR="006B13CE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Open Declaration 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6B13CE" w:rsidRPr="00DC7F41" w:rsidRDefault="00C518B2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3662C3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C518B2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3662C3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C518B2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EA2FE1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EA2FE1">
              <w:rPr>
                <w:rFonts w:ascii="Arial" w:hAnsi="Arial" w:cs="Arial"/>
              </w:rPr>
              <w:t>1</w:t>
            </w:r>
            <w:r w:rsidR="00C518B2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EA2FE1">
              <w:rPr>
                <w:rFonts w:ascii="Arial" w:hAnsi="Arial" w:cs="Arial"/>
              </w:rPr>
              <w:t xml:space="preserve">RefLoad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 w:rsidR="00EA7A3C">
              <w:rPr>
                <w:rFonts w:ascii="Arial" w:hAnsi="Arial" w:cs="Arial"/>
              </w:rPr>
              <w:t xml:space="preserve"> </w:t>
            </w:r>
            <w:r w:rsidR="00321ACB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/</w:t>
            </w:r>
            <w:r w:rsidR="005D263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 xml:space="preserve">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518B2">
              <w:rPr>
                <w:rFonts w:ascii="Arial" w:hAnsi="Arial" w:cs="Arial"/>
                <w:noProof/>
              </w:rPr>
              <w:t>2</w:t>
            </w:r>
            <w:r w:rsidR="00EA2FE1">
              <w:rPr>
                <w:rFonts w:ascii="Arial" w:hAnsi="Arial" w:cs="Arial"/>
                <w:noProof/>
              </w:rPr>
              <w:t>9.6760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EA2FE1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571EF" w:rsidRPr="00911A49" w:rsidTr="00C379D4">
        <w:tc>
          <w:tcPr>
            <w:tcW w:w="8810" w:type="dxa"/>
          </w:tcPr>
          <w:p w:rsidR="009571EF" w:rsidRPr="00770273" w:rsidRDefault="009571EF" w:rsidP="00EA2FE1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EA2FE1">
              <w:rPr>
                <w:rFonts w:ascii="Arial" w:hAnsi="Arial" w:cs="Arial"/>
                <w:noProof/>
              </w:rPr>
              <w:t>15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>LH</w:t>
            </w:r>
            <w:r w:rsidR="00EA2FE1">
              <w:rPr>
                <w:rFonts w:ascii="Arial" w:hAnsi="Arial" w:cs="Arial"/>
              </w:rPr>
              <w:t xml:space="preserve"> RefLoad</w:t>
            </w:r>
            <w:r w:rsidR="00EA7A3C">
              <w:rPr>
                <w:rFonts w:ascii="Arial" w:hAnsi="Arial" w:cs="Arial"/>
              </w:rPr>
              <w:t xml:space="preserve">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EA2FE1">
              <w:rPr>
                <w:rFonts w:ascii="Arial" w:hAnsi="Arial" w:cs="Arial"/>
                <w:noProof/>
              </w:rPr>
              <w:t>34.8985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571EF" w:rsidRPr="00770273" w:rsidRDefault="00C33D8F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211E6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 xml:space="preserve">Open Engineering Job File: Class </w:t>
            </w:r>
            <w:r w:rsidR="00211E62">
              <w:rPr>
                <w:rFonts w:ascii="Arial" w:hAnsi="Arial" w:cs="Arial"/>
              </w:rPr>
              <w:t>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C33D8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C33D8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C33D8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211E62" w:rsidRPr="00911A49" w:rsidTr="000A3491">
        <w:tc>
          <w:tcPr>
            <w:tcW w:w="8810" w:type="dxa"/>
          </w:tcPr>
          <w:p w:rsidR="00211E62" w:rsidRPr="00770273" w:rsidRDefault="00211E62" w:rsidP="00C33D8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33D8F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C33D8F">
              <w:rPr>
                <w:rFonts w:ascii="Arial" w:hAnsi="Arial" w:cs="Arial"/>
              </w:rPr>
              <w:t>RD</w:t>
            </w:r>
            <w:r>
              <w:rPr>
                <w:rFonts w:ascii="Arial" w:hAnsi="Arial" w:cs="Arial"/>
              </w:rPr>
              <w:t xml:space="preserve">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33D8F">
              <w:rPr>
                <w:rFonts w:ascii="Arial" w:hAnsi="Arial" w:cs="Arial"/>
                <w:noProof/>
              </w:rPr>
              <w:t>21.4983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211E62" w:rsidRPr="00770273" w:rsidRDefault="008C6FE8" w:rsidP="000A34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C33D8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Time: </w:t>
            </w:r>
            <w:r w:rsidR="00C33D8F">
              <w:rPr>
                <w:rFonts w:ascii="Arial" w:hAnsi="Arial" w:cs="Arial"/>
              </w:rPr>
              <w:t>4</w:t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33D8F">
              <w:rPr>
                <w:rFonts w:ascii="Arial" w:hAnsi="Arial" w:cs="Arial"/>
                <w:noProof/>
              </w:rPr>
              <w:t>37.4272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8C6FE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C33D8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33D8F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33D8F">
              <w:rPr>
                <w:rFonts w:ascii="Arial" w:hAnsi="Arial" w:cs="Arial"/>
                <w:noProof/>
              </w:rPr>
              <w:t>104.2565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8C6FE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C6FE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33D8F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C33D8F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8C6FE8">
              <w:rPr>
                <w:rFonts w:ascii="Arial" w:hAnsi="Arial" w:cs="Arial"/>
                <w:noProof/>
              </w:rPr>
              <w:t>21.451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8C6FE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C6FE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33D8F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C33D8F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8C6FE8">
              <w:rPr>
                <w:rFonts w:ascii="Arial" w:hAnsi="Arial" w:cs="Arial"/>
                <w:noProof/>
              </w:rPr>
              <w:t>21.7467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8C6FE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C6FE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8C6FE8">
              <w:rPr>
                <w:rFonts w:ascii="Arial" w:hAnsi="Arial" w:cs="Arial"/>
                <w:noProof/>
              </w:rPr>
              <w:t>60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8C6FE8">
              <w:rPr>
                <w:rFonts w:ascii="Arial" w:hAnsi="Arial" w:cs="Arial"/>
                <w:noProof/>
              </w:rPr>
              <w:t>41.9107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8C6FE8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C6FE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8C6FE8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411BE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>/</w:t>
            </w:r>
            <w:r w:rsidR="00E411BE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8C6FE8">
              <w:rPr>
                <w:rFonts w:ascii="Arial" w:hAnsi="Arial" w:cs="Arial"/>
                <w:noProof/>
              </w:rPr>
              <w:t>3534.566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8C6FE8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55C84" w:rsidRPr="00911A49" w:rsidTr="000607B5">
        <w:tc>
          <w:tcPr>
            <w:tcW w:w="8810" w:type="dxa"/>
          </w:tcPr>
          <w:p w:rsidR="00555C84" w:rsidRDefault="00555C84" w:rsidP="000607B5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 API GUI Buttons are working</w:t>
            </w:r>
          </w:p>
        </w:tc>
        <w:sdt>
          <w:sdtPr>
            <w:rPr>
              <w:rFonts w:ascii="Arial" w:hAnsi="Arial" w:cs="Arial"/>
            </w:rPr>
            <w:id w:val="2913309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55C84" w:rsidRPr="00770273" w:rsidRDefault="008C6FE8" w:rsidP="000607B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Default="0073775E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55C84">
              <w:rPr>
                <w:rFonts w:ascii="Arial" w:hAnsi="Arial" w:cs="Arial"/>
              </w:rPr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8C6FE8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DC7F41" w:rsidTr="003662C3">
        <w:tc>
          <w:tcPr>
            <w:tcW w:w="8810" w:type="dxa"/>
          </w:tcPr>
          <w:p w:rsidR="0073775E" w:rsidRPr="00DC7F41" w:rsidRDefault="0073775E" w:rsidP="0073775E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36" w:type="dxa"/>
          </w:tcPr>
          <w:p w:rsidR="0073775E" w:rsidRPr="00DC7F41" w:rsidRDefault="0073775E" w:rsidP="0073775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3775E" w:rsidRPr="00DC7F41" w:rsidTr="003662C3">
        <w:tc>
          <w:tcPr>
            <w:tcW w:w="8810" w:type="dxa"/>
          </w:tcPr>
          <w:p w:rsidR="0073775E" w:rsidRPr="003D7382" w:rsidRDefault="0073775E" w:rsidP="0073775E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3D7382" w:rsidRDefault="00DC2685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VECTO in RELEASE Mode</w:t>
            </w:r>
          </w:p>
        </w:tc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62289D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62289D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62289D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62289D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62289D" w:rsidRPr="00911A49" w:rsidTr="000C4B2E">
        <w:tc>
          <w:tcPr>
            <w:tcW w:w="8810" w:type="dxa"/>
          </w:tcPr>
          <w:p w:rsidR="0062289D" w:rsidRPr="00770273" w:rsidRDefault="0062289D" w:rsidP="000C4B2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161868237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62289D" w:rsidRPr="00770273" w:rsidRDefault="0098625E" w:rsidP="000C4B2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</w:p>
        </w:tc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812130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9274" w:type="dxa"/>
        <w:tblInd w:w="360" w:type="dxa"/>
        <w:tblLook w:val="04A0" w:firstRow="1" w:lastRow="0" w:firstColumn="1" w:lastColumn="0" w:noHBand="0" w:noVBand="1"/>
      </w:tblPr>
      <w:tblGrid>
        <w:gridCol w:w="8838"/>
        <w:gridCol w:w="436"/>
      </w:tblGrid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98625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WIKI with full 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98625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Table with short Changelog + Download Link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98625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Notify customers: Ticket VECTO-58 (inklude download link &amp; link to confluence page)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98625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Pr="003A51BA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81213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E05572" w:rsidRDefault="00E05572" w:rsidP="00E05572">
      <w:pPr>
        <w:spacing w:after="0" w:line="240" w:lineRule="auto"/>
        <w:rPr>
          <w:rFonts w:ascii="Arial" w:hAnsi="Arial" w:cs="Arial"/>
        </w:rPr>
      </w:pPr>
    </w:p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10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98625E">
        <w:rPr>
          <w:sz w:val="24"/>
        </w:rPr>
        <w:t>12.1.2017</w:t>
      </w:r>
      <w:r w:rsidRPr="003E04DD">
        <w:rPr>
          <w:sz w:val="24"/>
        </w:rPr>
        <w:fldChar w:fldCharType="end"/>
      </w:r>
      <w:bookmarkEnd w:id="10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1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98625E">
        <w:rPr>
          <w:noProof/>
          <w:sz w:val="24"/>
        </w:rPr>
        <w:t>MQ</w:t>
      </w:r>
      <w:r>
        <w:rPr>
          <w:sz w:val="24"/>
        </w:rPr>
        <w:fldChar w:fldCharType="end"/>
      </w:r>
      <w:bookmarkEnd w:id="11"/>
    </w:p>
    <w:sectPr w:rsidR="003E04DD" w:rsidRPr="003E04DD" w:rsidSect="00DC7F41">
      <w:pgSz w:w="12240" w:h="15840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A28"/>
    <w:rsid w:val="001833A8"/>
    <w:rsid w:val="00185194"/>
    <w:rsid w:val="001C21D1"/>
    <w:rsid w:val="001F4296"/>
    <w:rsid w:val="00211E62"/>
    <w:rsid w:val="002402DA"/>
    <w:rsid w:val="002634BC"/>
    <w:rsid w:val="002B3013"/>
    <w:rsid w:val="00321ACB"/>
    <w:rsid w:val="00331D3E"/>
    <w:rsid w:val="00353151"/>
    <w:rsid w:val="003662C3"/>
    <w:rsid w:val="003A51BA"/>
    <w:rsid w:val="003C5DF9"/>
    <w:rsid w:val="003E04DD"/>
    <w:rsid w:val="003F09CD"/>
    <w:rsid w:val="0042244A"/>
    <w:rsid w:val="004F2AAC"/>
    <w:rsid w:val="005327CF"/>
    <w:rsid w:val="00542A28"/>
    <w:rsid w:val="00555C84"/>
    <w:rsid w:val="00562C02"/>
    <w:rsid w:val="005D1586"/>
    <w:rsid w:val="005D263C"/>
    <w:rsid w:val="0062289D"/>
    <w:rsid w:val="0067268A"/>
    <w:rsid w:val="006B13CE"/>
    <w:rsid w:val="006D2E55"/>
    <w:rsid w:val="0073775E"/>
    <w:rsid w:val="00770273"/>
    <w:rsid w:val="00812130"/>
    <w:rsid w:val="008644AB"/>
    <w:rsid w:val="008C6FE8"/>
    <w:rsid w:val="008D5D80"/>
    <w:rsid w:val="008F28DF"/>
    <w:rsid w:val="00911A49"/>
    <w:rsid w:val="009571EF"/>
    <w:rsid w:val="0098625E"/>
    <w:rsid w:val="00A070DD"/>
    <w:rsid w:val="00B3284E"/>
    <w:rsid w:val="00BB7C1D"/>
    <w:rsid w:val="00C10D52"/>
    <w:rsid w:val="00C33D8F"/>
    <w:rsid w:val="00C518B2"/>
    <w:rsid w:val="00C91109"/>
    <w:rsid w:val="00D8626E"/>
    <w:rsid w:val="00D95D05"/>
    <w:rsid w:val="00DA09BE"/>
    <w:rsid w:val="00DC2685"/>
    <w:rsid w:val="00DC7F41"/>
    <w:rsid w:val="00DF3902"/>
    <w:rsid w:val="00E05572"/>
    <w:rsid w:val="00E411BE"/>
    <w:rsid w:val="00EA2FE1"/>
    <w:rsid w:val="00EA7A3C"/>
    <w:rsid w:val="00EC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14AA4-87D1-43DD-B219-6A3001936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6</cp:revision>
  <dcterms:created xsi:type="dcterms:W3CDTF">2017-01-09T15:34:00Z</dcterms:created>
  <dcterms:modified xsi:type="dcterms:W3CDTF">2017-01-13T08:25:00Z</dcterms:modified>
</cp:coreProperties>
</file>