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FC4413" w:rsidRPr="00FC4413">
        <w:rPr>
          <w:rFonts w:ascii="Arial" w:hAnsi="Arial" w:cs="Arial"/>
          <w:noProof/>
        </w:rPr>
        <w:t>3.3.4.1686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FC441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FC4413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902340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0234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0234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0234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90234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902340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902340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CA0E0D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CA0E0D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CA0E0D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1770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1770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0E0D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A0E0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CA0E0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0E0D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CA0E0D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CA0E0D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85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85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0E0D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A0E0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CA0E0D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0E0D">
              <w:rPr>
                <w:rFonts w:ascii="Arial" w:hAnsi="Arial" w:cs="Arial"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A0E0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CA0E0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159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159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0E0D">
              <w:rPr>
                <w:rFonts w:ascii="Arial" w:hAnsi="Arial" w:cs="Arial"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A0E0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1310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80D858ED0E574AF8BFA319E421B138A3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5673C4">
                  <w:rPr>
                    <w:rFonts w:ascii="Arial" w:hAnsi="Arial" w:cs="Arial"/>
                  </w:rPr>
                  <w:t xml:space="preserve">Release </w:t>
                </w:r>
                <w:proofErr w:type="spellStart"/>
                <w:r w:rsidR="005673C4">
                  <w:rPr>
                    <w:rFonts w:ascii="Arial" w:hAnsi="Arial" w:cs="Arial"/>
                  </w:rPr>
                  <w:t>Candiate</w:t>
                </w:r>
                <w:proofErr w:type="spellEnd"/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01310C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1310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1310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1310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1310C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1310C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1310C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1310C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1310C">
              <w:rPr>
                <w:rFonts w:ascii="Arial" w:hAnsi="Arial" w:cs="Arial"/>
                <w:noProof/>
              </w:rPr>
              <w:t>21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1310C">
              <w:rPr>
                <w:rFonts w:ascii="Arial" w:hAnsi="Arial" w:cs="Arial"/>
                <w:noProof/>
              </w:rPr>
              <w:t>42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1310C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20.7623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21.6543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57A8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81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57A87">
              <w:rPr>
                <w:rFonts w:ascii="Arial" w:hAnsi="Arial" w:cs="Arial"/>
                <w:noProof/>
              </w:rPr>
              <w:t>42.2769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57A8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57A87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92982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D4D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D4D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D4D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D4D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D4D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D4D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57591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57591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C2697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2697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26975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770089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bookmarkStart w:id="27" w:name="_GoBack"/>
            <w:bookmarkEnd w:id="27"/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770089">
              <w:rPr>
                <w:rFonts w:ascii="Courier New" w:hAnsi="Courier New" w:cs="Courier New"/>
                <w:noProof/>
                <w:sz w:val="12"/>
              </w:rPr>
              <w:t>---------       ----                                                                   ----</w:t>
            </w:r>
          </w:p>
          <w:p w:rsidR="0098478D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770089">
              <w:rPr>
                <w:rFonts w:ascii="Courier New" w:hAnsi="Courier New" w:cs="Courier New"/>
                <w:noProof/>
                <w:sz w:val="12"/>
              </w:rPr>
              <w:t>SHA256          25414B3FD9F285BB4D4D50B403465486370217914BA7C417EC8E404444BCE2E1       2019_08_14-VECTO-3.3.4.1686.zip</w:t>
            </w:r>
            <w:r w:rsidR="00627CC4" w:rsidRPr="004B0507">
              <w:rPr>
                <w:rFonts w:ascii="Courier New" w:hAnsi="Courier New" w:cs="Courier New"/>
                <w:noProof/>
                <w:sz w:val="12"/>
              </w:rPr>
              <w:t xml:space="preserve"> 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770089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770089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C680732FDCE5315E52FE261F9FEC64FF2110389F94C51B0BAB73DAF4004DB726       hashingcmd.exe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4E9A90130947D341123F67C60EBF8AE78EBCE7C47E391A78BF9A7B7C72CA315F       HashingTool.exe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DF50DA00FE57E22A2A68C70EC78DDBA9D35519CD67677765C29B9A226E47D42F       VECTO.exe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 xml:space="preserve">SHA256          D83A5193D3EC5281B4B4D64E465172BD2AE31A7235CF12534956C5BB0CEB653B       vectocmd.exe 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2E7D0EE3F402DFC9494D17745146ECACF4039C676D9558091C639CFDE440ECE4       AdvancedAuxiliaryInterfaces.dll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70BA95C80B10060DFFE33BFF63DA0C74F51A1333A14596F770CE2E41C4FF5355       BusAuxiliaries.dll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DB448EAB4F8BAAA0B878A07BBD104946BC5E574612F1072576AC319BE137944A       VectoCommon.dll</w:t>
            </w:r>
          </w:p>
          <w:p w:rsidR="00770089" w:rsidRPr="00770089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35BCC69713949EC62A55E602F7EC9C24743B8C31202749053435F14B699EBA69       VectoCore.dll</w:t>
            </w:r>
          </w:p>
          <w:p w:rsidR="0098478D" w:rsidRDefault="00770089" w:rsidP="00770089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770089">
              <w:rPr>
                <w:rFonts w:ascii="Courier New" w:hAnsi="Courier New" w:cs="Courier New"/>
                <w:sz w:val="12"/>
              </w:rPr>
              <w:t>SHA256          43237F830CB3862C188B9B9C10E7AA8164E547F5EADFF4697CE5E3203C4194B3       VectoHashing.dll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770089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770089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770089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77008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77008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77008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77008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77008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77008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77008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Pr="003A51BA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770089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lastRenderedPageBreak/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770089">
        <w:rPr>
          <w:noProof/>
          <w:sz w:val="24"/>
        </w:rPr>
        <w:t>14.8.2019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9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770089">
        <w:rPr>
          <w:noProof/>
          <w:sz w:val="24"/>
        </w:rPr>
        <w:t>MQ</w:t>
      </w:r>
      <w:r>
        <w:rPr>
          <w:sz w:val="24"/>
        </w:rPr>
        <w:fldChar w:fldCharType="end"/>
      </w:r>
      <w:bookmarkEnd w:id="29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de-AT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13"/>
    <w:rsid w:val="0001310C"/>
    <w:rsid w:val="000F7850"/>
    <w:rsid w:val="001833A8"/>
    <w:rsid w:val="00185194"/>
    <w:rsid w:val="001C21D1"/>
    <w:rsid w:val="00211E62"/>
    <w:rsid w:val="002402DA"/>
    <w:rsid w:val="002634BC"/>
    <w:rsid w:val="002B3013"/>
    <w:rsid w:val="00321ACB"/>
    <w:rsid w:val="00331D3E"/>
    <w:rsid w:val="00353151"/>
    <w:rsid w:val="003662C3"/>
    <w:rsid w:val="00392982"/>
    <w:rsid w:val="003A51BA"/>
    <w:rsid w:val="003E04DD"/>
    <w:rsid w:val="003F09CD"/>
    <w:rsid w:val="003F4717"/>
    <w:rsid w:val="0042244A"/>
    <w:rsid w:val="004B0507"/>
    <w:rsid w:val="005327CF"/>
    <w:rsid w:val="00555C84"/>
    <w:rsid w:val="00562C02"/>
    <w:rsid w:val="005673C4"/>
    <w:rsid w:val="00575917"/>
    <w:rsid w:val="005D263C"/>
    <w:rsid w:val="005E6430"/>
    <w:rsid w:val="00627CC4"/>
    <w:rsid w:val="0067268A"/>
    <w:rsid w:val="006B13CE"/>
    <w:rsid w:val="006D2E55"/>
    <w:rsid w:val="0073192B"/>
    <w:rsid w:val="0073775E"/>
    <w:rsid w:val="00770089"/>
    <w:rsid w:val="00770273"/>
    <w:rsid w:val="007B17C8"/>
    <w:rsid w:val="00802F29"/>
    <w:rsid w:val="008644AB"/>
    <w:rsid w:val="008D5D80"/>
    <w:rsid w:val="008F2100"/>
    <w:rsid w:val="008F28DF"/>
    <w:rsid w:val="00902340"/>
    <w:rsid w:val="00911A49"/>
    <w:rsid w:val="009571EF"/>
    <w:rsid w:val="0098478D"/>
    <w:rsid w:val="009A2686"/>
    <w:rsid w:val="00A070DD"/>
    <w:rsid w:val="00A74C22"/>
    <w:rsid w:val="00A92BF2"/>
    <w:rsid w:val="00B3284E"/>
    <w:rsid w:val="00B41790"/>
    <w:rsid w:val="00B51291"/>
    <w:rsid w:val="00B57A87"/>
    <w:rsid w:val="00B92E8D"/>
    <w:rsid w:val="00BB7C1D"/>
    <w:rsid w:val="00BD4DBF"/>
    <w:rsid w:val="00C10D52"/>
    <w:rsid w:val="00C26975"/>
    <w:rsid w:val="00C656D2"/>
    <w:rsid w:val="00C91109"/>
    <w:rsid w:val="00CA0E0D"/>
    <w:rsid w:val="00D8626E"/>
    <w:rsid w:val="00DA09BE"/>
    <w:rsid w:val="00DC7F41"/>
    <w:rsid w:val="00DF3902"/>
    <w:rsid w:val="00E05572"/>
    <w:rsid w:val="00E411BE"/>
    <w:rsid w:val="00EA7A3C"/>
    <w:rsid w:val="00EC006F"/>
    <w:rsid w:val="00FC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D3ED3D"/>
  <w15:docId w15:val="{8DB60F3A-3A19-41AD-894E-D0E5725E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0D858ED0E574AF8BFA319E421B138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AD24CB-1CB7-43FD-9A68-D30E7DF11DD3}"/>
      </w:docPartPr>
      <w:docPartBody>
        <w:p w:rsidR="00000000" w:rsidRDefault="001847C1">
          <w:pPr>
            <w:pStyle w:val="80D858ED0E574AF8BFA319E421B138A3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7C1"/>
    <w:rsid w:val="0018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0D858ED0E574AF8BFA319E421B138A3">
    <w:name w:val="80D858ED0E574AF8BFA319E421B138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58E78-C1E0-4529-B670-F64650132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906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6</cp:revision>
  <cp:lastPrinted>2019-08-14T08:02:00Z</cp:lastPrinted>
  <dcterms:created xsi:type="dcterms:W3CDTF">2019-08-14T05:53:00Z</dcterms:created>
  <dcterms:modified xsi:type="dcterms:W3CDTF">2019-08-14T08:02:00Z</dcterms:modified>
</cp:coreProperties>
</file>