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1BA" w:rsidRPr="00DC7F41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6A0073" w:rsidRPr="006A0073">
        <w:rPr>
          <w:rFonts w:ascii="Arial" w:hAnsi="Arial" w:cs="Arial"/>
          <w:noProof/>
        </w:rPr>
        <w:t>3.2.0.925</w:t>
      </w:r>
      <w:r w:rsidR="003E04DD">
        <w:rPr>
          <w:rFonts w:ascii="Arial" w:hAnsi="Arial" w:cs="Arial"/>
          <w:lang w:val="de-AT"/>
        </w:rPr>
        <w:fldChar w:fldCharType="end"/>
      </w:r>
    </w:p>
    <w:p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9246" w:type="dxa"/>
        <w:tblInd w:w="360" w:type="dxa"/>
        <w:tblLook w:val="04A0" w:firstRow="1" w:lastRow="0" w:firstColumn="1" w:lastColumn="0" w:noHBand="0" w:noVBand="1"/>
      </w:tblPr>
      <w:tblGrid>
        <w:gridCol w:w="8810"/>
        <w:gridCol w:w="436"/>
      </w:tblGrid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Version Number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C91109">
              <w:rPr>
                <w:rFonts w:ascii="Arial" w:hAnsi="Arial" w:cs="Arial"/>
              </w:rPr>
              <w:t>Check Project Version.cs (VectoCore, VectoConsole)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6A007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Version Number</w:t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21364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Date in Changelog</w:t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21364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 resp. changed features/models</w:t>
            </w:r>
            <w:r w:rsidR="008D5D80">
              <w:rPr>
                <w:rFonts w:ascii="Arial" w:hAnsi="Arial" w:cs="Arial"/>
              </w:rPr>
              <w:t xml:space="preserve"> (Tickets, Commit-Messages)</w:t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21364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21364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21364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DC7F41" w:rsidTr="00C379D4">
        <w:tc>
          <w:tcPr>
            <w:tcW w:w="8810" w:type="dxa"/>
          </w:tcPr>
          <w:p w:rsidR="00353151" w:rsidRPr="00DC7F41" w:rsidRDefault="00353151" w:rsidP="00C379D4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436" w:type="dxa"/>
          </w:tcPr>
          <w:p w:rsidR="00353151" w:rsidRPr="00DC7F41" w:rsidRDefault="00353151" w:rsidP="00C379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53151" w:rsidRPr="00911A49" w:rsidTr="00C379D4">
        <w:tc>
          <w:tcPr>
            <w:tcW w:w="8810" w:type="dxa"/>
          </w:tcPr>
          <w:p w:rsidR="00353151" w:rsidRPr="00770273" w:rsidRDefault="00353151" w:rsidP="00C379D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PDF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53151" w:rsidRPr="00770273" w:rsidRDefault="00213642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911A49" w:rsidTr="00C379D4">
        <w:tc>
          <w:tcPr>
            <w:tcW w:w="8810" w:type="dxa"/>
          </w:tcPr>
          <w:p w:rsidR="00353151" w:rsidRPr="00770273" w:rsidRDefault="00353151" w:rsidP="00C379D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User Manual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53151" w:rsidRPr="00770273" w:rsidRDefault="00213642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213642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213642" w:rsidRPr="00213642">
              <w:rPr>
                <w:rFonts w:ascii="Arial" w:hAnsi="Arial" w:cs="Arial"/>
                <w:noProof/>
              </w:rPr>
              <w:t>1439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bookmarkStart w:id="0" w:name="OLE_LINK11"/>
            <w:bookmarkStart w:id="1" w:name="OLE_LINK12"/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213642" w:rsidRPr="00213642">
              <w:rPr>
                <w:rFonts w:ascii="Arial" w:hAnsi="Arial" w:cs="Arial"/>
                <w:noProof/>
              </w:rPr>
              <w:t>1439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0"/>
            <w:bookmarkEnd w:id="1"/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2" w:name="OLE_LINK9"/>
            <w:bookmarkStart w:id="3" w:name="OLE_LINK10"/>
            <w:r>
              <w:rPr>
                <w:rFonts w:ascii="Arial" w:hAnsi="Arial" w:cs="Arial"/>
              </w:rPr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4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13642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  <w:bookmarkEnd w:id="4"/>
            <w:r>
              <w:rPr>
                <w:rFonts w:ascii="Arial" w:hAnsi="Arial" w:cs="Arial"/>
              </w:rPr>
              <w:t xml:space="preserve"> </w:t>
            </w:r>
            <w:bookmarkEnd w:id="2"/>
            <w:bookmarkEnd w:id="3"/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21364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DC7F41" w:rsidRDefault="003662C3" w:rsidP="004917DC">
            <w:pPr>
              <w:ind w:left="207" w:hanging="207"/>
              <w:rPr>
                <w:rFonts w:ascii="Arial" w:hAnsi="Arial" w:cs="Arial"/>
              </w:rPr>
            </w:pPr>
            <w:bookmarkStart w:id="5" w:name="_Hlk472062651"/>
            <w:r>
              <w:rPr>
                <w:rFonts w:ascii="Arial" w:hAnsi="Arial" w:cs="Arial"/>
              </w:rPr>
              <w:tab/>
            </w:r>
            <w:r w:rsidR="008F2100">
              <w:rPr>
                <w:rFonts w:ascii="Arial" w:hAnsi="Arial" w:cs="Arial"/>
              </w:rPr>
              <w:t>VECTO UserBugs</w:t>
            </w:r>
            <w:r w:rsidRPr="00DC7F41">
              <w:rPr>
                <w:rFonts w:ascii="Arial" w:hAnsi="Arial" w:cs="Arial"/>
              </w:rPr>
              <w:t xml:space="preserve"> Tests: </w:t>
            </w:r>
            <w:r w:rsidRPr="00DC7F41">
              <w:rPr>
                <w:rFonts w:ascii="Arial" w:hAnsi="Arial" w:cs="Arial"/>
              </w:rPr>
              <w:tab/>
            </w:r>
            <w:bookmarkStart w:id="6" w:name="OLE_LINK7"/>
            <w:bookmarkStart w:id="7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8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4917DC" w:rsidRPr="004917DC">
              <w:rPr>
                <w:rFonts w:ascii="Arial" w:hAnsi="Arial" w:cs="Arial"/>
                <w:noProof/>
              </w:rPr>
              <w:t>33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8"/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9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4917DC" w:rsidRPr="004917DC">
              <w:rPr>
                <w:rFonts w:ascii="Arial" w:hAnsi="Arial" w:cs="Arial"/>
                <w:noProof/>
              </w:rPr>
              <w:t>33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9"/>
            <w:r w:rsidRPr="00DC7F41">
              <w:rPr>
                <w:rFonts w:ascii="Arial" w:hAnsi="Arial" w:cs="Arial"/>
              </w:rPr>
              <w:t xml:space="preserve"> successful</w:t>
            </w:r>
            <w:bookmarkEnd w:id="6"/>
            <w:bookmarkEnd w:id="7"/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4917DC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4917DC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5"/>
      <w:tr w:rsidR="003662C3" w:rsidRPr="00911A49" w:rsidTr="003662C3">
        <w:tc>
          <w:tcPr>
            <w:tcW w:w="8810" w:type="dxa"/>
          </w:tcPr>
          <w:p w:rsidR="003662C3" w:rsidRPr="00770273" w:rsidRDefault="003662C3" w:rsidP="00213642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213642" w:rsidRPr="00213642">
              <w:rPr>
                <w:rFonts w:ascii="Arial" w:hAnsi="Arial" w:cs="Arial"/>
                <w:noProof/>
              </w:rPr>
              <w:t>339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213642" w:rsidRPr="00213642">
              <w:rPr>
                <w:rFonts w:ascii="Arial" w:hAnsi="Arial" w:cs="Arial"/>
                <w:noProof/>
              </w:rPr>
              <w:t>339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13642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21364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8F2100" w:rsidRPr="00911A49" w:rsidTr="008C624B">
        <w:tc>
          <w:tcPr>
            <w:tcW w:w="8810" w:type="dxa"/>
          </w:tcPr>
          <w:p w:rsidR="008F2100" w:rsidRPr="00DC7F41" w:rsidRDefault="008F2100" w:rsidP="008C624B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DC7F41">
              <w:rPr>
                <w:rFonts w:ascii="Arial" w:hAnsi="Arial" w:cs="Arial"/>
              </w:rPr>
              <w:t xml:space="preserve">ModelBased Tests: </w:t>
            </w:r>
            <w:r w:rsidRPr="00DC7F41">
              <w:rPr>
                <w:rFonts w:ascii="Arial" w:hAnsi="Arial" w:cs="Arial"/>
              </w:rPr>
              <w:tab/>
            </w:r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408145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8F2100" w:rsidRPr="00770273" w:rsidRDefault="008F2100" w:rsidP="008C624B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3662C3" w:rsidRPr="00DC7F41" w:rsidTr="003662C3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B13CE" w:rsidRPr="00DC7F41" w:rsidTr="003662C3">
        <w:tc>
          <w:tcPr>
            <w:tcW w:w="8810" w:type="dxa"/>
          </w:tcPr>
          <w:p w:rsidR="006B13CE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Open Declaration Job File: Class 2</w:t>
            </w:r>
          </w:p>
        </w:tc>
        <w:sdt>
          <w:sdtPr>
            <w:rPr>
              <w:rFonts w:ascii="Arial" w:hAnsi="Arial" w:cs="Arial"/>
            </w:rPr>
            <w:id w:val="12059829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6B13CE" w:rsidRPr="00DC7F41" w:rsidRDefault="00183F44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DC7F41" w:rsidTr="003662C3">
        <w:tc>
          <w:tcPr>
            <w:tcW w:w="8810" w:type="dxa"/>
          </w:tcPr>
          <w:p w:rsidR="001833A8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Save Declaration Vehicle, Engine, Gearbox, Job</w:t>
            </w:r>
          </w:p>
        </w:tc>
        <w:sdt>
          <w:sdtPr>
            <w:rPr>
              <w:rFonts w:ascii="Arial" w:hAnsi="Arial" w:cs="Arial"/>
            </w:rPr>
            <w:id w:val="-14076108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Pr="00DC7F41" w:rsidRDefault="00183F44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DC7F41" w:rsidTr="003662C3">
        <w:tc>
          <w:tcPr>
            <w:tcW w:w="8810" w:type="dxa"/>
          </w:tcPr>
          <w:p w:rsidR="001833A8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Check Declaration Files didn’t change except Date</w:t>
            </w:r>
          </w:p>
        </w:tc>
        <w:sdt>
          <w:sdtPr>
            <w:rPr>
              <w:rFonts w:ascii="Arial" w:hAnsi="Arial" w:cs="Arial"/>
            </w:rPr>
            <w:id w:val="447986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Pr="00DC7F41" w:rsidRDefault="00183F44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1C46A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13642">
              <w:rPr>
                <w:rFonts w:ascii="Arial" w:hAnsi="Arial" w:cs="Arial"/>
                <w:noProof/>
              </w:rPr>
              <w:t>14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 w:rsidR="00EA7A3C">
              <w:rPr>
                <w:rFonts w:ascii="Arial" w:hAnsi="Arial" w:cs="Arial"/>
              </w:rPr>
              <w:t xml:space="preserve"> </w:t>
            </w:r>
            <w:r w:rsidR="00321ACB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/</w:t>
            </w:r>
            <w:r w:rsidR="005D263C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 xml:space="preserve">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C46AE">
              <w:rPr>
                <w:rFonts w:ascii="Arial" w:hAnsi="Arial" w:cs="Arial"/>
                <w:noProof/>
              </w:rPr>
              <w:t>30.6048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1C46A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571EF" w:rsidRPr="00911A49" w:rsidTr="00C379D4">
        <w:tc>
          <w:tcPr>
            <w:tcW w:w="8810" w:type="dxa"/>
          </w:tcPr>
          <w:p w:rsidR="009571EF" w:rsidRPr="00770273" w:rsidRDefault="009571EF" w:rsidP="001C46A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5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13642">
              <w:rPr>
                <w:rFonts w:ascii="Arial" w:hAnsi="Arial" w:cs="Arial"/>
                <w:noProof/>
              </w:rPr>
              <w:t>25 (</w:t>
            </w:r>
            <w:r w:rsidR="00967855">
              <w:rPr>
                <w:rFonts w:ascii="Arial" w:hAnsi="Arial" w:cs="Arial"/>
                <w:noProof/>
              </w:rPr>
              <w:t>+</w:t>
            </w:r>
            <w:r w:rsidR="00213642">
              <w:rPr>
                <w:rFonts w:ascii="Arial" w:hAnsi="Arial" w:cs="Arial"/>
                <w:noProof/>
              </w:rPr>
              <w:t>EMS!)</w:t>
            </w:r>
            <w:r>
              <w:rPr>
                <w:rFonts w:ascii="Arial" w:hAnsi="Arial" w:cs="Arial"/>
              </w:rPr>
              <w:fldChar w:fldCharType="end"/>
            </w:r>
            <w:r w:rsidR="00321ACB"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 w:rsidR="00321ACB">
              <w:rPr>
                <w:rFonts w:ascii="Arial" w:hAnsi="Arial" w:cs="Arial"/>
              </w:rPr>
              <w:t>FC final 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C46AE">
              <w:rPr>
                <w:rFonts w:ascii="Arial" w:hAnsi="Arial" w:cs="Arial"/>
                <w:noProof/>
              </w:rPr>
              <w:t>34.5859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8072729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571EF" w:rsidRPr="00770273" w:rsidRDefault="001C46AE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3662C3">
        <w:tc>
          <w:tcPr>
            <w:tcW w:w="8810" w:type="dxa"/>
          </w:tcPr>
          <w:p w:rsidR="001833A8" w:rsidRDefault="002402DA" w:rsidP="00211E62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 xml:space="preserve">Open Engineering Job File: Class </w:t>
            </w:r>
            <w:r w:rsidR="00211E62">
              <w:rPr>
                <w:rFonts w:ascii="Arial" w:hAnsi="Arial" w:cs="Arial"/>
              </w:rPr>
              <w:t>2</w:t>
            </w:r>
          </w:p>
        </w:tc>
        <w:sdt>
          <w:sdtPr>
            <w:rPr>
              <w:rFonts w:ascii="Arial" w:hAnsi="Arial" w:cs="Arial"/>
            </w:rPr>
            <w:id w:val="-406700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183F44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3662C3">
        <w:tc>
          <w:tcPr>
            <w:tcW w:w="8810" w:type="dxa"/>
          </w:tcPr>
          <w:p w:rsidR="001833A8" w:rsidRDefault="002402DA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Save Engineering Vehicle, Engine, Gearbox, Job</w:t>
            </w:r>
          </w:p>
        </w:tc>
        <w:sdt>
          <w:sdtPr>
            <w:rPr>
              <w:rFonts w:ascii="Arial" w:hAnsi="Arial" w:cs="Arial"/>
            </w:rPr>
            <w:id w:val="-13015309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183F44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3662C3">
        <w:tc>
          <w:tcPr>
            <w:tcW w:w="8810" w:type="dxa"/>
          </w:tcPr>
          <w:p w:rsidR="001833A8" w:rsidRDefault="002402DA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Check Engineering Files didn’t change except Date</w:t>
            </w:r>
          </w:p>
        </w:tc>
        <w:sdt>
          <w:sdtPr>
            <w:rPr>
              <w:rFonts w:ascii="Arial" w:hAnsi="Arial" w:cs="Arial"/>
            </w:rPr>
            <w:id w:val="9436578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183F44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211E62" w:rsidRPr="00911A49" w:rsidTr="000A3491">
        <w:tc>
          <w:tcPr>
            <w:tcW w:w="8810" w:type="dxa"/>
          </w:tcPr>
          <w:p w:rsidR="00211E62" w:rsidRPr="00770273" w:rsidRDefault="00211E62" w:rsidP="001C46A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2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13642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C656D2">
              <w:rPr>
                <w:rFonts w:ascii="Arial" w:hAnsi="Arial" w:cs="Arial"/>
              </w:rPr>
              <w:t>RD</w:t>
            </w:r>
            <w:r>
              <w:rPr>
                <w:rFonts w:ascii="Arial" w:hAnsi="Arial" w:cs="Arial"/>
              </w:rPr>
              <w:t xml:space="preserve">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C46AE">
              <w:rPr>
                <w:rFonts w:ascii="Arial" w:hAnsi="Arial" w:cs="Arial"/>
                <w:noProof/>
              </w:rPr>
              <w:t>20.885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211E62" w:rsidRPr="00770273" w:rsidRDefault="001C46AE" w:rsidP="000A34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1C46A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5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13642">
              <w:rPr>
                <w:rFonts w:ascii="Arial" w:hAnsi="Arial" w:cs="Arial"/>
                <w:noProof/>
              </w:rPr>
              <w:t>4</w:t>
            </w:r>
            <w:r>
              <w:rPr>
                <w:rFonts w:ascii="Arial" w:hAnsi="Arial" w:cs="Arial"/>
              </w:rPr>
              <w:fldChar w:fldCharType="end"/>
            </w:r>
            <w:r w:rsidR="00321ACB"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 w:rsidR="00321ACB">
              <w:rPr>
                <w:rFonts w:ascii="Arial" w:hAnsi="Arial" w:cs="Arial"/>
              </w:rPr>
              <w:t>FC final 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C46AE">
              <w:rPr>
                <w:rFonts w:ascii="Arial" w:hAnsi="Arial" w:cs="Arial"/>
                <w:noProof/>
              </w:rPr>
              <w:t>36.3718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1C46A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1C46A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9 + PTO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13642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C46AE">
              <w:rPr>
                <w:rFonts w:ascii="Arial" w:hAnsi="Arial" w:cs="Arial"/>
                <w:noProof/>
              </w:rPr>
              <w:t>291.066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1C46A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1C46A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AT-S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13642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UD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C46AE">
              <w:rPr>
                <w:rFonts w:ascii="Arial" w:hAnsi="Arial" w:cs="Arial"/>
                <w:noProof/>
              </w:rPr>
              <w:t>21.13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1C46A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1C46A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AT-P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C46AE">
              <w:rPr>
                <w:rFonts w:ascii="Arial" w:hAnsi="Arial" w:cs="Arial"/>
                <w:noProof/>
              </w:rPr>
              <w:t>7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UD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C46AE">
              <w:rPr>
                <w:rFonts w:ascii="Arial" w:hAnsi="Arial" w:cs="Arial"/>
                <w:noProof/>
              </w:rPr>
              <w:t>21.6567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1C46A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1C46A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InterurbanBus AAUX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C46AE">
              <w:rPr>
                <w:rFonts w:ascii="Arial" w:hAnsi="Arial" w:cs="Arial"/>
                <w:noProof/>
              </w:rPr>
              <w:t>56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C46AE">
              <w:rPr>
                <w:rFonts w:ascii="Arial" w:hAnsi="Arial" w:cs="Arial"/>
                <w:noProof/>
              </w:rPr>
              <w:t>42.1994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45047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1C46AE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3662C3">
        <w:tc>
          <w:tcPr>
            <w:tcW w:w="8810" w:type="dxa"/>
          </w:tcPr>
          <w:p w:rsidR="003662C3" w:rsidRPr="00770273" w:rsidRDefault="003662C3" w:rsidP="001C46A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Engineering Mode: </w:t>
            </w:r>
            <w:r>
              <w:rPr>
                <w:rFonts w:ascii="Arial" w:hAnsi="Arial" w:cs="Arial"/>
              </w:rPr>
              <w:t xml:space="preserve">Engine Only,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C46AE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411BE"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</w:rPr>
              <w:t>/</w:t>
            </w:r>
            <w:r w:rsidR="00E411BE"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1C46AE">
              <w:rPr>
                <w:rFonts w:ascii="Arial" w:hAnsi="Arial" w:cs="Arial"/>
                <w:noProof/>
              </w:rPr>
              <w:t>3420.5478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5A18F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55C84" w:rsidRPr="00911A49" w:rsidTr="000607B5">
        <w:tc>
          <w:tcPr>
            <w:tcW w:w="8810" w:type="dxa"/>
          </w:tcPr>
          <w:p w:rsidR="00555C84" w:rsidRDefault="00555C84" w:rsidP="000607B5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VECTO API GUI Buttons are working</w:t>
            </w:r>
          </w:p>
        </w:tc>
        <w:sdt>
          <w:sdtPr>
            <w:rPr>
              <w:rFonts w:ascii="Arial" w:hAnsi="Arial" w:cs="Arial"/>
            </w:rPr>
            <w:id w:val="2913309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55C84" w:rsidRPr="00770273" w:rsidRDefault="005A18F2" w:rsidP="000607B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Default="0073775E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55C84">
              <w:rPr>
                <w:rFonts w:ascii="Arial" w:hAnsi="Arial" w:cs="Arial"/>
              </w:rPr>
              <w:t>VectoCMD: Declaration Class 2 works</w:t>
            </w:r>
          </w:p>
        </w:tc>
        <w:sdt>
          <w:sdtPr>
            <w:rPr>
              <w:rFonts w:ascii="Arial" w:hAnsi="Arial" w:cs="Arial"/>
            </w:rPr>
            <w:id w:val="-9623487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4917DC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A2686" w:rsidRPr="00911A49" w:rsidTr="003662C3">
        <w:tc>
          <w:tcPr>
            <w:tcW w:w="8810" w:type="dxa"/>
          </w:tcPr>
          <w:p w:rsidR="009A2686" w:rsidRPr="009A2686" w:rsidRDefault="009A2686" w:rsidP="009A2686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10" w:name="_Hlk472520743"/>
            <w:r w:rsidRPr="009A2686">
              <w:rPr>
                <w:rFonts w:ascii="Arial" w:hAnsi="Arial" w:cs="Arial"/>
                <w:b/>
              </w:rPr>
              <w:t>VECTO DEA Compatibility</w:t>
            </w:r>
          </w:p>
        </w:tc>
        <w:tc>
          <w:tcPr>
            <w:tcW w:w="436" w:type="dxa"/>
          </w:tcPr>
          <w:p w:rsidR="009A2686" w:rsidRDefault="009A2686" w:rsidP="0073775E">
            <w:pPr>
              <w:jc w:val="center"/>
              <w:rPr>
                <w:rFonts w:ascii="Arial" w:hAnsi="Arial" w:cs="Arial"/>
              </w:rPr>
            </w:pPr>
          </w:p>
        </w:tc>
      </w:tr>
      <w:tr w:rsidR="009A2686" w:rsidRPr="00911A49" w:rsidTr="003662C3">
        <w:tc>
          <w:tcPr>
            <w:tcW w:w="8810" w:type="dxa"/>
          </w:tcPr>
          <w:p w:rsidR="009A2686" w:rsidRDefault="009A2686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that latest release of VECTO DEA works with VECTO Release (Standalone App)</w:t>
            </w:r>
          </w:p>
        </w:tc>
        <w:sdt>
          <w:sdtPr>
            <w:rPr>
              <w:rFonts w:ascii="Arial" w:hAnsi="Arial" w:cs="Arial"/>
            </w:rPr>
            <w:id w:val="7756790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A2686" w:rsidRDefault="00016BFE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A2686" w:rsidRPr="00911A49" w:rsidTr="003662C3">
        <w:tc>
          <w:tcPr>
            <w:tcW w:w="8810" w:type="dxa"/>
          </w:tcPr>
          <w:p w:rsidR="009A2686" w:rsidRDefault="009A2686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Incompatible -&gt; new VECTO DEA Version!</w:t>
            </w:r>
          </w:p>
        </w:tc>
        <w:sdt>
          <w:sdtPr>
            <w:rPr>
              <w:rFonts w:ascii="Arial" w:hAnsi="Arial" w:cs="Arial"/>
            </w:rPr>
            <w:id w:val="670453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A2686" w:rsidRDefault="009A2686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bookmarkEnd w:id="10"/>
      <w:tr w:rsidR="0073775E" w:rsidRPr="00DC7F41" w:rsidTr="003662C3">
        <w:tc>
          <w:tcPr>
            <w:tcW w:w="8810" w:type="dxa"/>
          </w:tcPr>
          <w:p w:rsidR="0073775E" w:rsidRPr="00DC7F41" w:rsidRDefault="0073775E" w:rsidP="0073775E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Create Vecto Release </w:t>
            </w:r>
          </w:p>
        </w:tc>
        <w:tc>
          <w:tcPr>
            <w:tcW w:w="436" w:type="dxa"/>
          </w:tcPr>
          <w:p w:rsidR="0073775E" w:rsidRPr="00DC7F41" w:rsidRDefault="0073775E" w:rsidP="0073775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3775E" w:rsidRPr="00DC7F41" w:rsidTr="003662C3">
        <w:tc>
          <w:tcPr>
            <w:tcW w:w="8810" w:type="dxa"/>
          </w:tcPr>
          <w:p w:rsidR="0073775E" w:rsidRPr="003D7382" w:rsidRDefault="0073775E" w:rsidP="0073775E">
            <w:pPr>
              <w:ind w:left="207" w:hanging="207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lastRenderedPageBreak/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3D7382" w:rsidRDefault="004B7981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Compile VECTO in RELEASE Mode</w:t>
            </w:r>
          </w:p>
        </w:tc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B60368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B60368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B60368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Extract ZIP Archive and run VECTO, quick check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672686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C656D2" w:rsidRPr="00911A49" w:rsidTr="008C624B">
        <w:tc>
          <w:tcPr>
            <w:tcW w:w="8810" w:type="dxa"/>
          </w:tcPr>
          <w:p w:rsidR="00C656D2" w:rsidRPr="00770273" w:rsidRDefault="00C656D2" w:rsidP="008C624B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99902921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C656D2" w:rsidRPr="00770273" w:rsidRDefault="00672686" w:rsidP="008C624B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3662C3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Tag Release / Build with Version Number</w:t>
            </w:r>
          </w:p>
        </w:tc>
        <w:sdt>
          <w:sdtPr>
            <w:rPr>
              <w:rFonts w:ascii="Arial" w:hAnsi="Arial" w:cs="Arial"/>
            </w:rPr>
            <w:id w:val="-128642371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672686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DC7F41" w:rsidRPr="00DC7F41" w:rsidRDefault="00DC7F41" w:rsidP="00DC7F41">
      <w:pPr>
        <w:pStyle w:val="berschrift3"/>
        <w:rPr>
          <w:sz w:val="28"/>
        </w:rPr>
      </w:pPr>
      <w:r w:rsidRPr="00DC7F41">
        <w:rPr>
          <w:sz w:val="28"/>
        </w:rPr>
        <w:t>Publish Release</w:t>
      </w:r>
    </w:p>
    <w:p w:rsidR="00DC7F41" w:rsidRDefault="00DC7F41"/>
    <w:tbl>
      <w:tblPr>
        <w:tblStyle w:val="Tabellenraster"/>
        <w:tblW w:w="9274" w:type="dxa"/>
        <w:tblInd w:w="360" w:type="dxa"/>
        <w:tblLook w:val="04A0" w:firstRow="1" w:lastRow="0" w:firstColumn="1" w:lastColumn="0" w:noHBand="0" w:noVBand="1"/>
      </w:tblPr>
      <w:tblGrid>
        <w:gridCol w:w="8838"/>
        <w:gridCol w:w="436"/>
      </w:tblGrid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5327CF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Update Confluence WIKI with full Changelog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6E055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Update Confluence Table with short Changelog + Download Link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6E055D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 w:rsidRPr="003A51BA">
              <w:rPr>
                <w:rFonts w:ascii="Arial" w:hAnsi="Arial" w:cs="Arial"/>
              </w:rPr>
              <w:t>Notify customers: Ticket VECTO-58 (inklude download link &amp; link to confluence page)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67268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327CF">
        <w:tc>
          <w:tcPr>
            <w:tcW w:w="8849" w:type="dxa"/>
          </w:tcPr>
          <w:p w:rsidR="005327CF" w:rsidRPr="003A51BA" w:rsidRDefault="005327CF" w:rsidP="00770273">
            <w:pPr>
              <w:tabs>
                <w:tab w:val="left" w:pos="570"/>
              </w:tabs>
              <w:ind w:left="633" w:hanging="63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Copy archive to project release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5327CF" w:rsidRDefault="00672686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E05572" w:rsidRDefault="00E05572" w:rsidP="00E05572">
      <w:pPr>
        <w:spacing w:after="0" w:line="240" w:lineRule="auto"/>
        <w:rPr>
          <w:rFonts w:ascii="Arial" w:hAnsi="Arial" w:cs="Arial"/>
        </w:rPr>
      </w:pPr>
    </w:p>
    <w:p w:rsidR="003E04DD" w:rsidRPr="003E04DD" w:rsidRDefault="003E04DD" w:rsidP="003E04DD"/>
    <w:p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t>Released</w:t>
      </w:r>
    </w:p>
    <w:p w:rsidR="003E04DD" w:rsidRDefault="003E04DD" w:rsidP="003E04DD">
      <w:pPr>
        <w:rPr>
          <w:sz w:val="24"/>
        </w:rPr>
      </w:pPr>
    </w:p>
    <w:p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11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r w:rsidR="00612FE3">
        <w:rPr>
          <w:noProof/>
          <w:sz w:val="24"/>
        </w:rPr>
        <w:t>14.7.2017</w:t>
      </w:r>
      <w:r w:rsidRPr="003E04DD">
        <w:rPr>
          <w:sz w:val="24"/>
        </w:rPr>
        <w:fldChar w:fldCharType="end"/>
      </w:r>
      <w:bookmarkEnd w:id="11"/>
    </w:p>
    <w:p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2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612FE3">
        <w:rPr>
          <w:noProof/>
          <w:sz w:val="24"/>
        </w:rPr>
        <w:t>MQ</w:t>
      </w:r>
      <w:r>
        <w:rPr>
          <w:sz w:val="24"/>
        </w:rPr>
        <w:fldChar w:fldCharType="end"/>
      </w:r>
      <w:bookmarkEnd w:id="12"/>
    </w:p>
    <w:sectPr w:rsidR="003E04DD" w:rsidRPr="003E04DD" w:rsidSect="00DC7F41">
      <w:pgSz w:w="12240" w:h="15840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ocumentProtection w:edit="forms" w:enforcement="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073"/>
    <w:rsid w:val="00016BFE"/>
    <w:rsid w:val="001833A8"/>
    <w:rsid w:val="00183F44"/>
    <w:rsid w:val="00185194"/>
    <w:rsid w:val="001C21D1"/>
    <w:rsid w:val="001C46AE"/>
    <w:rsid w:val="00211E62"/>
    <w:rsid w:val="00213642"/>
    <w:rsid w:val="002402DA"/>
    <w:rsid w:val="002634BC"/>
    <w:rsid w:val="002B3013"/>
    <w:rsid w:val="00321ACB"/>
    <w:rsid w:val="00331D3E"/>
    <w:rsid w:val="00353151"/>
    <w:rsid w:val="003662C3"/>
    <w:rsid w:val="003A51BA"/>
    <w:rsid w:val="003E04DD"/>
    <w:rsid w:val="003F09CD"/>
    <w:rsid w:val="0042244A"/>
    <w:rsid w:val="004917DC"/>
    <w:rsid w:val="004B7981"/>
    <w:rsid w:val="005327CF"/>
    <w:rsid w:val="00555C84"/>
    <w:rsid w:val="00562C02"/>
    <w:rsid w:val="005A18F2"/>
    <w:rsid w:val="005D263C"/>
    <w:rsid w:val="00612FE3"/>
    <w:rsid w:val="00672686"/>
    <w:rsid w:val="0067268A"/>
    <w:rsid w:val="006A0073"/>
    <w:rsid w:val="006B13CE"/>
    <w:rsid w:val="006D2E55"/>
    <w:rsid w:val="006E055D"/>
    <w:rsid w:val="0073775E"/>
    <w:rsid w:val="00770273"/>
    <w:rsid w:val="008644AB"/>
    <w:rsid w:val="008D5D80"/>
    <w:rsid w:val="008F2100"/>
    <w:rsid w:val="008F28DF"/>
    <w:rsid w:val="00911A49"/>
    <w:rsid w:val="009571EF"/>
    <w:rsid w:val="00967855"/>
    <w:rsid w:val="009A2686"/>
    <w:rsid w:val="00A070DD"/>
    <w:rsid w:val="00B3284E"/>
    <w:rsid w:val="00B60368"/>
    <w:rsid w:val="00BB7C1D"/>
    <w:rsid w:val="00C10D52"/>
    <w:rsid w:val="00C656D2"/>
    <w:rsid w:val="00C91109"/>
    <w:rsid w:val="00D8626E"/>
    <w:rsid w:val="00DA09BE"/>
    <w:rsid w:val="00DC7F41"/>
    <w:rsid w:val="00DF3902"/>
    <w:rsid w:val="00E05572"/>
    <w:rsid w:val="00E411BE"/>
    <w:rsid w:val="00EA7A3C"/>
    <w:rsid w:val="00EC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BF7DE"/>
  <w15:docId w15:val="{DA949737-A6CD-417E-A5D2-2D77BC69C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656D2"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M\Workspace\VECTO_quam\Documentation\Checklist_Release_VECTO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FA7F5-EE04-4FCD-9663-40A753B31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Checklist_Release_VECTO.dotx</Template>
  <TotalTime>0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Quaritsch Markus</dc:creator>
  <cp:lastModifiedBy>Quaritsch Markus</cp:lastModifiedBy>
  <cp:revision>10</cp:revision>
  <dcterms:created xsi:type="dcterms:W3CDTF">2017-07-13T11:13:00Z</dcterms:created>
  <dcterms:modified xsi:type="dcterms:W3CDTF">2017-07-14T12:34:00Z</dcterms:modified>
</cp:coreProperties>
</file>