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51BA" w:rsidRPr="00DC7F41" w:rsidRDefault="003A51BA" w:rsidP="00DC7F41">
      <w:pPr>
        <w:pStyle w:val="berschrift1"/>
        <w:spacing w:before="0"/>
        <w:rPr>
          <w:sz w:val="32"/>
        </w:rPr>
      </w:pPr>
      <w:r w:rsidRPr="00DC7F41">
        <w:rPr>
          <w:sz w:val="32"/>
        </w:rPr>
        <w:t>Checklist f</w:t>
      </w:r>
      <w:r w:rsidR="00911A49" w:rsidRPr="00DC7F41">
        <w:rPr>
          <w:sz w:val="32"/>
        </w:rPr>
        <w:t>o</w:t>
      </w:r>
      <w:r w:rsidRPr="00DC7F41">
        <w:rPr>
          <w:sz w:val="32"/>
        </w:rPr>
        <w:t>r VECTO Release</w:t>
      </w:r>
      <w:r w:rsidR="00911A49" w:rsidRPr="00DC7F41">
        <w:rPr>
          <w:sz w:val="32"/>
        </w:rPr>
        <w:t xml:space="preserve"> </w:t>
      </w:r>
      <w:r w:rsidRPr="00DC7F41">
        <w:rPr>
          <w:sz w:val="32"/>
        </w:rPr>
        <w:t xml:space="preserve">V </w:t>
      </w:r>
      <w:r w:rsidR="003E04DD">
        <w:rPr>
          <w:rFonts w:ascii="Arial" w:hAnsi="Arial" w:cs="Arial"/>
          <w:lang w:val="de-A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3E04DD" w:rsidRPr="00DC7F41">
        <w:rPr>
          <w:rFonts w:ascii="Arial" w:hAnsi="Arial" w:cs="Arial"/>
        </w:rPr>
        <w:instrText xml:space="preserve"> FORMTEXT </w:instrText>
      </w:r>
      <w:r w:rsidR="003E04DD">
        <w:rPr>
          <w:rFonts w:ascii="Arial" w:hAnsi="Arial" w:cs="Arial"/>
          <w:lang w:val="de-AT"/>
        </w:rPr>
      </w:r>
      <w:r w:rsidR="003E04DD">
        <w:rPr>
          <w:rFonts w:ascii="Arial" w:hAnsi="Arial" w:cs="Arial"/>
          <w:lang w:val="de-AT"/>
        </w:rPr>
        <w:fldChar w:fldCharType="separate"/>
      </w:r>
      <w:r w:rsidR="00F21CE3" w:rsidRPr="008169BA">
        <w:rPr>
          <w:rFonts w:ascii="Arial" w:hAnsi="Arial" w:cs="Arial"/>
          <w:noProof/>
        </w:rPr>
        <w:t>3.3.6.1898</w:t>
      </w:r>
      <w:r w:rsidR="003E04DD">
        <w:rPr>
          <w:rFonts w:ascii="Arial" w:hAnsi="Arial" w:cs="Arial"/>
          <w:lang w:val="de-AT"/>
        </w:rPr>
        <w:fldChar w:fldCharType="end"/>
      </w:r>
    </w:p>
    <w:p w:rsidR="003A51BA" w:rsidRPr="00DC7F41" w:rsidRDefault="003A51BA" w:rsidP="00911A49">
      <w:pPr>
        <w:pStyle w:val="berschrift3"/>
        <w:rPr>
          <w:sz w:val="28"/>
        </w:rPr>
      </w:pPr>
      <w:r w:rsidRPr="00DC7F41">
        <w:rPr>
          <w:sz w:val="28"/>
        </w:rPr>
        <w:t>Preparing Release</w:t>
      </w:r>
    </w:p>
    <w:p w:rsidR="003A51BA" w:rsidRPr="003A51BA" w:rsidRDefault="003A51BA" w:rsidP="00E05572">
      <w:pPr>
        <w:spacing w:after="0" w:line="240" w:lineRule="auto"/>
        <w:rPr>
          <w:rFonts w:ascii="Arial" w:hAnsi="Arial" w:cs="Arial"/>
        </w:rPr>
      </w:pPr>
    </w:p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16"/>
        <w:gridCol w:w="447"/>
      </w:tblGrid>
      <w:tr w:rsidR="003662C3" w:rsidRPr="00DC7F41" w:rsidTr="004B0507">
        <w:tc>
          <w:tcPr>
            <w:tcW w:w="10216" w:type="dxa"/>
          </w:tcPr>
          <w:p w:rsidR="003662C3" w:rsidRPr="00DC7F41" w:rsidRDefault="005E6430" w:rsidP="005E643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Prepare VECTO Release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5E6430">
              <w:rPr>
                <w:rFonts w:ascii="Arial" w:hAnsi="Arial" w:cs="Arial"/>
              </w:rPr>
              <w:t>Update</w:t>
            </w:r>
            <w:r w:rsidR="00C91109">
              <w:rPr>
                <w:rFonts w:ascii="Arial" w:hAnsi="Arial" w:cs="Arial"/>
              </w:rPr>
              <w:t xml:space="preserve"> Project Version</w:t>
            </w:r>
            <w:r w:rsidR="005E6430">
              <w:rPr>
                <w:rFonts w:ascii="Arial" w:hAnsi="Arial" w:cs="Arial"/>
              </w:rPr>
              <w:t>: VectoCore/VersionNumber.t4; HashingTool Version.tt</w:t>
            </w:r>
          </w:p>
        </w:tc>
        <w:sdt>
          <w:sdtPr>
            <w:rPr>
              <w:rFonts w:ascii="Arial" w:hAnsi="Arial" w:cs="Arial"/>
            </w:rPr>
            <w:id w:val="21352811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8169B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DC7F41" w:rsidTr="004B0507">
        <w:tc>
          <w:tcPr>
            <w:tcW w:w="10216" w:type="dxa"/>
          </w:tcPr>
          <w:p w:rsidR="005E6430" w:rsidRPr="003D7382" w:rsidRDefault="005E6430" w:rsidP="00211E85">
            <w:pPr>
              <w:ind w:left="207" w:hanging="207"/>
              <w:rPr>
                <w:rFonts w:ascii="Arial" w:hAnsi="Arial" w:cs="Arial"/>
              </w:rPr>
            </w:pPr>
            <w:r w:rsidRPr="003D7382">
              <w:rPr>
                <w:rFonts w:ascii="Arial" w:hAnsi="Arial" w:cs="Arial"/>
              </w:rPr>
              <w:tab/>
              <w:t>Update Licen</w:t>
            </w:r>
            <w:r>
              <w:rPr>
                <w:rFonts w:ascii="Arial" w:hAnsi="Arial" w:cs="Arial"/>
              </w:rPr>
              <w:t>s</w:t>
            </w:r>
            <w:r w:rsidRPr="003D7382">
              <w:rPr>
                <w:rFonts w:ascii="Arial" w:hAnsi="Arial" w:cs="Arial"/>
              </w:rPr>
              <w:t>e Header in Source Files</w:t>
            </w:r>
          </w:p>
        </w:tc>
        <w:sdt>
          <w:sdtPr>
            <w:rPr>
              <w:rFonts w:ascii="Arial" w:hAnsi="Arial" w:cs="Arial"/>
            </w:rPr>
            <w:id w:val="-21363957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3D7382" w:rsidRDefault="008169BA" w:rsidP="00211E85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Documentation updated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51291" w:rsidRPr="00DC7F41" w:rsidTr="004B0507">
        <w:tc>
          <w:tcPr>
            <w:tcW w:w="10216" w:type="dxa"/>
          </w:tcPr>
          <w:p w:rsidR="00B51291" w:rsidRPr="00B51291" w:rsidRDefault="00B51291" w:rsidP="00B51291">
            <w:pPr>
              <w:ind w:left="207" w:hanging="207"/>
              <w:rPr>
                <w:rFonts w:ascii="Arial" w:hAnsi="Arial" w:cs="Arial"/>
              </w:rPr>
            </w:pPr>
            <w:r w:rsidRPr="00B51291">
              <w:rPr>
                <w:rFonts w:ascii="Arial" w:hAnsi="Arial" w:cs="Arial"/>
              </w:rPr>
              <w:tab/>
              <w:t>Check for dead internal links in User Manual</w:t>
            </w:r>
          </w:p>
        </w:tc>
        <w:sdt>
          <w:sdtPr>
            <w:rPr>
              <w:rFonts w:ascii="Arial" w:hAnsi="Arial" w:cs="Arial"/>
            </w:rPr>
            <w:id w:val="5259131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B51291" w:rsidRPr="00770273" w:rsidRDefault="008169BA" w:rsidP="00B51291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 resp. changed features/models</w:t>
            </w:r>
            <w:r w:rsidR="008D5D80">
              <w:rPr>
                <w:rFonts w:ascii="Arial" w:hAnsi="Arial" w:cs="Arial"/>
              </w:rPr>
              <w:t xml:space="preserve"> (Tickets, Commit-Messages)</w:t>
            </w:r>
          </w:p>
        </w:tc>
        <w:sdt>
          <w:sdtPr>
            <w:rPr>
              <w:rFonts w:ascii="Arial" w:hAnsi="Arial" w:cs="Arial"/>
            </w:rPr>
            <w:id w:val="-2006111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8169B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New/removed input fields</w:t>
            </w:r>
          </w:p>
        </w:tc>
        <w:sdt>
          <w:sdtPr>
            <w:rPr>
              <w:rFonts w:ascii="Arial" w:hAnsi="Arial" w:cs="Arial"/>
            </w:rPr>
            <w:id w:val="-975834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8169B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Input Files (samples)</w:t>
            </w:r>
          </w:p>
        </w:tc>
        <w:sdt>
          <w:sdtPr>
            <w:rPr>
              <w:rFonts w:ascii="Arial" w:hAnsi="Arial" w:cs="Arial"/>
            </w:rPr>
            <w:id w:val="-877052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8169B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A92BF2" w:rsidRPr="00911A49" w:rsidTr="004B0507">
        <w:tc>
          <w:tcPr>
            <w:tcW w:w="10216" w:type="dxa"/>
          </w:tcPr>
          <w:p w:rsidR="00A92BF2" w:rsidRDefault="00A92BF2" w:rsidP="008F28DF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Parameter Documentation (XSD -&gt; HTML)</w:t>
            </w:r>
          </w:p>
        </w:tc>
        <w:sdt>
          <w:sdtPr>
            <w:rPr>
              <w:rFonts w:ascii="Arial" w:hAnsi="Arial" w:cs="Arial"/>
            </w:rPr>
            <w:id w:val="9958476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A92BF2" w:rsidRDefault="008169BA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DC7F41" w:rsidTr="004B0507">
        <w:tc>
          <w:tcPr>
            <w:tcW w:w="10216" w:type="dxa"/>
          </w:tcPr>
          <w:p w:rsidR="00353151" w:rsidRPr="00DC7F41" w:rsidRDefault="00353151" w:rsidP="00C379D4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Update Changelog </w:t>
            </w:r>
          </w:p>
        </w:tc>
        <w:tc>
          <w:tcPr>
            <w:tcW w:w="447" w:type="dxa"/>
          </w:tcPr>
          <w:p w:rsidR="00353151" w:rsidRPr="00DC7F41" w:rsidRDefault="00353151" w:rsidP="00C379D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E87C1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Version Number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16648249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8169BA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16" w:type="dxa"/>
          </w:tcPr>
          <w:p w:rsidR="005E6430" w:rsidRPr="00770273" w:rsidRDefault="005E6430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Date in Changelog</w:t>
            </w:r>
            <w:r w:rsidR="003F4717">
              <w:rPr>
                <w:rFonts w:ascii="Arial" w:hAnsi="Arial" w:cs="Arial"/>
              </w:rPr>
              <w:t xml:space="preserve"> (HTML, PPT)</w:t>
            </w:r>
          </w:p>
        </w:tc>
        <w:sdt>
          <w:sdtPr>
            <w:rPr>
              <w:rFonts w:ascii="Arial" w:hAnsi="Arial" w:cs="Arial"/>
            </w:rPr>
            <w:id w:val="2991223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5E6430" w:rsidRPr="00770273" w:rsidRDefault="008169BA" w:rsidP="00E87C1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16" w:type="dxa"/>
          </w:tcPr>
          <w:p w:rsidR="003F4717" w:rsidRPr="00770273" w:rsidRDefault="003F4717" w:rsidP="005E48C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Changelog in User Manual</w:t>
            </w:r>
            <w:r>
              <w:rPr>
                <w:rFonts w:ascii="Arial" w:hAnsi="Arial" w:cs="Arial"/>
              </w:rPr>
              <w:t xml:space="preserve"> (HTML)</w:t>
            </w:r>
          </w:p>
        </w:tc>
        <w:sdt>
          <w:sdtPr>
            <w:rPr>
              <w:rFonts w:ascii="Arial" w:hAnsi="Arial" w:cs="Arial"/>
            </w:rPr>
            <w:id w:val="-5395865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F4717" w:rsidRPr="00770273" w:rsidRDefault="008169BA" w:rsidP="005E48C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53151" w:rsidRPr="00911A49" w:rsidTr="004B0507">
        <w:tc>
          <w:tcPr>
            <w:tcW w:w="10216" w:type="dxa"/>
          </w:tcPr>
          <w:p w:rsidR="00353151" w:rsidRPr="00770273" w:rsidRDefault="00353151" w:rsidP="005E643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3F4717">
              <w:rPr>
                <w:rFonts w:ascii="Arial" w:hAnsi="Arial" w:cs="Arial"/>
              </w:rPr>
              <w:t>Changelog in Release Notes (PPT)</w:t>
            </w:r>
          </w:p>
        </w:tc>
        <w:sdt>
          <w:sdtPr>
            <w:rPr>
              <w:rFonts w:ascii="Arial" w:hAnsi="Arial" w:cs="Arial"/>
            </w:rPr>
            <w:id w:val="2238888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53151" w:rsidRPr="00770273" w:rsidRDefault="008169BA" w:rsidP="00C379D4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DC7F41" w:rsidTr="004B0507">
        <w:tc>
          <w:tcPr>
            <w:tcW w:w="10216" w:type="dxa"/>
          </w:tcPr>
          <w:p w:rsidR="003662C3" w:rsidRPr="00DC7F41" w:rsidRDefault="003662C3" w:rsidP="008F28DF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Unit Tests </w:t>
            </w:r>
          </w:p>
        </w:tc>
        <w:tc>
          <w:tcPr>
            <w:tcW w:w="447" w:type="dxa"/>
          </w:tcPr>
          <w:p w:rsidR="003662C3" w:rsidRPr="00DC7F41" w:rsidRDefault="003662C3" w:rsidP="0077027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830110">
            <w:pPr>
              <w:ind w:left="207" w:hanging="207"/>
              <w:rPr>
                <w:rFonts w:ascii="Arial" w:hAnsi="Arial" w:cs="Arial"/>
              </w:rPr>
            </w:pPr>
            <w:bookmarkStart w:id="0" w:name="_Hlk531677283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Core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30110" w:rsidRPr="00424ECE">
              <w:rPr>
                <w:rFonts w:ascii="Arial" w:hAnsi="Arial" w:cs="Arial"/>
                <w:noProof/>
              </w:rPr>
              <w:t>1800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bookmarkStart w:id="1" w:name="OLE_LINK11"/>
            <w:bookmarkStart w:id="2" w:name="OLE_LINK12"/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169BA" w:rsidRPr="008169BA">
              <w:rPr>
                <w:rFonts w:ascii="Arial" w:hAnsi="Arial" w:cs="Arial"/>
                <w:noProof/>
              </w:rPr>
              <w:t>1800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"/>
            <w:bookmarkEnd w:id="2"/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</w:r>
            <w:bookmarkStart w:id="3" w:name="OLE_LINK9"/>
            <w:bookmarkStart w:id="4" w:name="OLE_LINK10"/>
            <w:r>
              <w:rPr>
                <w:rFonts w:ascii="Arial" w:hAnsi="Arial" w:cs="Arial"/>
              </w:rPr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5" w:name="Text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8169BA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5"/>
            <w:r>
              <w:rPr>
                <w:rFonts w:ascii="Arial" w:hAnsi="Arial" w:cs="Arial"/>
              </w:rPr>
              <w:t xml:space="preserve"> </w:t>
            </w:r>
            <w:bookmarkEnd w:id="3"/>
            <w:bookmarkEnd w:id="4"/>
          </w:p>
        </w:tc>
        <w:sdt>
          <w:sdtPr>
            <w:rPr>
              <w:rFonts w:ascii="Arial" w:hAnsi="Arial" w:cs="Arial"/>
            </w:rPr>
            <w:id w:val="-1722824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424EC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0"/>
      <w:tr w:rsidR="004B0507" w:rsidRPr="00911A49" w:rsidTr="004B0507">
        <w:tc>
          <w:tcPr>
            <w:tcW w:w="10216" w:type="dxa"/>
          </w:tcPr>
          <w:p w:rsidR="004B0507" w:rsidRDefault="004B0507" w:rsidP="00424EC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VECTO </w:t>
            </w:r>
            <w:r>
              <w:rPr>
                <w:rFonts w:ascii="Arial" w:hAnsi="Arial" w:cs="Arial"/>
              </w:rPr>
              <w:t xml:space="preserve">Hashing </w:t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24ECE" w:rsidRPr="00424ECE">
              <w:rPr>
                <w:rFonts w:ascii="Arial" w:hAnsi="Arial" w:cs="Arial"/>
              </w:rPr>
              <w:t>86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169BA" w:rsidRPr="008169BA">
              <w:rPr>
                <w:rFonts w:ascii="Arial" w:hAnsi="Arial" w:cs="Arial"/>
                <w:noProof/>
              </w:rPr>
              <w:t>86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8169BA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6857173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4B0507" w:rsidRPr="00770273" w:rsidRDefault="00424ECE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DC7F41" w:rsidRDefault="003662C3" w:rsidP="00424ECE">
            <w:pPr>
              <w:ind w:left="207" w:hanging="207"/>
              <w:rPr>
                <w:rFonts w:ascii="Arial" w:hAnsi="Arial" w:cs="Arial"/>
              </w:rPr>
            </w:pPr>
            <w:bookmarkStart w:id="6" w:name="_Hlk472062651"/>
            <w:r>
              <w:rPr>
                <w:rFonts w:ascii="Arial" w:hAnsi="Arial" w:cs="Arial"/>
              </w:rPr>
              <w:tab/>
            </w:r>
            <w:r w:rsidR="008F2100">
              <w:rPr>
                <w:rFonts w:ascii="Arial" w:hAnsi="Arial" w:cs="Arial"/>
              </w:rPr>
              <w:t>VECTO UserBugs</w:t>
            </w:r>
            <w:r w:rsidRPr="00DC7F41">
              <w:rPr>
                <w:rFonts w:ascii="Arial" w:hAnsi="Arial" w:cs="Arial"/>
              </w:rPr>
              <w:t xml:space="preserve"> Tests: </w:t>
            </w:r>
            <w:r w:rsidRPr="00DC7F41">
              <w:rPr>
                <w:rFonts w:ascii="Arial" w:hAnsi="Arial" w:cs="Arial"/>
              </w:rPr>
              <w:tab/>
            </w:r>
            <w:bookmarkStart w:id="7" w:name="OLE_LINK7"/>
            <w:bookmarkStart w:id="8" w:name="OLE_LINK8"/>
            <w:r w:rsidRPr="00DC7F41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9" w:name="Text3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24ECE" w:rsidRPr="00424ECE">
              <w:rPr>
                <w:rFonts w:ascii="Arial" w:hAnsi="Arial" w:cs="Arial"/>
                <w:noProof/>
              </w:rPr>
              <w:t>96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9"/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0" w:name="Text2"/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169BA" w:rsidRPr="008169BA">
              <w:rPr>
                <w:rFonts w:ascii="Arial" w:hAnsi="Arial" w:cs="Arial"/>
                <w:noProof/>
              </w:rPr>
              <w:t>96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bookmarkEnd w:id="10"/>
            <w:r w:rsidRPr="00DC7F41">
              <w:rPr>
                <w:rFonts w:ascii="Arial" w:hAnsi="Arial" w:cs="Arial"/>
              </w:rPr>
              <w:t xml:space="preserve"> successful</w:t>
            </w:r>
            <w:bookmarkEnd w:id="7"/>
            <w:bookmarkEnd w:id="8"/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8169BA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097478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424EC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662C3" w:rsidRPr="00911A49" w:rsidTr="004B0507">
        <w:tc>
          <w:tcPr>
            <w:tcW w:w="10216" w:type="dxa"/>
          </w:tcPr>
          <w:p w:rsidR="003662C3" w:rsidRPr="00770273" w:rsidRDefault="003662C3" w:rsidP="00424ECE">
            <w:pPr>
              <w:ind w:left="207" w:hanging="207"/>
              <w:rPr>
                <w:rFonts w:ascii="Arial" w:hAnsi="Arial" w:cs="Arial"/>
              </w:rPr>
            </w:pPr>
            <w:bookmarkStart w:id="11" w:name="_Hlk531677254"/>
            <w:bookmarkStart w:id="12" w:name="_Hlk536709904"/>
            <w:bookmarkEnd w:id="6"/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VECTO Auxiliaries Tests</w:t>
            </w:r>
            <w:r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24ECE" w:rsidRPr="00424ECE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169BA" w:rsidRPr="008169BA">
              <w:rPr>
                <w:rFonts w:ascii="Arial" w:hAnsi="Arial" w:cs="Arial"/>
                <w:noProof/>
              </w:rPr>
              <w:t>340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Names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8169BA">
              <w:rPr>
                <w:rFonts w:ascii="Arial" w:hAnsi="Arial" w:cs="Arial"/>
                <w:noProof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sdt>
          <w:sdtPr>
            <w:rPr>
              <w:rFonts w:ascii="Arial" w:hAnsi="Arial" w:cs="Arial"/>
            </w:rPr>
            <w:id w:val="16429173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3662C3" w:rsidRPr="00770273" w:rsidRDefault="00424ECE" w:rsidP="00770273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2"/>
      <w:tr w:rsidR="000F7850" w:rsidRPr="00911A49" w:rsidTr="004B0507">
        <w:tc>
          <w:tcPr>
            <w:tcW w:w="10216" w:type="dxa"/>
          </w:tcPr>
          <w:p w:rsidR="000F7850" w:rsidRPr="00770273" w:rsidRDefault="000F7850" w:rsidP="00424ECE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Tests</w:t>
            </w:r>
            <w:r>
              <w:rPr>
                <w:rFonts w:ascii="Arial" w:hAnsi="Arial" w:cs="Arial"/>
              </w:rPr>
              <w:t xml:space="preserve"> Notifications Article 10(2):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424ECE" w:rsidRPr="00424ECE">
              <w:rPr>
                <w:rFonts w:ascii="Arial" w:hAnsi="Arial" w:cs="Arial"/>
                <w:noProof/>
              </w:rPr>
              <w:t>252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  <w:lang w:val="de-A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C7F41"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  <w:lang w:val="de-AT"/>
              </w:rPr>
            </w:r>
            <w:r>
              <w:rPr>
                <w:rFonts w:ascii="Arial" w:hAnsi="Arial" w:cs="Arial"/>
                <w:lang w:val="de-AT"/>
              </w:rPr>
              <w:fldChar w:fldCharType="separate"/>
            </w:r>
            <w:r w:rsidR="008169BA" w:rsidRPr="008169BA">
              <w:rPr>
                <w:rFonts w:ascii="Arial" w:hAnsi="Arial" w:cs="Arial"/>
                <w:noProof/>
              </w:rPr>
              <w:t>252</w:t>
            </w:r>
            <w:r>
              <w:rPr>
                <w:rFonts w:ascii="Arial" w:hAnsi="Arial" w:cs="Arial"/>
                <w:lang w:val="de-AT"/>
              </w:rPr>
              <w:fldChar w:fldCharType="end"/>
            </w:r>
            <w:r w:rsidRPr="00DC7F41">
              <w:rPr>
                <w:rFonts w:ascii="Arial" w:hAnsi="Arial" w:cs="Arial"/>
              </w:rPr>
              <w:t xml:space="preserve"> successful</w:t>
            </w:r>
            <w:r>
              <w:rPr>
                <w:rFonts w:ascii="Arial" w:hAnsi="Arial" w:cs="Arial"/>
              </w:rPr>
              <w:br/>
              <w:t>Ticket numbers of n</w:t>
            </w:r>
            <w:r w:rsidRPr="00770273">
              <w:rPr>
                <w:rFonts w:ascii="Arial" w:hAnsi="Arial" w:cs="Arial"/>
              </w:rPr>
              <w:t xml:space="preserve">ot </w:t>
            </w:r>
            <w:r>
              <w:rPr>
                <w:rFonts w:ascii="Arial" w:hAnsi="Arial" w:cs="Arial"/>
              </w:rPr>
              <w:t>s</w:t>
            </w:r>
            <w:r w:rsidRPr="00770273">
              <w:rPr>
                <w:rFonts w:ascii="Arial" w:hAnsi="Arial" w:cs="Arial"/>
              </w:rPr>
              <w:t>uccessful</w:t>
            </w:r>
            <w:r>
              <w:rPr>
                <w:rFonts w:ascii="Arial" w:hAnsi="Arial" w:cs="Arial"/>
              </w:rPr>
              <w:t xml:space="preserve"> Tests</w:t>
            </w:r>
            <w:r w:rsidRPr="00770273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8169BA">
              <w:rPr>
                <w:rFonts w:ascii="Arial" w:hAnsi="Arial" w:cs="Arial"/>
              </w:rPr>
              <w:t>---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818879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424ECE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Create Vecto Release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 xml:space="preserve">Compile VECTO </w:t>
            </w:r>
            <w:r>
              <w:rPr>
                <w:rFonts w:ascii="Arial" w:hAnsi="Arial" w:cs="Arial"/>
              </w:rPr>
              <w:t>RELEASE: Build Script with DEPLOY Configuration</w:t>
            </w:r>
          </w:p>
        </w:tc>
        <w:bookmarkStart w:id="13" w:name="_Hlk531677090" w:displacedByCustomXml="next"/>
        <w:sdt>
          <w:sdtPr>
            <w:rPr>
              <w:rFonts w:ascii="Arial" w:hAnsi="Arial" w:cs="Arial"/>
            </w:rPr>
            <w:id w:val="154749025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8169B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3" w:displacedByCustomXml="prev"/>
      </w:tr>
      <w:tr w:rsidR="000F7850" w:rsidRPr="00627CC4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  <w:lang w:val="de-AT"/>
              </w:rPr>
            </w:pPr>
            <w:r w:rsidRPr="004B0507">
              <w:rPr>
                <w:rFonts w:ascii="Arial" w:hAnsi="Arial" w:cs="Arial"/>
                <w:lang w:val="de-AT"/>
              </w:rPr>
              <w:tab/>
            </w:r>
            <w:r w:rsidRPr="004B0507">
              <w:rPr>
                <w:rFonts w:ascii="Arial" w:hAnsi="Arial" w:cs="Arial"/>
                <w:lang w:val="de-AT"/>
              </w:rPr>
              <w:tab/>
              <w:t xml:space="preserve">Build Type:  </w:t>
            </w:r>
            <w:sdt>
              <w:sdtPr>
                <w:rPr>
                  <w:rFonts w:ascii="Arial" w:hAnsi="Arial" w:cs="Arial"/>
                </w:rPr>
                <w:id w:val="-1106267654"/>
                <w:placeholder>
                  <w:docPart w:val="623D9230FDD342438E06F0C417534DA0"/>
                </w:placeholder>
                <w:comboBox>
                  <w:listItem w:value="Select Build Type"/>
                  <w:listItem w:displayText="Official Release" w:value="Official Release"/>
                  <w:listItem w:displayText="Release Candiate" w:value="Release Candiate"/>
                  <w:listItem w:displayText="DEV Release" w:value="DEV Release"/>
                </w:comboBox>
              </w:sdtPr>
              <w:sdtEndPr/>
              <w:sdtContent>
                <w:r w:rsidR="008169BA">
                  <w:rPr>
                    <w:rFonts w:ascii="Arial" w:hAnsi="Arial" w:cs="Arial"/>
                  </w:rPr>
                  <w:t xml:space="preserve">Release </w:t>
                </w:r>
                <w:proofErr w:type="spellStart"/>
                <w:r w:rsidR="008169BA">
                  <w:rPr>
                    <w:rFonts w:ascii="Arial" w:hAnsi="Arial" w:cs="Arial"/>
                  </w:rPr>
                  <w:t>Candiate</w:t>
                </w:r>
                <w:proofErr w:type="spellEnd"/>
              </w:sdtContent>
            </w:sdt>
          </w:p>
        </w:tc>
        <w:sdt>
          <w:sdtPr>
            <w:rPr>
              <w:rFonts w:ascii="Arial" w:hAnsi="Arial" w:cs="Arial"/>
            </w:rPr>
            <w:id w:val="899015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627CC4" w:rsidRDefault="008169BA" w:rsidP="000F7850">
                <w:pPr>
                  <w:jc w:val="center"/>
                  <w:rPr>
                    <w:rFonts w:ascii="Arial" w:hAnsi="Arial" w:cs="Arial"/>
                    <w:lang w:val="de-AT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 w:rsidRPr="00627CC4">
              <w:rPr>
                <w:rFonts w:ascii="Arial" w:hAnsi="Arial" w:cs="Arial"/>
                <w:lang w:val="de-AT"/>
              </w:rPr>
              <w:tab/>
            </w:r>
            <w:r w:rsidRPr="00627CC4">
              <w:rPr>
                <w:rFonts w:ascii="Arial" w:hAnsi="Arial" w:cs="Arial"/>
                <w:lang w:val="de-AT"/>
              </w:rPr>
              <w:tab/>
            </w:r>
            <w:r w:rsidRPr="00770273">
              <w:rPr>
                <w:rFonts w:ascii="Arial" w:hAnsi="Arial" w:cs="Arial"/>
              </w:rPr>
              <w:t>Compile User Manual</w:t>
            </w:r>
          </w:p>
        </w:tc>
        <w:sdt>
          <w:sdtPr>
            <w:rPr>
              <w:rFonts w:ascii="Arial" w:hAnsi="Arial" w:cs="Arial"/>
            </w:rPr>
            <w:id w:val="-5813690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8169B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Create ZIP Archive</w:t>
            </w:r>
          </w:p>
        </w:tc>
        <w:sdt>
          <w:sdtPr>
            <w:rPr>
              <w:rFonts w:ascii="Arial" w:hAnsi="Arial" w:cs="Arial"/>
            </w:rPr>
            <w:id w:val="1758779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8169B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Extract ZIP Archive and run VECTO, quick check</w:t>
            </w:r>
            <w:r>
              <w:rPr>
                <w:rFonts w:ascii="Arial" w:hAnsi="Arial" w:cs="Arial"/>
              </w:rPr>
              <w:t xml:space="preserve"> GUI, Release Notes, Help, Changelog</w:t>
            </w:r>
          </w:p>
        </w:tc>
        <w:sdt>
          <w:sdtPr>
            <w:rPr>
              <w:rFonts w:ascii="Arial" w:hAnsi="Arial" w:cs="Arial"/>
            </w:rPr>
            <w:id w:val="3852354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8169B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4B0507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correct build type (GUI, Reports)</w:t>
            </w:r>
          </w:p>
        </w:tc>
        <w:sdt>
          <w:sdtPr>
            <w:rPr>
              <w:rFonts w:ascii="Arial" w:hAnsi="Arial" w:cs="Arial"/>
            </w:rPr>
            <w:id w:val="-162704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8169BA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DC7F41">
              <w:rPr>
                <w:rFonts w:ascii="Arial" w:hAnsi="Arial" w:cs="Arial"/>
                <w:b/>
              </w:rPr>
              <w:t xml:space="preserve">Generic Vehicles simulate successful </w:t>
            </w:r>
          </w:p>
        </w:tc>
        <w:tc>
          <w:tcPr>
            <w:tcW w:w="447" w:type="dxa"/>
          </w:tcPr>
          <w:p w:rsidR="000F7850" w:rsidRPr="00DC7F41" w:rsidRDefault="000F7850" w:rsidP="000F785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bookmarkStart w:id="14" w:name="_Hlk531677124"/>
            <w:bookmarkStart w:id="15" w:name="_Hlk531677209"/>
            <w:r>
              <w:rPr>
                <w:rFonts w:ascii="Arial" w:hAnsi="Arial" w:cs="Arial"/>
              </w:rPr>
              <w:tab/>
              <w:t xml:space="preserve">Open Declaration </w:t>
            </w:r>
            <w:bookmarkEnd w:id="14"/>
            <w:r>
              <w:rPr>
                <w:rFonts w:ascii="Arial" w:hAnsi="Arial" w:cs="Arial"/>
              </w:rPr>
              <w:t>Job File: Class 2</w:t>
            </w:r>
          </w:p>
        </w:tc>
        <w:sdt>
          <w:sdtPr>
            <w:rPr>
              <w:rFonts w:ascii="Arial" w:hAnsi="Arial" w:cs="Arial"/>
            </w:rPr>
            <w:id w:val="12059829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ED5ACA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15"/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Save Declaration Vehicle, Engine, Gearbox, Job</w:t>
            </w:r>
          </w:p>
        </w:tc>
        <w:sdt>
          <w:sdtPr>
            <w:rPr>
              <w:rFonts w:ascii="Arial" w:hAnsi="Arial" w:cs="Arial"/>
            </w:rPr>
            <w:id w:val="-140761081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ED5ACA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DC7F41" w:rsidTr="004B0507">
        <w:tc>
          <w:tcPr>
            <w:tcW w:w="10216" w:type="dxa"/>
          </w:tcPr>
          <w:p w:rsidR="000F7850" w:rsidRPr="00DC7F41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ab/>
              <w:t>Check Declaration Files didn’t change except Date</w:t>
            </w:r>
          </w:p>
        </w:tc>
        <w:sdt>
          <w:sdtPr>
            <w:rPr>
              <w:rFonts w:ascii="Arial" w:hAnsi="Arial" w:cs="Arial"/>
            </w:rPr>
            <w:id w:val="447986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DC7F41" w:rsidRDefault="00ED5ACA" w:rsidP="000F78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C559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004FF">
              <w:rPr>
                <w:rFonts w:ascii="Arial" w:hAnsi="Arial" w:cs="Arial"/>
                <w:noProof/>
              </w:rPr>
              <w:t>17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C5598" w:rsidRPr="009C5598">
              <w:rPr>
                <w:rFonts w:ascii="Arial" w:hAnsi="Arial" w:cs="Arial"/>
                <w:noProof/>
              </w:rPr>
              <w:t>30.5968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20555381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ED5AC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C559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Declaration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004FF">
              <w:rPr>
                <w:rFonts w:ascii="Arial" w:hAnsi="Arial" w:cs="Arial"/>
                <w:noProof/>
              </w:rPr>
              <w:t>27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LH, Ref Load,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C5598" w:rsidRPr="009C5598">
              <w:rPr>
                <w:rFonts w:ascii="Arial" w:hAnsi="Arial" w:cs="Arial"/>
                <w:noProof/>
              </w:rPr>
              <w:t>34.7437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8072729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ED5AC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Open Engineering Job File: Class 2</w:t>
            </w:r>
          </w:p>
        </w:tc>
        <w:sdt>
          <w:sdtPr>
            <w:rPr>
              <w:rFonts w:ascii="Arial" w:hAnsi="Arial" w:cs="Arial"/>
            </w:rPr>
            <w:id w:val="-406700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ED5AC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Save Engineering Vehicle, Engine, Gearbox, Job</w:t>
            </w:r>
          </w:p>
        </w:tc>
        <w:sdt>
          <w:sdtPr>
            <w:rPr>
              <w:rFonts w:ascii="Arial" w:hAnsi="Arial" w:cs="Arial"/>
            </w:rPr>
            <w:id w:val="-13015309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ED5AC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Engineering Files didn’t change except Date</w:t>
            </w:r>
          </w:p>
        </w:tc>
        <w:sdt>
          <w:sdtPr>
            <w:rPr>
              <w:rFonts w:ascii="Arial" w:hAnsi="Arial" w:cs="Arial"/>
            </w:rPr>
            <w:id w:val="9436578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ED5AC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C559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2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2004FF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RD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C5598" w:rsidRPr="009C5598">
              <w:rPr>
                <w:rFonts w:ascii="Arial" w:hAnsi="Arial" w:cs="Arial"/>
                <w:noProof/>
              </w:rPr>
              <w:t>20.7623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008018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ED5AC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C559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5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C5598">
              <w:rPr>
                <w:rFonts w:ascii="Arial" w:hAnsi="Arial" w:cs="Arial"/>
                <w:noProof/>
              </w:rPr>
              <w:t>4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LH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C5598" w:rsidRPr="009C5598">
              <w:rPr>
                <w:rFonts w:ascii="Arial" w:hAnsi="Arial" w:cs="Arial"/>
                <w:noProof/>
              </w:rPr>
              <w:t>36.9241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7049348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ED5AC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C559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Class 9 + PTO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C5598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C5598" w:rsidRPr="009C5598">
              <w:rPr>
                <w:rFonts w:ascii="Arial" w:hAnsi="Arial" w:cs="Arial"/>
                <w:noProof/>
              </w:rPr>
              <w:t>289.8551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6786165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ED5AC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C559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AT-S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C5598">
              <w:rPr>
                <w:rFonts w:ascii="Arial" w:hAnsi="Arial" w:cs="Arial"/>
                <w:noProof/>
              </w:rPr>
              <w:t>2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C5598" w:rsidRPr="009C5598">
              <w:rPr>
                <w:rFonts w:ascii="Arial" w:hAnsi="Arial" w:cs="Arial"/>
                <w:noProof/>
              </w:rPr>
              <w:t>21.1300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6105871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ED5AC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C559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CityBus AT-P</w:t>
            </w:r>
            <w:r>
              <w:rPr>
                <w:rFonts w:ascii="Arial" w:hAnsi="Arial" w:cs="Arial"/>
              </w:rPr>
              <w:t xml:space="preserve">, exec. Time: </w:t>
            </w:r>
            <w:bookmarkStart w:id="16" w:name="_Hlk531675897"/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C5598">
              <w:rPr>
                <w:rFonts w:ascii="Arial" w:hAnsi="Arial" w:cs="Arial"/>
                <w:noProof/>
              </w:rPr>
              <w:t>3</w:t>
            </w:r>
            <w:r>
              <w:rPr>
                <w:rFonts w:ascii="Arial" w:hAnsi="Arial" w:cs="Arial"/>
              </w:rPr>
              <w:fldChar w:fldCharType="end"/>
            </w:r>
            <w:bookmarkEnd w:id="16"/>
            <w:r>
              <w:rPr>
                <w:rFonts w:ascii="Arial" w:hAnsi="Arial" w:cs="Arial"/>
              </w:rPr>
              <w:t xml:space="preserve">, UD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C5598" w:rsidRPr="009C5598">
              <w:rPr>
                <w:rFonts w:ascii="Arial" w:hAnsi="Arial" w:cs="Arial"/>
                <w:noProof/>
              </w:rPr>
              <w:t>21.6529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533156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ED5AC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C559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Engineering Mode: InterurbanBus AAUX</w:t>
            </w:r>
            <w:r>
              <w:rPr>
                <w:rFonts w:ascii="Arial" w:hAnsi="Arial" w:cs="Arial"/>
              </w:rPr>
              <w:t xml:space="preserve">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C5598">
              <w:rPr>
                <w:rFonts w:ascii="Arial" w:hAnsi="Arial" w:cs="Arial"/>
                <w:noProof/>
              </w:rPr>
              <w:t>158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l/100km: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C5598" w:rsidRPr="009C5598">
              <w:rPr>
                <w:rFonts w:ascii="Arial" w:hAnsi="Arial" w:cs="Arial"/>
                <w:noProof/>
              </w:rPr>
              <w:t>42.2769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1345047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ED5AC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9C5598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ab/>
            </w:r>
            <w:r w:rsidRPr="00770273">
              <w:rPr>
                <w:rFonts w:ascii="Arial" w:hAnsi="Arial" w:cs="Arial"/>
              </w:rPr>
              <w:t xml:space="preserve">Engineering Mode: </w:t>
            </w:r>
            <w:r>
              <w:rPr>
                <w:rFonts w:ascii="Arial" w:hAnsi="Arial" w:cs="Arial"/>
              </w:rPr>
              <w:t xml:space="preserve">Engine Only, exec. Time: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C5598">
              <w:rPr>
                <w:rFonts w:ascii="Arial" w:hAnsi="Arial" w:cs="Arial"/>
                <w:noProof/>
              </w:rPr>
              <w:t>0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, FC final g/h: </w:t>
            </w:r>
            <w:r>
              <w:rPr>
                <w:rFonts w:ascii="Arial" w:hAnsi="Arial" w:cs="Arial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="009C5598" w:rsidRPr="009C5598">
              <w:rPr>
                <w:rFonts w:ascii="Arial" w:hAnsi="Arial" w:cs="Arial"/>
                <w:noProof/>
              </w:rPr>
              <w:t>3441.5116</w:t>
            </w:r>
            <w:r>
              <w:rPr>
                <w:rFonts w:ascii="Arial" w:hAnsi="Arial" w:cs="Arial"/>
              </w:rPr>
              <w:fldChar w:fldCharType="end"/>
            </w:r>
          </w:p>
        </w:tc>
        <w:sdt>
          <w:sdtPr>
            <w:rPr>
              <w:rFonts w:ascii="Arial" w:hAnsi="Arial" w:cs="Arial"/>
            </w:rPr>
            <w:id w:val="-15280112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ED5AC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VectoCMD: Declaration Class 2 works</w:t>
            </w:r>
          </w:p>
        </w:tc>
        <w:sdt>
          <w:sdtPr>
            <w:rPr>
              <w:rFonts w:ascii="Arial" w:hAnsi="Arial" w:cs="Arial"/>
            </w:rPr>
            <w:id w:val="-9623487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ED5ACA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Run XML jobs for all classes (Release Comparison Jobs)</w:t>
            </w:r>
          </w:p>
        </w:tc>
        <w:sdt>
          <w:sdtPr>
            <w:rPr>
              <w:rFonts w:ascii="Arial" w:hAnsi="Arial" w:cs="Arial"/>
            </w:rPr>
            <w:id w:val="468242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7276F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Excel File with Release Comparison Jobs, generate comparison table</w:t>
            </w:r>
          </w:p>
        </w:tc>
        <w:bookmarkStart w:id="17" w:name="_Hlk531605194" w:displacedByCustomXml="next"/>
        <w:sdt>
          <w:sdtPr>
            <w:rPr>
              <w:rFonts w:ascii="Arial" w:hAnsi="Arial" w:cs="Arial"/>
            </w:rPr>
            <w:id w:val="-12889593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7276F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17" w:displacedByCustomXml="prev"/>
      </w:tr>
      <w:tr w:rsidR="000F7850" w:rsidRPr="00911A49" w:rsidTr="004B0507">
        <w:tc>
          <w:tcPr>
            <w:tcW w:w="10216" w:type="dxa"/>
          </w:tcPr>
          <w:p w:rsidR="000F7850" w:rsidRPr="0073192B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18" w:name="_Hlk531605404"/>
            <w:bookmarkStart w:id="19" w:name="_Hlk531605316"/>
            <w:r w:rsidRPr="0073192B">
              <w:rPr>
                <w:rFonts w:ascii="Arial" w:hAnsi="Arial" w:cs="Arial"/>
                <w:b/>
              </w:rPr>
              <w:t>VECTO Hashing Tool</w:t>
            </w:r>
            <w:bookmarkEnd w:id="18"/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0" w:name="_Hlk531605376"/>
            <w:r>
              <w:rPr>
                <w:rFonts w:ascii="Arial" w:hAnsi="Arial" w:cs="Arial"/>
              </w:rPr>
              <w:tab/>
              <w:t>Hash Component File</w:t>
            </w:r>
            <w:bookmarkEnd w:id="20"/>
          </w:p>
        </w:tc>
        <w:sdt>
          <w:sdtPr>
            <w:rPr>
              <w:rFonts w:ascii="Arial" w:hAnsi="Arial" w:cs="Arial"/>
            </w:rPr>
            <w:id w:val="3261818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7276F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1" w:name="_Hlk531605384"/>
            <w:r>
              <w:rPr>
                <w:rFonts w:ascii="Arial" w:hAnsi="Arial" w:cs="Arial"/>
              </w:rPr>
              <w:tab/>
              <w:t>Verify Hashed Component File</w:t>
            </w:r>
            <w:bookmarkEnd w:id="21"/>
          </w:p>
        </w:tc>
        <w:sdt>
          <w:sdtPr>
            <w:rPr>
              <w:rFonts w:ascii="Arial" w:hAnsi="Arial" w:cs="Arial"/>
            </w:rPr>
            <w:id w:val="-1990895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7276F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2" w:name="_Hlk531605392"/>
            <w:r>
              <w:rPr>
                <w:rFonts w:ascii="Arial" w:hAnsi="Arial" w:cs="Arial"/>
              </w:rPr>
              <w:tab/>
              <w:t>Verify VECTO Job File (sample XML file)</w:t>
            </w:r>
            <w:bookmarkEnd w:id="22"/>
          </w:p>
        </w:tc>
        <w:sdt>
          <w:sdtPr>
            <w:rPr>
              <w:rFonts w:ascii="Arial" w:hAnsi="Arial" w:cs="Arial"/>
            </w:rPr>
            <w:id w:val="-13365991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7276F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bookmarkStart w:id="23" w:name="_Hlk531605398"/>
            <w:r>
              <w:rPr>
                <w:rFonts w:ascii="Arial" w:hAnsi="Arial" w:cs="Arial"/>
              </w:rPr>
              <w:tab/>
              <w:t>Verify VECTO Job, MRF, CIF (sample XML file)</w:t>
            </w:r>
            <w:bookmarkEnd w:id="23"/>
          </w:p>
        </w:tc>
        <w:sdt>
          <w:sdtPr>
            <w:rPr>
              <w:rFonts w:ascii="Arial" w:hAnsi="Arial" w:cs="Arial"/>
            </w:rPr>
            <w:id w:val="66505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7276FC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9A2686" w:rsidRDefault="000F7850" w:rsidP="000F7850">
            <w:pPr>
              <w:ind w:left="207" w:hanging="207"/>
              <w:jc w:val="both"/>
              <w:rPr>
                <w:rFonts w:ascii="Arial" w:hAnsi="Arial" w:cs="Arial"/>
                <w:b/>
              </w:rPr>
            </w:pPr>
            <w:bookmarkStart w:id="24" w:name="_Hlk472520743"/>
            <w:bookmarkEnd w:id="19"/>
            <w:r w:rsidRPr="009A2686">
              <w:rPr>
                <w:rFonts w:ascii="Arial" w:hAnsi="Arial" w:cs="Arial"/>
                <w:b/>
              </w:rPr>
              <w:t>VECTO DEA Compatibility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Check that latest release of VECTO DEA works with VECTO Release (Standalone App)</w:t>
            </w:r>
          </w:p>
        </w:tc>
        <w:bookmarkStart w:id="25" w:name="_Hlk531605230" w:displacedByCustomXml="next"/>
        <w:sdt>
          <w:sdtPr>
            <w:rPr>
              <w:rFonts w:ascii="Arial" w:hAnsi="Arial" w:cs="Arial"/>
            </w:rPr>
            <w:id w:val="77567904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83011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5" w:displacedByCustomXml="prev"/>
      </w:tr>
      <w:tr w:rsidR="000F7850" w:rsidRPr="00911A49" w:rsidTr="004B0507">
        <w:tc>
          <w:tcPr>
            <w:tcW w:w="10216" w:type="dxa"/>
          </w:tcPr>
          <w:p w:rsidR="000F7850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Incompatible -&gt; new VECTO DEA Version!</w:t>
            </w:r>
          </w:p>
        </w:tc>
        <w:sdt>
          <w:sdtPr>
            <w:rPr>
              <w:rFonts w:ascii="Arial" w:hAnsi="Arial" w:cs="Arial"/>
            </w:rPr>
            <w:id w:val="6704533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830110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  <w:b/>
              </w:rPr>
            </w:pPr>
            <w:r w:rsidRPr="00A92BF2">
              <w:rPr>
                <w:rFonts w:ascii="Arial" w:hAnsi="Arial" w:cs="Arial"/>
                <w:b/>
              </w:rPr>
              <w:t>Maintain GIT Repository</w:t>
            </w:r>
          </w:p>
        </w:tc>
        <w:tc>
          <w:tcPr>
            <w:tcW w:w="447" w:type="dxa"/>
          </w:tcPr>
          <w:p w:rsidR="000F7850" w:rsidRDefault="000F7850" w:rsidP="000F7850">
            <w:pPr>
              <w:jc w:val="center"/>
              <w:rPr>
                <w:rFonts w:ascii="Arial" w:hAnsi="Arial" w:cs="Arial"/>
              </w:rPr>
            </w:pPr>
          </w:p>
        </w:tc>
      </w:tr>
      <w:tr w:rsidR="000F7850" w:rsidRPr="00911A49" w:rsidTr="004B0507">
        <w:tc>
          <w:tcPr>
            <w:tcW w:w="10216" w:type="dxa"/>
          </w:tcPr>
          <w:p w:rsidR="000F7850" w:rsidRPr="00A92BF2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ab/>
            </w:r>
            <w:r>
              <w:rPr>
                <w:rFonts w:ascii="Arial" w:hAnsi="Arial" w:cs="Arial"/>
              </w:rPr>
              <w:t>Commit changes (updated documentation, version numbering, release report)</w:t>
            </w:r>
          </w:p>
        </w:tc>
        <w:sdt>
          <w:sdtPr>
            <w:rPr>
              <w:rFonts w:ascii="Arial" w:hAnsi="Arial" w:cs="Arial"/>
            </w:rPr>
            <w:id w:val="8555473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Default="00623B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4"/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Merge Development branch into Master Branch</w:t>
            </w:r>
          </w:p>
        </w:tc>
        <w:sdt>
          <w:sdtPr>
            <w:rPr>
              <w:rFonts w:ascii="Arial" w:hAnsi="Arial" w:cs="Arial"/>
            </w:rPr>
            <w:id w:val="-9990292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623B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F7850" w:rsidRPr="00911A49" w:rsidTr="004B0507">
        <w:tc>
          <w:tcPr>
            <w:tcW w:w="10216" w:type="dxa"/>
          </w:tcPr>
          <w:p w:rsidR="000F7850" w:rsidRPr="00770273" w:rsidRDefault="000F7850" w:rsidP="000F7850">
            <w:p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770273">
              <w:rPr>
                <w:rFonts w:ascii="Arial" w:hAnsi="Arial" w:cs="Arial"/>
              </w:rPr>
              <w:t>Tag Release / Build with Version Number</w:t>
            </w:r>
            <w:r>
              <w:rPr>
                <w:rFonts w:ascii="Arial" w:hAnsi="Arial" w:cs="Arial"/>
              </w:rPr>
              <w:t>, push Tag to main repository</w:t>
            </w:r>
          </w:p>
        </w:tc>
        <w:bookmarkStart w:id="26" w:name="_Hlk531676493" w:displacedByCustomXml="next"/>
        <w:sdt>
          <w:sdtPr>
            <w:rPr>
              <w:rFonts w:ascii="Arial" w:hAnsi="Arial" w:cs="Arial"/>
            </w:rPr>
            <w:id w:val="-128642371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47" w:type="dxa"/>
              </w:tcPr>
              <w:p w:rsidR="000F7850" w:rsidRPr="00770273" w:rsidRDefault="00623B87" w:rsidP="000F7850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  <w:bookmarkEnd w:id="26" w:displacedByCustomXml="prev"/>
      </w:tr>
    </w:tbl>
    <w:p w:rsidR="00DC7F41" w:rsidRPr="00DC7F41" w:rsidRDefault="00DC7F41" w:rsidP="00DC7F41">
      <w:pPr>
        <w:pStyle w:val="berschrift3"/>
        <w:rPr>
          <w:sz w:val="28"/>
        </w:rPr>
      </w:pPr>
      <w:r w:rsidRPr="00DC7F41">
        <w:rPr>
          <w:sz w:val="28"/>
        </w:rPr>
        <w:t>Publish Release</w:t>
      </w:r>
    </w:p>
    <w:p w:rsidR="00DC7F41" w:rsidRDefault="00DC7F41"/>
    <w:tbl>
      <w:tblPr>
        <w:tblStyle w:val="Tabellenraster"/>
        <w:tblW w:w="10663" w:type="dxa"/>
        <w:tblInd w:w="360" w:type="dxa"/>
        <w:tblLook w:val="04A0" w:firstRow="1" w:lastRow="0" w:firstColumn="1" w:lastColumn="0" w:noHBand="0" w:noVBand="1"/>
      </w:tblPr>
      <w:tblGrid>
        <w:gridCol w:w="10227"/>
        <w:gridCol w:w="436"/>
      </w:tblGrid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Pr="0098478D">
              <w:rPr>
                <w:rFonts w:ascii="Arial" w:hAnsi="Arial" w:cs="Arial"/>
              </w:rPr>
              <w:t>SHA256 hash of ZIP archive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  <w:sz w:val="10"/>
              </w:rPr>
            </w:pPr>
          </w:p>
          <w:p w:rsidR="00205732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205732" w:rsidRPr="00205732" w:rsidRDefault="00205732" w:rsidP="0020573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205732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98478D" w:rsidRDefault="00205732" w:rsidP="0020573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205732">
              <w:rPr>
                <w:rFonts w:ascii="Courier New" w:hAnsi="Courier New" w:cs="Courier New"/>
                <w:sz w:val="12"/>
              </w:rPr>
              <w:t>SHA256          B2C582163D7F91767B1F7FD861FE65017C6718B0DAC0D61B479B7B4AC183A2BD       2020_03_13-VECTO-3.3.6.1898.zip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4721807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205732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98478D" w:rsidRPr="0098478D" w:rsidTr="004B0507">
        <w:tc>
          <w:tcPr>
            <w:tcW w:w="10227" w:type="dxa"/>
          </w:tcPr>
          <w:p w:rsid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  <w:t>SHA256 hash of VECTO *.exe and *.dll files</w:t>
            </w:r>
          </w:p>
          <w:p w:rsidR="0098478D" w:rsidRPr="0098478D" w:rsidRDefault="0098478D" w:rsidP="0098478D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  <w:p w:rsidR="00205732" w:rsidRDefault="00627CC4" w:rsidP="00627CC4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noProof/>
                <w:sz w:val="12"/>
              </w:rPr>
            </w:pPr>
            <w:r w:rsidRPr="004B0507">
              <w:rPr>
                <w:rFonts w:ascii="Courier New" w:hAnsi="Courier New" w:cs="Courier New"/>
                <w:sz w:val="1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lgorithm       Hash                                                                   Path                                                                                              "/>
                  </w:textInput>
                </w:ffData>
              </w:fldChar>
            </w:r>
            <w:r w:rsidRPr="004B0507">
              <w:rPr>
                <w:rFonts w:ascii="Courier New" w:hAnsi="Courier New" w:cs="Courier New"/>
                <w:sz w:val="12"/>
              </w:rPr>
              <w:instrText xml:space="preserve"> FORMTEXT </w:instrText>
            </w:r>
            <w:r w:rsidRPr="004B0507">
              <w:rPr>
                <w:rFonts w:ascii="Courier New" w:hAnsi="Courier New" w:cs="Courier New"/>
                <w:sz w:val="12"/>
              </w:rPr>
            </w:r>
            <w:r w:rsidRPr="004B0507">
              <w:rPr>
                <w:rFonts w:ascii="Courier New" w:hAnsi="Courier New" w:cs="Courier New"/>
                <w:sz w:val="12"/>
              </w:rPr>
              <w:fldChar w:fldCharType="separate"/>
            </w:r>
            <w:r w:rsidRPr="004B0507">
              <w:rPr>
                <w:rFonts w:ascii="Courier New" w:hAnsi="Courier New" w:cs="Courier New"/>
                <w:noProof/>
                <w:sz w:val="12"/>
              </w:rPr>
              <w:t xml:space="preserve">Algorithm       Hash                                                                   Path                                                                                              </w:t>
            </w:r>
          </w:p>
          <w:p w:rsidR="00205732" w:rsidRPr="00205732" w:rsidRDefault="00205732" w:rsidP="0020573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205732">
              <w:rPr>
                <w:rFonts w:ascii="Courier New" w:hAnsi="Courier New" w:cs="Courier New"/>
                <w:sz w:val="12"/>
              </w:rPr>
              <w:t>---------       ----                                                                   ----</w:t>
            </w:r>
          </w:p>
          <w:p w:rsidR="00205732" w:rsidRPr="00205732" w:rsidRDefault="00205732" w:rsidP="0020573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205732">
              <w:rPr>
                <w:rFonts w:ascii="Courier New" w:hAnsi="Courier New" w:cs="Courier New"/>
                <w:sz w:val="12"/>
              </w:rPr>
              <w:t>SHA256          E2CDF61B65BF765905BC1C4A9A12C9AA5176FCC55FFC6447A87EB50A40A2A3B3       AdvancedAuxiliaryInterfaces.dll</w:t>
            </w:r>
          </w:p>
          <w:p w:rsidR="00205732" w:rsidRPr="00205732" w:rsidRDefault="00205732" w:rsidP="0020573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205732">
              <w:rPr>
                <w:rFonts w:ascii="Courier New" w:hAnsi="Courier New" w:cs="Courier New"/>
                <w:sz w:val="12"/>
              </w:rPr>
              <w:t>SHA256          E8D6A79C0C3982C82BC0D66211676588BC2EBBE065B266DD888673939B4F0E9E       BusAuxiliaries.dll</w:t>
            </w:r>
          </w:p>
          <w:p w:rsidR="00205732" w:rsidRPr="00205732" w:rsidRDefault="00205732" w:rsidP="0020573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205732">
              <w:rPr>
                <w:rFonts w:ascii="Courier New" w:hAnsi="Courier New" w:cs="Courier New"/>
                <w:sz w:val="12"/>
              </w:rPr>
              <w:t>SHA256          1796277A7AA9F2A9835C070D28FED44B3614CA221A2C1AFFC21A4C4E41194C3F       Castle.Core.dll</w:t>
            </w:r>
          </w:p>
          <w:p w:rsidR="00205732" w:rsidRPr="00205732" w:rsidRDefault="00205732" w:rsidP="0020573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205732">
              <w:rPr>
                <w:rFonts w:ascii="Courier New" w:hAnsi="Courier New" w:cs="Courier New"/>
                <w:sz w:val="12"/>
              </w:rPr>
              <w:t>SHA256          DF8EC2E0245829DDEC5B79F1918C3AE3A3FA540A5A0E3C410E2B6EF0BEBC7927       Newtonsoft.Json.dll</w:t>
            </w:r>
          </w:p>
          <w:p w:rsidR="00205732" w:rsidRPr="00205732" w:rsidRDefault="00205732" w:rsidP="0020573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205732">
              <w:rPr>
                <w:rFonts w:ascii="Courier New" w:hAnsi="Courier New" w:cs="Courier New"/>
                <w:sz w:val="12"/>
              </w:rPr>
              <w:t>SHA256          01CC80A16323F56191596013EEF1DE7E43271D6F991F4740B1FCC5195D8AB5BD       Ninject.dll</w:t>
            </w:r>
          </w:p>
          <w:p w:rsidR="00205732" w:rsidRPr="00205732" w:rsidRDefault="00205732" w:rsidP="0020573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205732">
              <w:rPr>
                <w:rFonts w:ascii="Courier New" w:hAnsi="Courier New" w:cs="Courier New"/>
                <w:sz w:val="12"/>
              </w:rPr>
              <w:t>SHA256          DDF048DDAAA9B5D1D734CCA64E269E21465BD83E35F4FD2585AFB900AEF9FC9B       Ninject.Extensions.Factory.dll</w:t>
            </w:r>
          </w:p>
          <w:p w:rsidR="00205732" w:rsidRPr="00205732" w:rsidRDefault="00205732" w:rsidP="0020573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205732">
              <w:rPr>
                <w:rFonts w:ascii="Courier New" w:hAnsi="Courier New" w:cs="Courier New"/>
                <w:sz w:val="12"/>
              </w:rPr>
              <w:t>SHA256          E196C0B84FA16CA895565C0AB611715F0721425F5E73340EA183FFA049F7D79B       NLog.dll</w:t>
            </w:r>
          </w:p>
          <w:p w:rsidR="00205732" w:rsidRPr="00205732" w:rsidRDefault="00205732" w:rsidP="0020573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205732">
              <w:rPr>
                <w:rFonts w:ascii="Courier New" w:hAnsi="Courier New" w:cs="Courier New"/>
                <w:sz w:val="12"/>
              </w:rPr>
              <w:t>SHA256          9B7EB6DE62FF1E6A812FA47697FDB2ABCEAD85AA2554ABF12416FC569DD4462E       Omu.ValueInjecter.dll</w:t>
            </w:r>
          </w:p>
          <w:p w:rsidR="00205732" w:rsidRPr="00205732" w:rsidRDefault="00205732" w:rsidP="0020573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205732">
              <w:rPr>
                <w:rFonts w:ascii="Courier New" w:hAnsi="Courier New" w:cs="Courier New"/>
                <w:sz w:val="12"/>
              </w:rPr>
              <w:t>SHA256          895F1144E2AC145C0EB6273945FE94AA69188437E7447CE590904CF672B282A9       VectoCommon.dll</w:t>
            </w:r>
          </w:p>
          <w:p w:rsidR="00205732" w:rsidRPr="00205732" w:rsidRDefault="00205732" w:rsidP="0020573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205732">
              <w:rPr>
                <w:rFonts w:ascii="Courier New" w:hAnsi="Courier New" w:cs="Courier New"/>
                <w:sz w:val="12"/>
              </w:rPr>
              <w:t>SHA256          E76FF5A7F0B36522A418D346CCC17F3FFFC45E4599A3C15F0E5EEDBE31D84D73       VectoCore.dll</w:t>
            </w:r>
          </w:p>
          <w:p w:rsidR="00205732" w:rsidRPr="00205732" w:rsidRDefault="00205732" w:rsidP="0020573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205732">
              <w:rPr>
                <w:rFonts w:ascii="Courier New" w:hAnsi="Courier New" w:cs="Courier New"/>
                <w:sz w:val="12"/>
              </w:rPr>
              <w:t>SHA256          C9D61A2DBE67AC33CA73C0325D64558975786896E77852B479CA5651AE039A22       VectoHashing.dll</w:t>
            </w:r>
          </w:p>
          <w:p w:rsidR="00205732" w:rsidRPr="00205732" w:rsidRDefault="00205732" w:rsidP="0020573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205732">
              <w:rPr>
                <w:rFonts w:ascii="Courier New" w:hAnsi="Courier New" w:cs="Courier New"/>
                <w:sz w:val="12"/>
              </w:rPr>
              <w:t>SHA256          492CE42C4D05E9A35D6AB6BEAFFB015B704A3E8B8E2E190AD7C53A4E0C92B351       hashingcmd.exe</w:t>
            </w:r>
          </w:p>
          <w:p w:rsidR="00205732" w:rsidRPr="00205732" w:rsidRDefault="00205732" w:rsidP="0020573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205732">
              <w:rPr>
                <w:rFonts w:ascii="Courier New" w:hAnsi="Courier New" w:cs="Courier New"/>
                <w:sz w:val="12"/>
              </w:rPr>
              <w:t>SHA256          44DC160482984B282415E06E0438DCD32923F9ACE2FEC2C94904403E027A43EE       HashingTool.exe</w:t>
            </w:r>
          </w:p>
          <w:p w:rsidR="00205732" w:rsidRPr="00205732" w:rsidRDefault="00205732" w:rsidP="0020573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2"/>
              </w:rPr>
            </w:pPr>
            <w:r w:rsidRPr="00205732">
              <w:rPr>
                <w:rFonts w:ascii="Courier New" w:hAnsi="Courier New" w:cs="Courier New"/>
                <w:sz w:val="12"/>
              </w:rPr>
              <w:t>SHA256          112A89CEF2EA57691552292275DF9B75867C672F8D6C7A1542152CD41C8914B4       VECTO.exe</w:t>
            </w:r>
          </w:p>
          <w:p w:rsidR="0098478D" w:rsidRDefault="00205732" w:rsidP="00205732">
            <w:pPr>
              <w:tabs>
                <w:tab w:val="left" w:pos="570"/>
              </w:tabs>
              <w:ind w:left="209" w:hanging="209"/>
              <w:rPr>
                <w:rFonts w:ascii="Courier New" w:hAnsi="Courier New" w:cs="Courier New"/>
                <w:sz w:val="10"/>
              </w:rPr>
            </w:pPr>
            <w:r w:rsidRPr="00205732">
              <w:rPr>
                <w:rFonts w:ascii="Courier New" w:hAnsi="Courier New" w:cs="Courier New"/>
                <w:sz w:val="12"/>
              </w:rPr>
              <w:t>SHA256          68862FCAD24E97F717D23892FAEE5F85D3A40311F42621E6A6124F9454AC13DB       vectocmd.exe</w:t>
            </w:r>
            <w:r w:rsidR="00627CC4" w:rsidRPr="004B0507">
              <w:rPr>
                <w:rFonts w:ascii="Courier New" w:hAnsi="Courier New" w:cs="Courier New"/>
                <w:sz w:val="12"/>
              </w:rPr>
              <w:fldChar w:fldCharType="end"/>
            </w:r>
          </w:p>
          <w:p w:rsidR="00627CC4" w:rsidRPr="00627CC4" w:rsidRDefault="00627CC4" w:rsidP="00627CC4">
            <w:pPr>
              <w:tabs>
                <w:tab w:val="left" w:pos="570"/>
              </w:tabs>
              <w:ind w:left="209" w:hanging="209"/>
              <w:rPr>
                <w:rFonts w:ascii="Arial" w:hAnsi="Arial" w:cs="Arial"/>
                <w:sz w:val="10"/>
              </w:rPr>
            </w:pPr>
          </w:p>
        </w:tc>
        <w:sdt>
          <w:sdtPr>
            <w:rPr>
              <w:rFonts w:ascii="Arial" w:hAnsi="Arial" w:cs="Arial"/>
            </w:rPr>
            <w:id w:val="-19717430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98478D" w:rsidRPr="0098478D" w:rsidRDefault="00205732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3F4717" w:rsidRPr="00911A49" w:rsidTr="004B0507">
        <w:tc>
          <w:tcPr>
            <w:tcW w:w="10227" w:type="dxa"/>
          </w:tcPr>
          <w:p w:rsidR="003F4717" w:rsidRDefault="003F4717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 w:rsidRPr="0098478D"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Upload ZIP File to SVN</w:t>
            </w:r>
          </w:p>
        </w:tc>
        <w:sdt>
          <w:sdtPr>
            <w:rPr>
              <w:rFonts w:ascii="Arial" w:hAnsi="Arial" w:cs="Arial"/>
            </w:rPr>
            <w:id w:val="-11275415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623B87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7B17C8" w:rsidRPr="00911A49" w:rsidTr="004B0507">
        <w:tc>
          <w:tcPr>
            <w:tcW w:w="10227" w:type="dxa"/>
          </w:tcPr>
          <w:p w:rsidR="007B17C8" w:rsidRPr="0098478D" w:rsidRDefault="007B17C8" w:rsidP="00C6032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Upload</w:t>
            </w:r>
          </w:p>
        </w:tc>
        <w:tc>
          <w:tcPr>
            <w:tcW w:w="436" w:type="dxa"/>
          </w:tcPr>
          <w:p w:rsidR="007B17C8" w:rsidRDefault="007B17C8" w:rsidP="00C60328">
            <w:pPr>
              <w:jc w:val="center"/>
              <w:rPr>
                <w:rFonts w:ascii="Arial" w:hAnsi="Arial" w:cs="Arial"/>
              </w:rPr>
            </w:pPr>
          </w:p>
        </w:tc>
      </w:tr>
      <w:tr w:rsidR="003F4717" w:rsidRPr="00911A49" w:rsidTr="004B0507">
        <w:tc>
          <w:tcPr>
            <w:tcW w:w="10227" w:type="dxa"/>
          </w:tcPr>
          <w:p w:rsidR="003F4717" w:rsidRDefault="003F4717" w:rsidP="003F471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Generate source archive and upload source archive to SVN</w:t>
            </w:r>
            <w:r w:rsidR="00627CC4">
              <w:rPr>
                <w:rFonts w:ascii="Arial" w:hAnsi="Arial" w:cs="Arial"/>
              </w:rPr>
              <w:br/>
            </w:r>
            <w:r w:rsidR="00627CC4" w:rsidRPr="00627CC4">
              <w:rPr>
                <w:rFonts w:ascii="Courier New" w:hAnsi="Courier New" w:cs="Courier New"/>
                <w:b/>
                <w:sz w:val="20"/>
              </w:rPr>
              <w:t>git archive HEAD –o &lt;filename_SRC&gt;.zip</w:t>
            </w:r>
          </w:p>
        </w:tc>
        <w:sdt>
          <w:sdtPr>
            <w:rPr>
              <w:rFonts w:ascii="Arial" w:hAnsi="Arial" w:cs="Arial"/>
            </w:rPr>
            <w:id w:val="2749946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3F4717" w:rsidRDefault="00623B87" w:rsidP="00C60328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5E6430" w:rsidRPr="00911A49" w:rsidTr="004B0507">
        <w:tc>
          <w:tcPr>
            <w:tcW w:w="10227" w:type="dxa"/>
          </w:tcPr>
          <w:p w:rsidR="004B0507" w:rsidRPr="004B0507" w:rsidRDefault="005E6430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 w:rsidR="004B0507" w:rsidRPr="004B0507">
              <w:rPr>
                <w:rFonts w:ascii="Arial" w:hAnsi="Arial" w:cs="Arial"/>
                <w:b/>
              </w:rPr>
              <w:t>Update Confluence WIKI</w:t>
            </w:r>
          </w:p>
        </w:tc>
        <w:tc>
          <w:tcPr>
            <w:tcW w:w="436" w:type="dxa"/>
          </w:tcPr>
          <w:p w:rsidR="005E6430" w:rsidRDefault="005E6430" w:rsidP="005D4DCD">
            <w:pPr>
              <w:jc w:val="center"/>
              <w:rPr>
                <w:rFonts w:ascii="Arial" w:hAnsi="Arial" w:cs="Arial"/>
              </w:rPr>
            </w:pPr>
          </w:p>
        </w:tc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Changelog</w:t>
            </w:r>
          </w:p>
        </w:tc>
        <w:sdt>
          <w:sdtPr>
            <w:rPr>
              <w:rFonts w:ascii="Arial" w:hAnsi="Arial" w:cs="Arial"/>
            </w:rPr>
            <w:id w:val="-1461137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623B87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Download Links</w:t>
            </w:r>
          </w:p>
        </w:tc>
        <w:sdt>
          <w:sdtPr>
            <w:rPr>
              <w:rFonts w:ascii="Arial" w:hAnsi="Arial" w:cs="Arial"/>
            </w:rPr>
            <w:id w:val="-16697817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623B87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SHA256 hash of ZIP archive</w:t>
            </w:r>
          </w:p>
        </w:tc>
        <w:sdt>
          <w:sdtPr>
            <w:rPr>
              <w:rFonts w:ascii="Arial" w:hAnsi="Arial" w:cs="Arial"/>
            </w:rPr>
            <w:id w:val="14094249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623B87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7B17C8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 xml:space="preserve">Comparison table fuel consumption (and maybe other comparisons), </w:t>
            </w:r>
            <w:r w:rsidR="007B17C8">
              <w:rPr>
                <w:rFonts w:ascii="Arial" w:hAnsi="Arial" w:cs="Arial"/>
              </w:rPr>
              <w:br/>
            </w:r>
            <w:r w:rsidR="007B17C8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incl. reasons for changes in FC</w:t>
            </w:r>
          </w:p>
        </w:tc>
        <w:sdt>
          <w:sdtPr>
            <w:rPr>
              <w:rFonts w:ascii="Arial" w:hAnsi="Arial" w:cs="Arial"/>
            </w:rPr>
            <w:id w:val="18149852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623B87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  <w:t>Release Report</w:t>
            </w:r>
          </w:p>
        </w:tc>
        <w:sdt>
          <w:sdtPr>
            <w:rPr>
              <w:rFonts w:ascii="Arial" w:hAnsi="Arial" w:cs="Arial"/>
            </w:rPr>
            <w:id w:val="8823703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623B87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4B0507" w:rsidRPr="00911A49" w:rsidTr="004B0507">
        <w:tc>
          <w:tcPr>
            <w:tcW w:w="10227" w:type="dxa"/>
          </w:tcPr>
          <w:p w:rsidR="004B0507" w:rsidRDefault="004B0507" w:rsidP="004B0507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bookmarkStart w:id="27" w:name="_Hlk19255945"/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Pr="003A51BA">
              <w:rPr>
                <w:rFonts w:ascii="Arial" w:hAnsi="Arial" w:cs="Arial"/>
              </w:rPr>
              <w:t>Update Confluence</w:t>
            </w:r>
            <w:r>
              <w:rPr>
                <w:rFonts w:ascii="Arial" w:hAnsi="Arial" w:cs="Arial"/>
              </w:rPr>
              <w:t xml:space="preserve"> Releases Table</w:t>
            </w:r>
          </w:p>
        </w:tc>
        <w:sdt>
          <w:sdtPr>
            <w:rPr>
              <w:rFonts w:ascii="Arial" w:hAnsi="Arial" w:cs="Arial"/>
            </w:rPr>
            <w:id w:val="19564356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4B0507" w:rsidRDefault="00623B87" w:rsidP="004B050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bookmarkEnd w:id="27"/>
      <w:tr w:rsidR="0003438F" w:rsidRPr="00911A49" w:rsidTr="004B0507">
        <w:tc>
          <w:tcPr>
            <w:tcW w:w="10227" w:type="dxa"/>
          </w:tcPr>
          <w:p w:rsidR="0003438F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Update pending Article 10 Notifications issues</w:t>
            </w:r>
          </w:p>
        </w:tc>
        <w:sdt>
          <w:sdtPr>
            <w:rPr>
              <w:rFonts w:ascii="Arial" w:hAnsi="Arial" w:cs="Arial"/>
            </w:rPr>
            <w:id w:val="177412285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623B87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3438F" w:rsidRPr="00911A49" w:rsidTr="004B0507">
        <w:tc>
          <w:tcPr>
            <w:tcW w:w="10227" w:type="dxa"/>
          </w:tcPr>
          <w:p w:rsidR="0003438F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Notify customers</w:t>
            </w:r>
          </w:p>
        </w:tc>
        <w:sdt>
          <w:sdtPr>
            <w:rPr>
              <w:rFonts w:ascii="Arial" w:hAnsi="Arial" w:cs="Arial"/>
            </w:rPr>
            <w:id w:val="-8679845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623B87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  <w:tr w:rsidR="0003438F" w:rsidRPr="00911A49" w:rsidTr="004B0507">
        <w:tc>
          <w:tcPr>
            <w:tcW w:w="10227" w:type="dxa"/>
          </w:tcPr>
          <w:p w:rsidR="0003438F" w:rsidRPr="003A51BA" w:rsidRDefault="0003438F" w:rsidP="0003438F">
            <w:pPr>
              <w:tabs>
                <w:tab w:val="left" w:pos="570"/>
              </w:tabs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Copy archive to project release folder</w:t>
            </w:r>
          </w:p>
        </w:tc>
        <w:sdt>
          <w:sdtPr>
            <w:rPr>
              <w:rFonts w:ascii="Arial" w:hAnsi="Arial" w:cs="Arial"/>
            </w:rPr>
            <w:id w:val="1169446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6" w:type="dxa"/>
              </w:tcPr>
              <w:p w:rsidR="0003438F" w:rsidRDefault="00623B87" w:rsidP="0003438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☒</w:t>
                </w:r>
              </w:p>
            </w:tc>
          </w:sdtContent>
        </w:sdt>
      </w:tr>
    </w:tbl>
    <w:p w:rsidR="003E04DD" w:rsidRPr="003E04DD" w:rsidRDefault="003E04DD" w:rsidP="003E04DD"/>
    <w:p w:rsidR="003E04DD" w:rsidRPr="003E04DD" w:rsidRDefault="003E04DD" w:rsidP="003E04DD">
      <w:pPr>
        <w:pStyle w:val="berschrift3"/>
        <w:rPr>
          <w:sz w:val="28"/>
        </w:rPr>
      </w:pPr>
      <w:r w:rsidRPr="003E04DD">
        <w:rPr>
          <w:sz w:val="28"/>
        </w:rPr>
        <w:lastRenderedPageBreak/>
        <w:t>Released</w:t>
      </w:r>
    </w:p>
    <w:p w:rsidR="003E04DD" w:rsidRDefault="003E04DD" w:rsidP="003E04DD">
      <w:pPr>
        <w:rPr>
          <w:sz w:val="24"/>
        </w:rPr>
      </w:pPr>
    </w:p>
    <w:p w:rsidR="003E04DD" w:rsidRDefault="003E04DD" w:rsidP="003E04DD">
      <w:pPr>
        <w:tabs>
          <w:tab w:val="left" w:pos="993"/>
        </w:tabs>
        <w:rPr>
          <w:sz w:val="24"/>
        </w:rPr>
      </w:pPr>
      <w:r w:rsidRPr="003E04DD">
        <w:rPr>
          <w:sz w:val="24"/>
        </w:rPr>
        <w:t>Date</w:t>
      </w:r>
      <w:r w:rsidRPr="003E04DD">
        <w:rPr>
          <w:sz w:val="24"/>
        </w:rPr>
        <w:tab/>
      </w:r>
      <w:r w:rsidRPr="003E04DD">
        <w:rPr>
          <w:sz w:val="24"/>
        </w:rPr>
        <w:fldChar w:fldCharType="begin">
          <w:ffData>
            <w:name w:val="Text4"/>
            <w:enabled/>
            <w:calcOnExit w:val="0"/>
            <w:textInput>
              <w:type w:val="date"/>
            </w:textInput>
          </w:ffData>
        </w:fldChar>
      </w:r>
      <w:bookmarkStart w:id="28" w:name="Text4"/>
      <w:r w:rsidRPr="003E04DD">
        <w:rPr>
          <w:sz w:val="24"/>
        </w:rPr>
        <w:instrText xml:space="preserve"> FORMTEXT </w:instrText>
      </w:r>
      <w:r w:rsidRPr="003E04DD">
        <w:rPr>
          <w:sz w:val="24"/>
        </w:rPr>
      </w:r>
      <w:r w:rsidRPr="003E04DD">
        <w:rPr>
          <w:sz w:val="24"/>
        </w:rPr>
        <w:fldChar w:fldCharType="separate"/>
      </w:r>
      <w:r w:rsidR="00623B87">
        <w:rPr>
          <w:noProof/>
          <w:sz w:val="24"/>
        </w:rPr>
        <w:t>13.3.2020</w:t>
      </w:r>
      <w:r w:rsidRPr="003E04DD">
        <w:rPr>
          <w:sz w:val="24"/>
        </w:rPr>
        <w:fldChar w:fldCharType="end"/>
      </w:r>
      <w:bookmarkEnd w:id="28"/>
    </w:p>
    <w:p w:rsidR="003E04DD" w:rsidRPr="003E04DD" w:rsidRDefault="003E04DD" w:rsidP="003E04DD">
      <w:pPr>
        <w:tabs>
          <w:tab w:val="left" w:pos="993"/>
        </w:tabs>
        <w:rPr>
          <w:sz w:val="24"/>
        </w:rPr>
      </w:pPr>
      <w:r>
        <w:rPr>
          <w:sz w:val="24"/>
        </w:rPr>
        <w:t xml:space="preserve">Person </w:t>
      </w:r>
      <w:r>
        <w:rPr>
          <w:sz w:val="24"/>
        </w:rPr>
        <w:tab/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9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623B87">
        <w:rPr>
          <w:noProof/>
          <w:sz w:val="24"/>
        </w:rPr>
        <w:t>MQ</w:t>
      </w:r>
      <w:bookmarkStart w:id="30" w:name="_GoBack"/>
      <w:bookmarkEnd w:id="30"/>
      <w:r>
        <w:rPr>
          <w:sz w:val="24"/>
        </w:rPr>
        <w:fldChar w:fldCharType="end"/>
      </w:r>
      <w:bookmarkEnd w:id="29"/>
    </w:p>
    <w:sectPr w:rsidR="003E04DD" w:rsidRPr="003E04DD" w:rsidSect="004B0507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94A01"/>
    <w:multiLevelType w:val="hybridMultilevel"/>
    <w:tmpl w:val="884AF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D069F8"/>
    <w:multiLevelType w:val="hybridMultilevel"/>
    <w:tmpl w:val="177EAB8A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B69D5"/>
    <w:multiLevelType w:val="hybridMultilevel"/>
    <w:tmpl w:val="42D084D2"/>
    <w:lvl w:ilvl="0" w:tplc="88ACC28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D2732B"/>
    <w:multiLevelType w:val="hybridMultilevel"/>
    <w:tmpl w:val="2DF4468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AT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ocumentProtection w:edit="forms" w:enforcement="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CE3"/>
    <w:rsid w:val="0003438F"/>
    <w:rsid w:val="000F7850"/>
    <w:rsid w:val="001833A8"/>
    <w:rsid w:val="00185194"/>
    <w:rsid w:val="001C21D1"/>
    <w:rsid w:val="002004FF"/>
    <w:rsid w:val="00205732"/>
    <w:rsid w:val="00211E62"/>
    <w:rsid w:val="002402DA"/>
    <w:rsid w:val="002634BC"/>
    <w:rsid w:val="002B3013"/>
    <w:rsid w:val="00321ACB"/>
    <w:rsid w:val="00331D3E"/>
    <w:rsid w:val="00353151"/>
    <w:rsid w:val="003662C3"/>
    <w:rsid w:val="003A51BA"/>
    <w:rsid w:val="003E04DD"/>
    <w:rsid w:val="003F09CD"/>
    <w:rsid w:val="003F4717"/>
    <w:rsid w:val="0042244A"/>
    <w:rsid w:val="00424ECE"/>
    <w:rsid w:val="004B0507"/>
    <w:rsid w:val="005327CF"/>
    <w:rsid w:val="00555C84"/>
    <w:rsid w:val="00562C02"/>
    <w:rsid w:val="005D263C"/>
    <w:rsid w:val="005E6430"/>
    <w:rsid w:val="00623B87"/>
    <w:rsid w:val="00627CC4"/>
    <w:rsid w:val="0067268A"/>
    <w:rsid w:val="006B13CE"/>
    <w:rsid w:val="006D2E55"/>
    <w:rsid w:val="007276FC"/>
    <w:rsid w:val="0073192B"/>
    <w:rsid w:val="0073775E"/>
    <w:rsid w:val="00770273"/>
    <w:rsid w:val="007B17C8"/>
    <w:rsid w:val="00802F29"/>
    <w:rsid w:val="008169BA"/>
    <w:rsid w:val="00830110"/>
    <w:rsid w:val="008644AB"/>
    <w:rsid w:val="008D5D80"/>
    <w:rsid w:val="008F2100"/>
    <w:rsid w:val="008F28DF"/>
    <w:rsid w:val="00911A49"/>
    <w:rsid w:val="009571EF"/>
    <w:rsid w:val="0098478D"/>
    <w:rsid w:val="009A2686"/>
    <w:rsid w:val="009C5598"/>
    <w:rsid w:val="00A070DD"/>
    <w:rsid w:val="00A74C22"/>
    <w:rsid w:val="00A92BF2"/>
    <w:rsid w:val="00B3284E"/>
    <w:rsid w:val="00B51291"/>
    <w:rsid w:val="00B92E8D"/>
    <w:rsid w:val="00BB7C1D"/>
    <w:rsid w:val="00C10D52"/>
    <w:rsid w:val="00C656D2"/>
    <w:rsid w:val="00C91109"/>
    <w:rsid w:val="00D8626E"/>
    <w:rsid w:val="00DA09BE"/>
    <w:rsid w:val="00DC7F41"/>
    <w:rsid w:val="00DF3902"/>
    <w:rsid w:val="00E05572"/>
    <w:rsid w:val="00E411BE"/>
    <w:rsid w:val="00EA7A3C"/>
    <w:rsid w:val="00EC006F"/>
    <w:rsid w:val="00ED5ACA"/>
    <w:rsid w:val="00F2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0684C5"/>
  <w15:docId w15:val="{02F79E93-33A0-4C43-90F4-45C6651EB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7CC4"/>
  </w:style>
  <w:style w:type="paragraph" w:styleId="berschrift1">
    <w:name w:val="heading 1"/>
    <w:basedOn w:val="Standard"/>
    <w:next w:val="Standard"/>
    <w:link w:val="berschrift1Zchn"/>
    <w:uiPriority w:val="9"/>
    <w:qFormat/>
    <w:rsid w:val="00911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1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11A4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11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11A4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enabsatz">
    <w:name w:val="List Paragraph"/>
    <w:basedOn w:val="Standard"/>
    <w:uiPriority w:val="34"/>
    <w:qFormat/>
    <w:rsid w:val="00911A4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11A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27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DC7F4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UAM\Workspace\VECTO_quam\Documentation\Checklist_Release_VECT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23D9230FDD342438E06F0C417534D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1ACC8C-FA93-49AA-9274-F69D1CDF1DCF}"/>
      </w:docPartPr>
      <w:docPartBody>
        <w:p w:rsidR="00046A86" w:rsidRDefault="00DC6262">
          <w:pPr>
            <w:pStyle w:val="623D9230FDD342438E06F0C417534DA0"/>
          </w:pPr>
          <w:r w:rsidRPr="00BC6BD1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10 BT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262"/>
    <w:rsid w:val="00046A86"/>
    <w:rsid w:val="002C6CDD"/>
    <w:rsid w:val="009A45DC"/>
    <w:rsid w:val="00DC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623D9230FDD342438E06F0C417534DA0">
    <w:name w:val="623D9230FDD342438E06F0C417534D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E10FE-45AB-4599-8E36-25C06FDDC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Checklist_Release_VECTO.dotx</Template>
  <TotalTime>0</TotalTime>
  <Pages>3</Pages>
  <Words>914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Quaritsch Markus</dc:creator>
  <cp:lastModifiedBy>Quaritsch Markus</cp:lastModifiedBy>
  <cp:revision>8</cp:revision>
  <dcterms:created xsi:type="dcterms:W3CDTF">2020-03-13T13:30:00Z</dcterms:created>
  <dcterms:modified xsi:type="dcterms:W3CDTF">2020-03-13T15:37:00Z</dcterms:modified>
</cp:coreProperties>
</file>