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BD64B8" w:rsidRPr="00BD64B8">
        <w:rPr>
          <w:rFonts w:ascii="Arial" w:hAnsi="Arial" w:cs="Arial"/>
          <w:noProof/>
        </w:rPr>
        <w:t>3.3.8.2052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16"/>
        <w:gridCol w:w="447"/>
      </w:tblGrid>
      <w:tr w:rsidR="003662C3" w:rsidRPr="00DC7F41" w:rsidTr="004B0507">
        <w:tc>
          <w:tcPr>
            <w:tcW w:w="10216" w:type="dxa"/>
          </w:tcPr>
          <w:p w:rsidR="003662C3" w:rsidRPr="00DC7F41" w:rsidRDefault="005E6430" w:rsidP="005E643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Prepare VECTO Release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E6430">
              <w:rPr>
                <w:rFonts w:ascii="Arial" w:hAnsi="Arial" w:cs="Arial"/>
              </w:rPr>
              <w:t>Update</w:t>
            </w:r>
            <w:r w:rsidR="00C91109">
              <w:rPr>
                <w:rFonts w:ascii="Arial" w:hAnsi="Arial" w:cs="Arial"/>
              </w:rPr>
              <w:t xml:space="preserve"> Project Version</w:t>
            </w:r>
            <w:r w:rsidR="005E6430">
              <w:rPr>
                <w:rFonts w:ascii="Arial" w:hAnsi="Arial" w:cs="Arial"/>
              </w:rPr>
              <w:t>: VectoCore/VersionNumber.t4; HashingTool Version.tt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BD64B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DC7F41" w:rsidTr="004B0507">
        <w:tc>
          <w:tcPr>
            <w:tcW w:w="10216" w:type="dxa"/>
          </w:tcPr>
          <w:p w:rsidR="005E6430" w:rsidRPr="003D7382" w:rsidRDefault="005E6430" w:rsidP="00211E85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3D7382" w:rsidRDefault="00BD64B8" w:rsidP="00211E8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51291" w:rsidRPr="00DC7F41" w:rsidTr="004B0507">
        <w:tc>
          <w:tcPr>
            <w:tcW w:w="10216" w:type="dxa"/>
          </w:tcPr>
          <w:p w:rsidR="00B51291" w:rsidRPr="00B51291" w:rsidRDefault="00B51291" w:rsidP="00B51291">
            <w:pPr>
              <w:ind w:left="207" w:hanging="207"/>
              <w:rPr>
                <w:rFonts w:ascii="Arial" w:hAnsi="Arial" w:cs="Arial"/>
              </w:rPr>
            </w:pPr>
            <w:r w:rsidRPr="00B51291">
              <w:rPr>
                <w:rFonts w:ascii="Arial" w:hAnsi="Arial" w:cs="Arial"/>
              </w:rPr>
              <w:tab/>
              <w:t>Check for dead internal links in User Manual</w:t>
            </w:r>
          </w:p>
        </w:tc>
        <w:sdt>
          <w:sdtPr>
            <w:rPr>
              <w:rFonts w:ascii="Arial" w:hAnsi="Arial" w:cs="Arial"/>
            </w:rPr>
            <w:id w:val="5259131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B51291" w:rsidRPr="00770273" w:rsidRDefault="004B3D19" w:rsidP="00B512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4B3D1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4B3D1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4B3D1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A92BF2" w:rsidRPr="00911A49" w:rsidTr="004B0507">
        <w:tc>
          <w:tcPr>
            <w:tcW w:w="10216" w:type="dxa"/>
          </w:tcPr>
          <w:p w:rsidR="00A92BF2" w:rsidRDefault="00A92BF2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Parameter Documentation (XSD -&gt; HTML)</w:t>
            </w:r>
          </w:p>
        </w:tc>
        <w:sdt>
          <w:sdtPr>
            <w:rPr>
              <w:rFonts w:ascii="Arial" w:hAnsi="Arial" w:cs="Arial"/>
            </w:rPr>
            <w:id w:val="9958476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A92BF2" w:rsidRDefault="004B3D1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4B0507">
        <w:tc>
          <w:tcPr>
            <w:tcW w:w="10216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47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E87C1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4B3D19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4B3D19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16" w:type="dxa"/>
          </w:tcPr>
          <w:p w:rsidR="003F4717" w:rsidRPr="00770273" w:rsidRDefault="003F4717" w:rsidP="005E48C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  <w:r>
              <w:rPr>
                <w:rFonts w:ascii="Arial" w:hAnsi="Arial" w:cs="Arial"/>
              </w:rPr>
              <w:t xml:space="preserve"> (HTML)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F4717" w:rsidRPr="00770273" w:rsidRDefault="004B3D19" w:rsidP="005E48C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4B0507">
        <w:tc>
          <w:tcPr>
            <w:tcW w:w="10216" w:type="dxa"/>
          </w:tcPr>
          <w:p w:rsidR="00353151" w:rsidRPr="00770273" w:rsidRDefault="00353151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3F4717">
              <w:rPr>
                <w:rFonts w:ascii="Arial" w:hAnsi="Arial" w:cs="Arial"/>
              </w:rPr>
              <w:t>Changelog in Release Notes (PPT)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53151" w:rsidRPr="00770273" w:rsidRDefault="004B3D19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4B3D19">
            <w:pPr>
              <w:ind w:left="207" w:hanging="207"/>
              <w:rPr>
                <w:rFonts w:ascii="Arial" w:hAnsi="Arial" w:cs="Arial"/>
              </w:rPr>
            </w:pPr>
            <w:bookmarkStart w:id="0" w:name="_Hlk531677283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B3D19" w:rsidRPr="004B3D19">
              <w:rPr>
                <w:rFonts w:ascii="Arial" w:hAnsi="Arial" w:cs="Arial"/>
                <w:noProof/>
              </w:rPr>
              <w:t>1800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1" w:name="OLE_LINK11"/>
            <w:bookmarkStart w:id="2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B3D19" w:rsidRPr="004B3D19">
              <w:rPr>
                <w:rFonts w:ascii="Arial" w:hAnsi="Arial" w:cs="Arial"/>
                <w:noProof/>
              </w:rPr>
              <w:t>1800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"/>
            <w:bookmarkEnd w:id="2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3" w:name="OLE_LINK9"/>
            <w:bookmarkStart w:id="4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B3D19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  <w:bookmarkEnd w:id="5"/>
            <w:r>
              <w:rPr>
                <w:rFonts w:ascii="Arial" w:hAnsi="Arial" w:cs="Arial"/>
              </w:rPr>
              <w:t xml:space="preserve"> </w:t>
            </w:r>
            <w:bookmarkEnd w:id="3"/>
            <w:bookmarkEnd w:id="4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4B3D1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0"/>
      <w:tr w:rsidR="004B0507" w:rsidRPr="00911A49" w:rsidTr="004B0507">
        <w:tc>
          <w:tcPr>
            <w:tcW w:w="10216" w:type="dxa"/>
          </w:tcPr>
          <w:p w:rsidR="004B0507" w:rsidRDefault="004B0507" w:rsidP="004B3D19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VECTO </w:t>
            </w:r>
            <w:r>
              <w:rPr>
                <w:rFonts w:ascii="Arial" w:hAnsi="Arial" w:cs="Arial"/>
              </w:rPr>
              <w:t xml:space="preserve">Hashing </w:t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B3D19" w:rsidRPr="004B3D19">
              <w:rPr>
                <w:rFonts w:ascii="Arial" w:hAnsi="Arial" w:cs="Arial"/>
                <w:noProof/>
              </w:rPr>
              <w:t>88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B3D19" w:rsidRPr="004B3D19">
              <w:rPr>
                <w:rFonts w:ascii="Arial" w:hAnsi="Arial" w:cs="Arial"/>
                <w:noProof/>
              </w:rPr>
              <w:t>88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B3D19">
              <w:rPr>
                <w:rFonts w:ascii="Arial" w:hAnsi="Arial" w:cs="Arial"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857173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4B0507" w:rsidRPr="00770273" w:rsidRDefault="004B3D19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DC7F41" w:rsidRDefault="003662C3" w:rsidP="004B3D19">
            <w:pPr>
              <w:ind w:left="207" w:hanging="207"/>
              <w:rPr>
                <w:rFonts w:ascii="Arial" w:hAnsi="Arial" w:cs="Arial"/>
              </w:rPr>
            </w:pPr>
            <w:bookmarkStart w:id="6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7" w:name="OLE_LINK7"/>
            <w:bookmarkStart w:id="8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9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B3D19" w:rsidRPr="004B3D19">
              <w:rPr>
                <w:rFonts w:ascii="Arial" w:hAnsi="Arial" w:cs="Arial"/>
                <w:noProof/>
              </w:rPr>
              <w:t>100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0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B3D19" w:rsidRPr="004B3D19">
              <w:rPr>
                <w:rFonts w:ascii="Arial" w:hAnsi="Arial" w:cs="Arial"/>
                <w:noProof/>
              </w:rPr>
              <w:t>100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0"/>
            <w:r w:rsidRPr="00DC7F41">
              <w:rPr>
                <w:rFonts w:ascii="Arial" w:hAnsi="Arial" w:cs="Arial"/>
              </w:rPr>
              <w:t xml:space="preserve"> successful</w:t>
            </w:r>
            <w:bookmarkEnd w:id="7"/>
            <w:bookmarkEnd w:id="8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B3D19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4B3D1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4B3D19">
            <w:pPr>
              <w:ind w:left="207" w:hanging="207"/>
              <w:rPr>
                <w:rFonts w:ascii="Arial" w:hAnsi="Arial" w:cs="Arial"/>
              </w:rPr>
            </w:pPr>
            <w:bookmarkStart w:id="11" w:name="_Hlk531677254"/>
            <w:bookmarkStart w:id="12" w:name="_Hlk536709904"/>
            <w:bookmarkEnd w:id="6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B3D19" w:rsidRPr="004B3D19">
              <w:rPr>
                <w:rFonts w:ascii="Arial" w:hAnsi="Arial" w:cs="Arial"/>
                <w:noProof/>
              </w:rPr>
              <w:t>430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B3D19" w:rsidRPr="004B3D19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B3D19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4B3D1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2"/>
      <w:tr w:rsidR="000F7850" w:rsidRPr="00911A49" w:rsidTr="004B0507">
        <w:tc>
          <w:tcPr>
            <w:tcW w:w="10216" w:type="dxa"/>
          </w:tcPr>
          <w:p w:rsidR="000F7850" w:rsidRPr="00770273" w:rsidRDefault="000F7850" w:rsidP="004B3D19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 Notifications Article 10(2):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B3D19" w:rsidRPr="004B3D19">
              <w:rPr>
                <w:rFonts w:ascii="Arial" w:hAnsi="Arial" w:cs="Arial"/>
                <w:noProof/>
              </w:rPr>
              <w:t>295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B3D19" w:rsidRPr="004B3D19">
              <w:rPr>
                <w:rFonts w:ascii="Arial" w:hAnsi="Arial" w:cs="Arial"/>
                <w:noProof/>
              </w:rPr>
              <w:t>295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Ticket numbers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B3D19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818879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4B3D1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Compile VECTO </w:t>
            </w:r>
            <w:r>
              <w:rPr>
                <w:rFonts w:ascii="Arial" w:hAnsi="Arial" w:cs="Arial"/>
              </w:rPr>
              <w:t>RELEASE: Build Script with DEPLOY Configuration</w:t>
            </w:r>
          </w:p>
        </w:tc>
        <w:bookmarkStart w:id="13" w:name="_Hlk531677090" w:displacedByCustomXml="next"/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DC4AF8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3" w:displacedByCustomXml="prev"/>
      </w:tr>
      <w:tr w:rsidR="000F7850" w:rsidRPr="00627CC4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  <w:lang w:val="de-AT"/>
              </w:rPr>
            </w:pPr>
            <w:r w:rsidRPr="004B0507">
              <w:rPr>
                <w:rFonts w:ascii="Arial" w:hAnsi="Arial" w:cs="Arial"/>
                <w:lang w:val="de-AT"/>
              </w:rPr>
              <w:tab/>
            </w:r>
            <w:r w:rsidRPr="004B0507">
              <w:rPr>
                <w:rFonts w:ascii="Arial" w:hAnsi="Arial" w:cs="Arial"/>
                <w:lang w:val="de-AT"/>
              </w:rPr>
              <w:tab/>
              <w:t xml:space="preserve">Build Type:  </w:t>
            </w:r>
            <w:sdt>
              <w:sdtPr>
                <w:rPr>
                  <w:rFonts w:ascii="Arial" w:hAnsi="Arial" w:cs="Arial"/>
                </w:rPr>
                <w:id w:val="-1106267654"/>
                <w:placeholder>
                  <w:docPart w:val="6F98B80AE9284116AC3128DBEE54079E"/>
                </w:placeholder>
                <w:comboBox>
                  <w:listItem w:value="Select Build Type"/>
                  <w:listItem w:displayText="Official Release" w:value="Official Release"/>
                  <w:listItem w:displayText="Release Candiate" w:value="Release Candiate"/>
                  <w:listItem w:displayText="DEV Release" w:value="DEV Release"/>
                </w:comboBox>
              </w:sdtPr>
              <w:sdtEndPr/>
              <w:sdtContent>
                <w:r w:rsidR="00DC4AF8">
                  <w:rPr>
                    <w:rFonts w:ascii="Arial" w:hAnsi="Arial" w:cs="Arial"/>
                  </w:rPr>
                  <w:t>Official Release</w:t>
                </w:r>
              </w:sdtContent>
            </w:sdt>
          </w:p>
        </w:tc>
        <w:sdt>
          <w:sdtPr>
            <w:rPr>
              <w:rFonts w:ascii="Arial" w:hAnsi="Arial" w:cs="Arial"/>
            </w:rPr>
            <w:id w:val="8990157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627CC4" w:rsidRDefault="00DC4AF8" w:rsidP="000F7850">
                <w:pPr>
                  <w:jc w:val="center"/>
                  <w:rPr>
                    <w:rFonts w:ascii="Arial" w:hAnsi="Arial" w:cs="Arial"/>
                    <w:lang w:val="de-AT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 w:rsidRPr="00627CC4">
              <w:rPr>
                <w:rFonts w:ascii="Arial" w:hAnsi="Arial" w:cs="Arial"/>
                <w:lang w:val="de-AT"/>
              </w:rPr>
              <w:tab/>
            </w:r>
            <w:r w:rsidRPr="00627CC4">
              <w:rPr>
                <w:rFonts w:ascii="Arial" w:hAnsi="Arial" w:cs="Arial"/>
                <w:lang w:val="de-AT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DC4AF8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DC4AF8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  <w:r>
              <w:rPr>
                <w:rFonts w:ascii="Arial" w:hAnsi="Arial" w:cs="Arial"/>
              </w:rPr>
              <w:t xml:space="preserve"> GUI, Release Notes, Help, Changelog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DC4AF8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correct build type (GUI, Reports)</w:t>
            </w:r>
          </w:p>
        </w:tc>
        <w:sdt>
          <w:sdtPr>
            <w:rPr>
              <w:rFonts w:ascii="Arial" w:hAnsi="Arial" w:cs="Arial"/>
            </w:rPr>
            <w:id w:val="-1627041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DC4AF8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bookmarkStart w:id="14" w:name="_Hlk531677124"/>
            <w:bookmarkStart w:id="15" w:name="_Hlk531677209"/>
            <w:r>
              <w:rPr>
                <w:rFonts w:ascii="Arial" w:hAnsi="Arial" w:cs="Arial"/>
              </w:rPr>
              <w:tab/>
              <w:t xml:space="preserve">Open Declaration </w:t>
            </w:r>
            <w:bookmarkEnd w:id="14"/>
            <w:r>
              <w:rPr>
                <w:rFonts w:ascii="Arial" w:hAnsi="Arial" w:cs="Arial"/>
              </w:rPr>
              <w:t>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060C05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5"/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060C05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060C05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60C05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60C05">
              <w:rPr>
                <w:rFonts w:ascii="Arial" w:hAnsi="Arial" w:cs="Arial"/>
                <w:noProof/>
              </w:rPr>
              <w:t>17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DC4AF8" w:rsidRPr="00DC4AF8">
              <w:rPr>
                <w:rFonts w:ascii="Arial" w:hAnsi="Arial" w:cs="Arial"/>
                <w:noProof/>
              </w:rPr>
              <w:t>30.5968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60C0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60C05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60C05">
              <w:rPr>
                <w:rFonts w:ascii="Arial" w:hAnsi="Arial" w:cs="Arial"/>
                <w:noProof/>
              </w:rPr>
              <w:t>29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DC4AF8" w:rsidRPr="00DC4AF8">
              <w:rPr>
                <w:rFonts w:ascii="Arial" w:hAnsi="Arial" w:cs="Arial"/>
                <w:noProof/>
              </w:rPr>
              <w:t>34.7437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60C0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Open Engineering Job File: Class 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060C0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060C0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060C0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60C05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60C05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RD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DC4AF8" w:rsidRPr="00DC4AF8">
              <w:rPr>
                <w:rFonts w:ascii="Arial" w:hAnsi="Arial" w:cs="Arial"/>
                <w:noProof/>
              </w:rPr>
              <w:t>20.7626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60C0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60C05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60C05">
              <w:rPr>
                <w:rFonts w:ascii="Arial" w:hAnsi="Arial" w:cs="Arial"/>
                <w:noProof/>
              </w:rPr>
              <w:t>4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DC4AF8" w:rsidRPr="00DC4AF8">
              <w:rPr>
                <w:rFonts w:ascii="Arial" w:hAnsi="Arial" w:cs="Arial"/>
                <w:noProof/>
              </w:rPr>
              <w:t>36.9241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60C0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60C05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60C05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DC4AF8" w:rsidRPr="00DC4AF8">
              <w:rPr>
                <w:rFonts w:ascii="Arial" w:hAnsi="Arial" w:cs="Arial"/>
                <w:noProof/>
              </w:rPr>
              <w:t>289.8551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60C0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60C05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60C05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DC4AF8" w:rsidRPr="00DC4AF8">
              <w:rPr>
                <w:rFonts w:ascii="Arial" w:hAnsi="Arial" w:cs="Arial"/>
                <w:noProof/>
              </w:rPr>
              <w:t>21.1306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60C0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60C05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exec. Time: </w:t>
            </w:r>
            <w:bookmarkStart w:id="16" w:name="_Hlk531675897"/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60C05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bookmarkEnd w:id="16"/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DC4AF8" w:rsidRPr="00DC4AF8">
              <w:rPr>
                <w:rFonts w:ascii="Arial" w:hAnsi="Arial" w:cs="Arial"/>
                <w:noProof/>
              </w:rPr>
              <w:t>21.6529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60C0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60C05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60C05">
              <w:rPr>
                <w:rFonts w:ascii="Arial" w:hAnsi="Arial" w:cs="Arial"/>
                <w:noProof/>
              </w:rPr>
              <w:t>59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DC4AF8" w:rsidRPr="00DC4AF8">
              <w:rPr>
                <w:rFonts w:ascii="Arial" w:hAnsi="Arial" w:cs="Arial"/>
                <w:noProof/>
              </w:rPr>
              <w:t>42.2772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60C0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60C05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60C05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g/h: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DC4AF8" w:rsidRPr="00DC4AF8">
              <w:rPr>
                <w:rFonts w:ascii="Arial" w:hAnsi="Arial" w:cs="Arial"/>
                <w:noProof/>
              </w:rPr>
              <w:t>3441.5116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60C0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60C0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Run XML jobs for all classes (Release Comparison Jobs)</w:t>
            </w:r>
          </w:p>
        </w:tc>
        <w:sdt>
          <w:sdtPr>
            <w:rPr>
              <w:rFonts w:ascii="Arial" w:hAnsi="Arial" w:cs="Arial"/>
            </w:rPr>
            <w:id w:val="468242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060C0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Excel File with Release Comparison Jobs, generate comparison table</w:t>
            </w:r>
          </w:p>
        </w:tc>
        <w:bookmarkStart w:id="17" w:name="_Hlk531605194" w:displacedByCustomXml="next"/>
        <w:sdt>
          <w:sdtPr>
            <w:rPr>
              <w:rFonts w:ascii="Arial" w:hAnsi="Arial" w:cs="Arial"/>
            </w:rPr>
            <w:id w:val="-12889593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060C0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7" w:displacedByCustomXml="prev"/>
      </w:tr>
      <w:tr w:rsidR="000F7850" w:rsidRPr="00911A49" w:rsidTr="004B0507">
        <w:tc>
          <w:tcPr>
            <w:tcW w:w="10216" w:type="dxa"/>
          </w:tcPr>
          <w:p w:rsidR="000F7850" w:rsidRPr="0073192B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8" w:name="_Hlk531605404"/>
            <w:bookmarkStart w:id="19" w:name="_Hlk531605316"/>
            <w:r w:rsidRPr="0073192B">
              <w:rPr>
                <w:rFonts w:ascii="Arial" w:hAnsi="Arial" w:cs="Arial"/>
                <w:b/>
              </w:rPr>
              <w:t>VECTO Hashing Tool</w:t>
            </w:r>
            <w:bookmarkEnd w:id="18"/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0" w:name="_Hlk531605376"/>
            <w:r>
              <w:rPr>
                <w:rFonts w:ascii="Arial" w:hAnsi="Arial" w:cs="Arial"/>
              </w:rPr>
              <w:tab/>
              <w:t>Hash Component File</w:t>
            </w:r>
            <w:bookmarkEnd w:id="20"/>
          </w:p>
        </w:tc>
        <w:sdt>
          <w:sdtPr>
            <w:rPr>
              <w:rFonts w:ascii="Arial" w:hAnsi="Arial" w:cs="Arial"/>
            </w:rPr>
            <w:id w:val="3261818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A73BB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1" w:name="_Hlk531605384"/>
            <w:r>
              <w:rPr>
                <w:rFonts w:ascii="Arial" w:hAnsi="Arial" w:cs="Arial"/>
              </w:rPr>
              <w:tab/>
              <w:t>Verify Hashed Component File</w:t>
            </w:r>
            <w:bookmarkEnd w:id="21"/>
          </w:p>
        </w:tc>
        <w:sdt>
          <w:sdtPr>
            <w:rPr>
              <w:rFonts w:ascii="Arial" w:hAnsi="Arial" w:cs="Arial"/>
            </w:rPr>
            <w:id w:val="-1990895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A73BB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2" w:name="_Hlk531605392"/>
            <w:r>
              <w:rPr>
                <w:rFonts w:ascii="Arial" w:hAnsi="Arial" w:cs="Arial"/>
              </w:rPr>
              <w:tab/>
              <w:t>Verify VECTO Job File (sample XML file)</w:t>
            </w:r>
            <w:bookmarkEnd w:id="22"/>
          </w:p>
        </w:tc>
        <w:sdt>
          <w:sdtPr>
            <w:rPr>
              <w:rFonts w:ascii="Arial" w:hAnsi="Arial" w:cs="Arial"/>
            </w:rPr>
            <w:id w:val="-13365991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A73BB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3" w:name="_Hlk531605398"/>
            <w:r>
              <w:rPr>
                <w:rFonts w:ascii="Arial" w:hAnsi="Arial" w:cs="Arial"/>
              </w:rPr>
              <w:tab/>
              <w:t>Verify VECTO Job, MRF, CIF (sample XML file)</w:t>
            </w:r>
            <w:bookmarkEnd w:id="23"/>
          </w:p>
        </w:tc>
        <w:sdt>
          <w:sdtPr>
            <w:rPr>
              <w:rFonts w:ascii="Arial" w:hAnsi="Arial" w:cs="Arial"/>
            </w:rPr>
            <w:id w:val="66505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A73BB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9A2686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24" w:name="_Hlk472520743"/>
            <w:bookmarkEnd w:id="19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bookmarkStart w:id="25" w:name="_Hlk531605230" w:displacedByCustomXml="next"/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A73BB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5" w:displacedByCustomXml="prev"/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A73BB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A92BF2">
              <w:rPr>
                <w:rFonts w:ascii="Arial" w:hAnsi="Arial" w:cs="Arial"/>
                <w:b/>
              </w:rPr>
              <w:t>Maintain GIT Repository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</w:rPr>
              <w:t>Commit changes (updated documentation, version numbering, release report)</w:t>
            </w:r>
          </w:p>
        </w:tc>
        <w:sdt>
          <w:sdtPr>
            <w:rPr>
              <w:rFonts w:ascii="Arial" w:hAnsi="Arial" w:cs="Arial"/>
            </w:rPr>
            <w:id w:val="855547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8B58B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24"/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8B58B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  <w:r>
              <w:rPr>
                <w:rFonts w:ascii="Arial" w:hAnsi="Arial" w:cs="Arial"/>
              </w:rPr>
              <w:t>, push Tag to main repository</w:t>
            </w:r>
          </w:p>
        </w:tc>
        <w:bookmarkStart w:id="26" w:name="_Hlk531676493" w:displacedByCustomXml="next"/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8B58B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6" w:displacedByCustomXml="prev"/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27"/>
        <w:gridCol w:w="436"/>
      </w:tblGrid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98478D">
              <w:rPr>
                <w:rFonts w:ascii="Arial" w:hAnsi="Arial" w:cs="Arial"/>
              </w:rPr>
              <w:t>SHA256 hash of ZIP archive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  <w:sz w:val="10"/>
              </w:rPr>
            </w:pPr>
          </w:p>
          <w:p w:rsidR="00842A4C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842A4C" w:rsidRPr="00842A4C" w:rsidRDefault="00842A4C" w:rsidP="00842A4C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842A4C">
              <w:rPr>
                <w:rFonts w:ascii="Courier New" w:hAnsi="Courier New" w:cs="Courier New"/>
                <w:sz w:val="12"/>
              </w:rPr>
              <w:t>---------       ----                                                                   ----</w:t>
            </w:r>
          </w:p>
          <w:p w:rsidR="0098478D" w:rsidRDefault="00842A4C" w:rsidP="00842A4C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842A4C">
              <w:rPr>
                <w:rFonts w:ascii="Courier New" w:hAnsi="Courier New" w:cs="Courier New"/>
                <w:sz w:val="12"/>
              </w:rPr>
              <w:t>SHA256          3FCCE1AD83687CC1F6E825B2465BF3E8EE25C97586702E4EDDC9DBC84C5A65C9       2020_08_14_VectoDEA-1.2.4.2052.zip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4721807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8B58B9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  <w:t>SHA256 hash of VECTO *.exe and *.dll files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  <w:p w:rsidR="008B58B9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8B58B9" w:rsidRPr="008B58B9" w:rsidRDefault="008B58B9" w:rsidP="008B58B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8B58B9">
              <w:rPr>
                <w:rFonts w:ascii="Courier New" w:hAnsi="Courier New" w:cs="Courier New"/>
                <w:sz w:val="12"/>
              </w:rPr>
              <w:t>---------       ----                                                                   ----</w:t>
            </w:r>
          </w:p>
          <w:p w:rsidR="008B58B9" w:rsidRPr="008B58B9" w:rsidRDefault="008B58B9" w:rsidP="008B58B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8B58B9">
              <w:rPr>
                <w:rFonts w:ascii="Courier New" w:hAnsi="Courier New" w:cs="Courier New"/>
                <w:sz w:val="12"/>
              </w:rPr>
              <w:t>SHA256          E1FFED380A4A9A28450AD7ED88E34EE3A6C36D05294274B543770B28BB77BCDC       hashingcmd.exe</w:t>
            </w:r>
          </w:p>
          <w:p w:rsidR="008B58B9" w:rsidRPr="008B58B9" w:rsidRDefault="008B58B9" w:rsidP="008B58B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8B58B9">
              <w:rPr>
                <w:rFonts w:ascii="Courier New" w:hAnsi="Courier New" w:cs="Courier New"/>
                <w:sz w:val="12"/>
              </w:rPr>
              <w:t>SHA256          A64C38A2B8C47EAEDB107D47352D2DB49946F2507D97CC528EA5125A662E614B       HashingTool.exe</w:t>
            </w:r>
          </w:p>
          <w:p w:rsidR="008B58B9" w:rsidRPr="008B58B9" w:rsidRDefault="008B58B9" w:rsidP="008B58B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8B58B9">
              <w:rPr>
                <w:rFonts w:ascii="Courier New" w:hAnsi="Courier New" w:cs="Courier New"/>
                <w:sz w:val="12"/>
              </w:rPr>
              <w:t>SHA256          AA9C0F8E6770297466DF601AAB40A3958F1E3886D0EFF680C9D761BBD7B9B540       VECTO.exe</w:t>
            </w:r>
          </w:p>
          <w:p w:rsidR="008B58B9" w:rsidRPr="008B58B9" w:rsidRDefault="008B58B9" w:rsidP="008B58B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8B58B9">
              <w:rPr>
                <w:rFonts w:ascii="Courier New" w:hAnsi="Courier New" w:cs="Courier New"/>
                <w:sz w:val="12"/>
              </w:rPr>
              <w:t>SHA256          26DDE1B9D0F24F6A4C3B1BDDC56244F5FCF5F3E73875FCB19662E9EEDB14A833       vectocmd.exe</w:t>
            </w:r>
          </w:p>
          <w:p w:rsidR="008B58B9" w:rsidRPr="008B58B9" w:rsidRDefault="008B58B9" w:rsidP="008B58B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8B58B9">
              <w:rPr>
                <w:rFonts w:ascii="Courier New" w:hAnsi="Courier New" w:cs="Courier New"/>
                <w:sz w:val="12"/>
              </w:rPr>
              <w:t>SHA256          303EA8E6C2003DA476CB6F3B26174F4F1E8219E3654266FB2927090A159E0331       AdvancedAuxiliaryInterfaces.dll</w:t>
            </w:r>
          </w:p>
          <w:p w:rsidR="008B58B9" w:rsidRPr="008B58B9" w:rsidRDefault="008B58B9" w:rsidP="008B58B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8B58B9">
              <w:rPr>
                <w:rFonts w:ascii="Courier New" w:hAnsi="Courier New" w:cs="Courier New"/>
                <w:sz w:val="12"/>
              </w:rPr>
              <w:t>SHA256          36F0C319BE310ED62350F912A34CFE4B322FEF203085FFE04800694E8AE25D98       BusAuxiliaries.dll</w:t>
            </w:r>
          </w:p>
          <w:p w:rsidR="008B58B9" w:rsidRPr="008B58B9" w:rsidRDefault="008B58B9" w:rsidP="008B58B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8B58B9">
              <w:rPr>
                <w:rFonts w:ascii="Courier New" w:hAnsi="Courier New" w:cs="Courier New"/>
                <w:sz w:val="12"/>
              </w:rPr>
              <w:t>SHA256          1796277A7AA9F2A9835C070D28FED44B3614CA221A2C1AFFC21A4C4E41194C3F       Castle.Core.dll</w:t>
            </w:r>
          </w:p>
          <w:p w:rsidR="008B58B9" w:rsidRPr="008B58B9" w:rsidRDefault="008B58B9" w:rsidP="008B58B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8B58B9">
              <w:rPr>
                <w:rFonts w:ascii="Courier New" w:hAnsi="Courier New" w:cs="Courier New"/>
                <w:sz w:val="12"/>
              </w:rPr>
              <w:t>SHA256          DF8EC2E0245829DDEC5B79F1918C3AE3A3FA540A5A0E3C410E2B6EF0BEBC7927       Newtonsoft.Json.dll</w:t>
            </w:r>
          </w:p>
          <w:p w:rsidR="008B58B9" w:rsidRPr="008B58B9" w:rsidRDefault="008B58B9" w:rsidP="008B58B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8B58B9">
              <w:rPr>
                <w:rFonts w:ascii="Courier New" w:hAnsi="Courier New" w:cs="Courier New"/>
                <w:sz w:val="12"/>
              </w:rPr>
              <w:t>SHA256          01CC80A16323F56191596013EEF1DE7E43271D6F991F4740B1FCC5195D8AB5BD       Ninject.dll</w:t>
            </w:r>
          </w:p>
          <w:p w:rsidR="008B58B9" w:rsidRPr="008B58B9" w:rsidRDefault="008B58B9" w:rsidP="008B58B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8B58B9">
              <w:rPr>
                <w:rFonts w:ascii="Courier New" w:hAnsi="Courier New" w:cs="Courier New"/>
                <w:sz w:val="12"/>
              </w:rPr>
              <w:t>SHA256          DDF048DDAAA9B5D1D734CCA64E269E21465BD83E35F4FD2585AFB900AEF9FC9B       Ninject.Extensions.Factory.dll</w:t>
            </w:r>
          </w:p>
          <w:p w:rsidR="008B58B9" w:rsidRPr="008B58B9" w:rsidRDefault="008B58B9" w:rsidP="008B58B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8B58B9">
              <w:rPr>
                <w:rFonts w:ascii="Courier New" w:hAnsi="Courier New" w:cs="Courier New"/>
                <w:sz w:val="12"/>
              </w:rPr>
              <w:t>SHA256          E196C0B84FA16CA895565C0AB611715F0721425F5E73340EA183FFA049F7D79B       NLog.dll</w:t>
            </w:r>
          </w:p>
          <w:p w:rsidR="008B58B9" w:rsidRPr="008B58B9" w:rsidRDefault="008B58B9" w:rsidP="008B58B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8B58B9">
              <w:rPr>
                <w:rFonts w:ascii="Courier New" w:hAnsi="Courier New" w:cs="Courier New"/>
                <w:sz w:val="12"/>
              </w:rPr>
              <w:t>SHA256          9B7EB6DE62FF1E6A812FA47697FDB2ABCEAD85AA2554ABF12416FC569DD4462E       Omu.ValueInjecter.dll</w:t>
            </w:r>
          </w:p>
          <w:p w:rsidR="008B58B9" w:rsidRPr="008B58B9" w:rsidRDefault="008B58B9" w:rsidP="008B58B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8B58B9">
              <w:rPr>
                <w:rFonts w:ascii="Courier New" w:hAnsi="Courier New" w:cs="Courier New"/>
                <w:sz w:val="12"/>
              </w:rPr>
              <w:t>SHA256          6321BAE95FC6A9218C98993386972290334FC598A5D36E16BF614A8D46B89316       VectoCommon.dll</w:t>
            </w:r>
          </w:p>
          <w:p w:rsidR="008B58B9" w:rsidRPr="008B58B9" w:rsidRDefault="008B58B9" w:rsidP="008B58B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8B58B9">
              <w:rPr>
                <w:rFonts w:ascii="Courier New" w:hAnsi="Courier New" w:cs="Courier New"/>
                <w:sz w:val="12"/>
              </w:rPr>
              <w:t>SHA256          BE81EA0F918606EFE8BEB8CE5E1EAB5F842CF7E7D4D81BE0E990A5B0D74AB0D5       VectoCore.dll</w:t>
            </w:r>
          </w:p>
          <w:p w:rsidR="0098478D" w:rsidRDefault="008B58B9" w:rsidP="008B58B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8B58B9">
              <w:rPr>
                <w:rFonts w:ascii="Courier New" w:hAnsi="Courier New" w:cs="Courier New"/>
                <w:sz w:val="12"/>
              </w:rPr>
              <w:t>SHA256          15EDB70491EC93B61160F7C9517C6CE17E8EFDB5E4D48894E1434FA46341DB46       VectoHashing.dll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-19717430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8B58B9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27" w:type="dxa"/>
          </w:tcPr>
          <w:p w:rsidR="003F4717" w:rsidRDefault="003F4717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8B58B9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27" w:type="dxa"/>
          </w:tcPr>
          <w:p w:rsidR="007B17C8" w:rsidRPr="0098478D" w:rsidRDefault="007B17C8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Upload</w:t>
            </w:r>
          </w:p>
        </w:tc>
        <w:tc>
          <w:tcPr>
            <w:tcW w:w="436" w:type="dxa"/>
          </w:tcPr>
          <w:p w:rsidR="007B17C8" w:rsidRDefault="007B17C8" w:rsidP="00C60328">
            <w:pPr>
              <w:jc w:val="center"/>
              <w:rPr>
                <w:rFonts w:ascii="Arial" w:hAnsi="Arial" w:cs="Arial"/>
              </w:rPr>
            </w:pPr>
          </w:p>
        </w:tc>
      </w:tr>
      <w:tr w:rsidR="003F4717" w:rsidRPr="00911A49" w:rsidTr="004B0507">
        <w:tc>
          <w:tcPr>
            <w:tcW w:w="10227" w:type="dxa"/>
          </w:tcPr>
          <w:p w:rsidR="003F4717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Generate source archive and upload source archive to SVN</w:t>
            </w:r>
            <w:r w:rsidR="00627CC4">
              <w:rPr>
                <w:rFonts w:ascii="Arial" w:hAnsi="Arial" w:cs="Arial"/>
              </w:rPr>
              <w:br/>
            </w:r>
            <w:r w:rsidR="00627CC4" w:rsidRPr="00627CC4">
              <w:rPr>
                <w:rFonts w:ascii="Courier New" w:hAnsi="Courier New" w:cs="Courier New"/>
                <w:b/>
                <w:sz w:val="20"/>
              </w:rPr>
              <w:t>git archive HEAD –o &lt;filename_SRC&gt;.zip</w:t>
            </w:r>
          </w:p>
        </w:tc>
        <w:sdt>
          <w:sdtPr>
            <w:rPr>
              <w:rFonts w:ascii="Arial" w:hAnsi="Arial" w:cs="Arial"/>
            </w:rPr>
            <w:id w:val="2749946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8B58B9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27" w:type="dxa"/>
          </w:tcPr>
          <w:p w:rsidR="004B0507" w:rsidRPr="004B0507" w:rsidRDefault="005E6430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4B0507" w:rsidRPr="004B0507">
              <w:rPr>
                <w:rFonts w:ascii="Arial" w:hAnsi="Arial" w:cs="Arial"/>
                <w:b/>
              </w:rPr>
              <w:t>Update Confluence WIKI</w:t>
            </w:r>
          </w:p>
        </w:tc>
        <w:tc>
          <w:tcPr>
            <w:tcW w:w="436" w:type="dxa"/>
          </w:tcPr>
          <w:p w:rsidR="005E6430" w:rsidRDefault="005E6430" w:rsidP="005D4DCD">
            <w:pPr>
              <w:jc w:val="center"/>
              <w:rPr>
                <w:rFonts w:ascii="Arial" w:hAnsi="Arial" w:cs="Arial"/>
              </w:rPr>
            </w:pPr>
          </w:p>
        </w:tc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8B58B9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Download Links</w:t>
            </w:r>
          </w:p>
        </w:tc>
        <w:sdt>
          <w:sdtPr>
            <w:rPr>
              <w:rFonts w:ascii="Arial" w:hAnsi="Arial" w:cs="Arial"/>
            </w:rPr>
            <w:id w:val="-166978172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8B58B9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SHA256 hash of ZIP archive</w:t>
            </w:r>
          </w:p>
        </w:tc>
        <w:sdt>
          <w:sdtPr>
            <w:rPr>
              <w:rFonts w:ascii="Arial" w:hAnsi="Arial" w:cs="Arial"/>
            </w:rPr>
            <w:id w:val="14094249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8B58B9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7B17C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Comparison table fuel consumption (and maybe other comparisons), </w:t>
            </w:r>
            <w:r w:rsidR="007B17C8">
              <w:rPr>
                <w:rFonts w:ascii="Arial" w:hAnsi="Arial" w:cs="Arial"/>
              </w:rPr>
              <w:br/>
            </w:r>
            <w:r w:rsidR="007B17C8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incl. reasons for changes in FC</w:t>
            </w:r>
          </w:p>
        </w:tc>
        <w:sdt>
          <w:sdtPr>
            <w:rPr>
              <w:rFonts w:ascii="Arial" w:hAnsi="Arial" w:cs="Arial"/>
            </w:rPr>
            <w:id w:val="18149852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8B58B9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Release Report</w:t>
            </w:r>
          </w:p>
        </w:tc>
        <w:sdt>
          <w:sdtPr>
            <w:rPr>
              <w:rFonts w:ascii="Arial" w:hAnsi="Arial" w:cs="Arial"/>
            </w:rPr>
            <w:id w:val="8823703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8B58B9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bookmarkStart w:id="27" w:name="_Hlk19255945"/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Update Confluence</w:t>
            </w:r>
            <w:r>
              <w:rPr>
                <w:rFonts w:ascii="Arial" w:hAnsi="Arial" w:cs="Arial"/>
              </w:rPr>
              <w:t xml:space="preserve"> Releases Table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8B58B9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27"/>
      <w:tr w:rsidR="0003438F" w:rsidRPr="00911A49" w:rsidTr="004B0507">
        <w:tc>
          <w:tcPr>
            <w:tcW w:w="10227" w:type="dxa"/>
          </w:tcPr>
          <w:p w:rsidR="0003438F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pending Article 10 Notifications issues</w:t>
            </w:r>
          </w:p>
        </w:tc>
        <w:sdt>
          <w:sdtPr>
            <w:rPr>
              <w:rFonts w:ascii="Arial" w:hAnsi="Arial" w:cs="Arial"/>
            </w:rPr>
            <w:id w:val="177412285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8B58B9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3438F" w:rsidRPr="00911A49" w:rsidTr="004B0507">
        <w:tc>
          <w:tcPr>
            <w:tcW w:w="10227" w:type="dxa"/>
          </w:tcPr>
          <w:p w:rsidR="0003438F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Notify customers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8B58B9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3438F" w:rsidRPr="00911A49" w:rsidTr="004B0507">
        <w:tc>
          <w:tcPr>
            <w:tcW w:w="10227" w:type="dxa"/>
          </w:tcPr>
          <w:p w:rsidR="0003438F" w:rsidRPr="003A51BA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8B58B9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lastRenderedPageBreak/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28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8B58B9">
        <w:rPr>
          <w:noProof/>
          <w:sz w:val="24"/>
        </w:rPr>
        <w:t>14.8.2020</w:t>
      </w:r>
      <w:r w:rsidRPr="003E04DD">
        <w:rPr>
          <w:sz w:val="24"/>
        </w:rPr>
        <w:fldChar w:fldCharType="end"/>
      </w:r>
      <w:bookmarkEnd w:id="28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9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8B58B9">
        <w:rPr>
          <w:noProof/>
          <w:sz w:val="24"/>
        </w:rPr>
        <w:t>MQ</w:t>
      </w:r>
      <w:bookmarkStart w:id="30" w:name="_GoBack"/>
      <w:bookmarkEnd w:id="30"/>
      <w:r>
        <w:rPr>
          <w:sz w:val="24"/>
        </w:rPr>
        <w:fldChar w:fldCharType="end"/>
      </w:r>
      <w:bookmarkEnd w:id="29"/>
    </w:p>
    <w:sectPr w:rsidR="003E04DD" w:rsidRPr="003E04DD" w:rsidSect="004B0507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D2732B"/>
    <w:multiLevelType w:val="hybridMultilevel"/>
    <w:tmpl w:val="2DF4468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de-AT" w:vendorID="64" w:dllVersion="131078" w:nlCheck="1" w:checkStyle="0"/>
  <w:activeWritingStyle w:appName="MSWord" w:lang="en-US" w:vendorID="64" w:dllVersion="131078" w:nlCheck="1" w:checkStyle="1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4B8"/>
    <w:rsid w:val="0003438F"/>
    <w:rsid w:val="00060C05"/>
    <w:rsid w:val="000F7850"/>
    <w:rsid w:val="001833A8"/>
    <w:rsid w:val="00185194"/>
    <w:rsid w:val="001C21D1"/>
    <w:rsid w:val="00211E62"/>
    <w:rsid w:val="002402DA"/>
    <w:rsid w:val="002634BC"/>
    <w:rsid w:val="002B3013"/>
    <w:rsid w:val="00321ACB"/>
    <w:rsid w:val="00331D3E"/>
    <w:rsid w:val="00353151"/>
    <w:rsid w:val="003662C3"/>
    <w:rsid w:val="003A51BA"/>
    <w:rsid w:val="003E04DD"/>
    <w:rsid w:val="003F09CD"/>
    <w:rsid w:val="003F4717"/>
    <w:rsid w:val="0042244A"/>
    <w:rsid w:val="004B0507"/>
    <w:rsid w:val="004B3D19"/>
    <w:rsid w:val="005327CF"/>
    <w:rsid w:val="00555C84"/>
    <w:rsid w:val="00562C02"/>
    <w:rsid w:val="005D263C"/>
    <w:rsid w:val="005E6430"/>
    <w:rsid w:val="00627CC4"/>
    <w:rsid w:val="0067268A"/>
    <w:rsid w:val="006B13CE"/>
    <w:rsid w:val="006D2E55"/>
    <w:rsid w:val="0073192B"/>
    <w:rsid w:val="0073775E"/>
    <w:rsid w:val="00770273"/>
    <w:rsid w:val="007B17C8"/>
    <w:rsid w:val="00802F29"/>
    <w:rsid w:val="00842A4C"/>
    <w:rsid w:val="008644AB"/>
    <w:rsid w:val="008B58B9"/>
    <w:rsid w:val="008D5D80"/>
    <w:rsid w:val="008F2100"/>
    <w:rsid w:val="008F28DF"/>
    <w:rsid w:val="00911A49"/>
    <w:rsid w:val="009571EF"/>
    <w:rsid w:val="0098478D"/>
    <w:rsid w:val="009A2686"/>
    <w:rsid w:val="00A070DD"/>
    <w:rsid w:val="00A73BB6"/>
    <w:rsid w:val="00A74C22"/>
    <w:rsid w:val="00A92BF2"/>
    <w:rsid w:val="00B3284E"/>
    <w:rsid w:val="00B51291"/>
    <w:rsid w:val="00B92E8D"/>
    <w:rsid w:val="00BB7C1D"/>
    <w:rsid w:val="00BD64B8"/>
    <w:rsid w:val="00C10D52"/>
    <w:rsid w:val="00C656D2"/>
    <w:rsid w:val="00C91109"/>
    <w:rsid w:val="00D8626E"/>
    <w:rsid w:val="00DA09BE"/>
    <w:rsid w:val="00DC4AF8"/>
    <w:rsid w:val="00DC7F41"/>
    <w:rsid w:val="00DF3902"/>
    <w:rsid w:val="00E05572"/>
    <w:rsid w:val="00E411BE"/>
    <w:rsid w:val="00EA7A3C"/>
    <w:rsid w:val="00EC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F9EA3C"/>
  <w15:docId w15:val="{B52DC300-14A4-434A-A3F9-81AA7B2D1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7CC4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\Documentation\Checklist_Release_VECT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98B80AE9284116AC3128DBEE5407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262A23-49F0-48E0-B83D-957E1F18A1A5}"/>
      </w:docPartPr>
      <w:docPartBody>
        <w:p w:rsidR="00000000" w:rsidRDefault="005705B4">
          <w:pPr>
            <w:pStyle w:val="6F98B80AE9284116AC3128DBEE54079E"/>
          </w:pPr>
          <w:r w:rsidRPr="00BC6BD1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5B4"/>
    <w:rsid w:val="0057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6F98B80AE9284116AC3128DBEE54079E">
    <w:name w:val="6F98B80AE9284116AC3128DBEE5407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EE6A7-C739-47D6-B5D6-95208E30F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3</Pages>
  <Words>914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3</cp:revision>
  <dcterms:created xsi:type="dcterms:W3CDTF">2020-08-14T05:42:00Z</dcterms:created>
  <dcterms:modified xsi:type="dcterms:W3CDTF">2020-08-14T07:06:00Z</dcterms:modified>
</cp:coreProperties>
</file>