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57474D" w:rsidRPr="0057474D">
        <w:rPr>
          <w:rFonts w:ascii="Arial" w:hAnsi="Arial" w:cs="Arial"/>
          <w:noProof/>
        </w:rPr>
        <w:t>3.3.9.2175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57474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B86385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B86385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B8638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B8638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B8638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B8638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B86385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B86385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B86385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B86385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86385" w:rsidRPr="00B86385">
              <w:rPr>
                <w:rFonts w:ascii="Arial" w:hAnsi="Arial" w:cs="Arial"/>
                <w:noProof/>
              </w:rPr>
              <w:t>1802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86385" w:rsidRPr="00B86385">
              <w:rPr>
                <w:rFonts w:ascii="Arial" w:hAnsi="Arial" w:cs="Arial"/>
                <w:noProof/>
              </w:rPr>
              <w:t>1802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86385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B8638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4B050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86385" w:rsidRPr="00B86385">
              <w:rPr>
                <w:rFonts w:ascii="Arial" w:hAnsi="Arial" w:cs="Arial"/>
                <w:noProof/>
              </w:rPr>
              <w:t>88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86385" w:rsidRPr="00B86385">
              <w:rPr>
                <w:rFonts w:ascii="Arial" w:hAnsi="Arial" w:cs="Arial"/>
                <w:noProof/>
              </w:rPr>
              <w:t>88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86385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B86385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8F2100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86385" w:rsidRPr="00B86385">
              <w:rPr>
                <w:rFonts w:ascii="Arial" w:hAnsi="Arial" w:cs="Arial"/>
                <w:noProof/>
              </w:rPr>
              <w:t>100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86385" w:rsidRPr="00B86385">
              <w:rPr>
                <w:rFonts w:ascii="Arial" w:hAnsi="Arial" w:cs="Arial"/>
                <w:noProof/>
              </w:rPr>
              <w:t>100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86385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B8638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86385" w:rsidRPr="00B86385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86385" w:rsidRPr="00B86385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86385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B8638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86385" w:rsidRPr="00B86385">
              <w:rPr>
                <w:rFonts w:ascii="Arial" w:hAnsi="Arial" w:cs="Arial"/>
                <w:noProof/>
              </w:rPr>
              <w:t>305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86385" w:rsidRPr="00B86385">
              <w:rPr>
                <w:rFonts w:ascii="Arial" w:hAnsi="Arial" w:cs="Arial"/>
                <w:noProof/>
              </w:rPr>
              <w:t>305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86385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8638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8638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EB1F60B466A54AADAB714F9C1C75FC7B"/>
                </w:placeholder>
                <w:showingPlcHdr/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Pr="00A74C22">
                  <w:rPr>
                    <w:rStyle w:val="Platzhaltertext"/>
                    <w:b/>
                    <w:lang w:val="de-AT"/>
                  </w:rPr>
                  <w:t>Wählen Sie ein Element aus.</w:t>
                </w:r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B86385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8638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8638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2A3EC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2A3EC6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3E2BDD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3E2BDD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3E2BDD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E2BDD">
              <w:rPr>
                <w:rFonts w:ascii="Arial" w:hAnsi="Arial" w:cs="Arial"/>
                <w:noProof/>
              </w:rPr>
              <w:t>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A3EC6" w:rsidRPr="002A3EC6">
              <w:rPr>
                <w:rFonts w:ascii="Arial" w:hAnsi="Arial" w:cs="Arial"/>
                <w:noProof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E2B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960EF">
              <w:rPr>
                <w:rFonts w:ascii="Arial" w:hAnsi="Arial" w:cs="Arial"/>
                <w:noProof/>
              </w:rPr>
              <w:t>13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A3EC6" w:rsidRPr="002A3EC6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E2B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E2B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E2B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E2B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E2BDD">
              <w:rPr>
                <w:rFonts w:ascii="Arial" w:hAnsi="Arial" w:cs="Arial"/>
                <w:noProof/>
              </w:rPr>
              <w:t>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A3EC6" w:rsidRPr="002A3EC6">
              <w:rPr>
                <w:rFonts w:ascii="Arial" w:hAnsi="Arial" w:cs="Arial"/>
                <w:noProof/>
              </w:rPr>
              <w:t>20.7626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E2B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E2BDD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A3EC6" w:rsidRPr="002A3EC6">
              <w:rPr>
                <w:rFonts w:ascii="Arial" w:hAnsi="Arial" w:cs="Arial"/>
                <w:noProof/>
              </w:rPr>
              <w:t>36.9241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E2B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E2BDD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A3EC6" w:rsidRPr="002A3EC6">
              <w:rPr>
                <w:rFonts w:ascii="Arial" w:hAnsi="Arial" w:cs="Arial"/>
                <w:noProof/>
              </w:rPr>
              <w:t>289.8551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E2B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E2BDD">
              <w:rPr>
                <w:rFonts w:ascii="Arial" w:hAnsi="Arial" w:cs="Arial"/>
                <w:noProof/>
              </w:rPr>
              <w:t>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A3EC6" w:rsidRPr="002A3EC6">
              <w:rPr>
                <w:rFonts w:ascii="Arial" w:hAnsi="Arial" w:cs="Arial"/>
                <w:noProof/>
              </w:rPr>
              <w:t>21.1306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E2B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E2BDD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A3EC6" w:rsidRPr="002A3EC6">
              <w:rPr>
                <w:rFonts w:ascii="Arial" w:hAnsi="Arial" w:cs="Arial"/>
                <w:noProof/>
              </w:rPr>
              <w:t>21.6529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E2B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E2BDD">
              <w:rPr>
                <w:rFonts w:ascii="Arial" w:hAnsi="Arial" w:cs="Arial"/>
                <w:noProof/>
              </w:rPr>
              <w:t>39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A3EC6" w:rsidRPr="002A3EC6">
              <w:rPr>
                <w:rFonts w:ascii="Arial" w:hAnsi="Arial" w:cs="Arial"/>
                <w:noProof/>
              </w:rPr>
              <w:t>42.2772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E2B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E2BDD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A3EC6" w:rsidRPr="002A3EC6">
              <w:rPr>
                <w:rFonts w:ascii="Arial" w:hAnsi="Arial" w:cs="Arial"/>
                <w:noProof/>
              </w:rPr>
              <w:t>3441.5116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E2B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E2B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E2B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E2BD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80003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80003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80003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80003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43CC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43CC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5D6ED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D6ED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D6ED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B43CC0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B43CC0" w:rsidRPr="00B43CC0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43CC0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98478D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B43CC0">
              <w:rPr>
                <w:rFonts w:ascii="Courier New" w:hAnsi="Courier New" w:cs="Courier New"/>
                <w:sz w:val="12"/>
              </w:rPr>
              <w:t>SHA256          A2DF09B5FECA01118117F086CA3C71475374BF5F84740C416237655480CE5186       2020_12_15-VECTO-3.3.9.2175.zip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5D6ED3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B43CC0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B43CC0" w:rsidRPr="00B43CC0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43CC0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B43CC0" w:rsidRPr="00B43CC0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43CC0">
              <w:rPr>
                <w:rFonts w:ascii="Courier New" w:hAnsi="Courier New" w:cs="Courier New"/>
                <w:sz w:val="12"/>
              </w:rPr>
              <w:t>SHA256          D3EF595C7A75B6E79BFAF1B57FC5A2573A6BED8E276CA09A4FF1686A87FF1570       hashingcmd.exe</w:t>
            </w:r>
          </w:p>
          <w:p w:rsidR="00B43CC0" w:rsidRPr="00B43CC0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43CC0">
              <w:rPr>
                <w:rFonts w:ascii="Courier New" w:hAnsi="Courier New" w:cs="Courier New"/>
                <w:sz w:val="12"/>
              </w:rPr>
              <w:t>SHA256          A2E52A92AC48131A2BB860A96F1E01AA5BDA9CEF2AB6F5D63BFE8DDB92C43A5A       HashingTool.exe</w:t>
            </w:r>
          </w:p>
          <w:p w:rsidR="00B43CC0" w:rsidRPr="00B43CC0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43CC0">
              <w:rPr>
                <w:rFonts w:ascii="Courier New" w:hAnsi="Courier New" w:cs="Courier New"/>
                <w:sz w:val="12"/>
              </w:rPr>
              <w:t>SHA256          2D2C61C40A678A1CAC55C7C6215756B1602855B406B01C8DD66E8D10F6E9B90A       VECTO.exe</w:t>
            </w:r>
          </w:p>
          <w:p w:rsidR="00B43CC0" w:rsidRPr="00B43CC0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43CC0">
              <w:rPr>
                <w:rFonts w:ascii="Courier New" w:hAnsi="Courier New" w:cs="Courier New"/>
                <w:sz w:val="12"/>
              </w:rPr>
              <w:t>SHA256          BCB036834DBD46D65DE1FE5BAC4B807C66DBF2233EA982431131C5CA72B85750       vectocmd.exe</w:t>
            </w:r>
          </w:p>
          <w:p w:rsidR="00B43CC0" w:rsidRPr="00B43CC0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43CC0">
              <w:rPr>
                <w:rFonts w:ascii="Courier New" w:hAnsi="Courier New" w:cs="Courier New"/>
                <w:sz w:val="12"/>
              </w:rPr>
              <w:t>SHA256          27EADCC20875B566DF21EFAC39925EC7E4DF83FE06A5938AFA141D24D6758A12       AdvancedAuxiliaryInterfaces.dll</w:t>
            </w:r>
          </w:p>
          <w:p w:rsidR="00B43CC0" w:rsidRPr="00B43CC0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43CC0">
              <w:rPr>
                <w:rFonts w:ascii="Courier New" w:hAnsi="Courier New" w:cs="Courier New"/>
                <w:sz w:val="12"/>
              </w:rPr>
              <w:t>SHA256          A579E73C06A2E9DC92B4069119E0153A04C8EED58DA2BA7CFAACCED21D9E6C0F       BusAuxiliaries.dll</w:t>
            </w:r>
          </w:p>
          <w:p w:rsidR="00B43CC0" w:rsidRPr="00B43CC0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43CC0">
              <w:rPr>
                <w:rFonts w:ascii="Courier New" w:hAnsi="Courier New" w:cs="Courier New"/>
                <w:sz w:val="12"/>
              </w:rPr>
              <w:t>SHA256          1796277A7AA9F2A9835C070D28FED44B3614CA221A2C1AFFC21A4C4E41194C3F       Castle.Core.dll</w:t>
            </w:r>
          </w:p>
          <w:p w:rsidR="00B43CC0" w:rsidRPr="00B43CC0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43CC0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B43CC0" w:rsidRPr="00B43CC0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43CC0">
              <w:rPr>
                <w:rFonts w:ascii="Courier New" w:hAnsi="Courier New" w:cs="Courier New"/>
                <w:sz w:val="12"/>
              </w:rPr>
              <w:t>SHA256          01CC80A16323F56191596013EEF1DE7E43271D6F991F4740B1FCC5195D8AB5BD       Ninject.dll</w:t>
            </w:r>
          </w:p>
          <w:p w:rsidR="00B43CC0" w:rsidRPr="00B43CC0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43CC0">
              <w:rPr>
                <w:rFonts w:ascii="Courier New" w:hAnsi="Courier New" w:cs="Courier New"/>
                <w:sz w:val="12"/>
              </w:rPr>
              <w:t>SHA256          DDF048DDAAA9B5D1D734CCA64E269E21465BD83E35F4FD2585AFB900AEF9FC9B       Ninject.Extensions.Factory.dll</w:t>
            </w:r>
          </w:p>
          <w:p w:rsidR="00B43CC0" w:rsidRPr="00B43CC0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43CC0">
              <w:rPr>
                <w:rFonts w:ascii="Courier New" w:hAnsi="Courier New" w:cs="Courier New"/>
                <w:sz w:val="12"/>
              </w:rPr>
              <w:t>SHA256          E196C0B84FA16CA895565C0AB611715F0721425F5E73340EA183FFA049F7D79B       NLog.dll</w:t>
            </w:r>
          </w:p>
          <w:p w:rsidR="00B43CC0" w:rsidRPr="00B43CC0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43CC0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B43CC0" w:rsidRPr="00B43CC0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43CC0">
              <w:rPr>
                <w:rFonts w:ascii="Courier New" w:hAnsi="Courier New" w:cs="Courier New"/>
                <w:sz w:val="12"/>
              </w:rPr>
              <w:t>SHA256          70B19B9F2CEA2946FA8F4FDABC96C4F355AB0FE1803D341EC6BA31D9E4FDCD29       VectoCommon.dll</w:t>
            </w:r>
          </w:p>
          <w:p w:rsidR="00B43CC0" w:rsidRPr="00B43CC0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43CC0">
              <w:rPr>
                <w:rFonts w:ascii="Courier New" w:hAnsi="Courier New" w:cs="Courier New"/>
                <w:sz w:val="12"/>
              </w:rPr>
              <w:t>SHA256          D262590CC4978DC2E549D891E2DD2C41EB45D902A07CFE1EEFF0A7531065EFB2       VectoCore.dll</w:t>
            </w:r>
          </w:p>
          <w:p w:rsidR="0098478D" w:rsidRDefault="00B43CC0" w:rsidP="00B43CC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B43CC0">
              <w:rPr>
                <w:rFonts w:ascii="Courier New" w:hAnsi="Courier New" w:cs="Courier New"/>
                <w:sz w:val="12"/>
              </w:rPr>
              <w:t>SHA256          6827B02F51793D6F56274D74DA6E0F213165A92784A669139AB00A91161CE8E2       VectoHashing.dll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5D6ED3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5D6ED3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5D6ED3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D6ED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D6ED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D6ED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D6ED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D6ED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bookmarkStart w:id="27" w:name="_Hlk19255945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5D6ED3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7"/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pending Article 10 Notifications issues</w:t>
            </w:r>
          </w:p>
        </w:tc>
        <w:sdt>
          <w:sdtPr>
            <w:rPr>
              <w:rFonts w:ascii="Arial" w:hAnsi="Arial" w:cs="Arial"/>
            </w:rPr>
            <w:id w:val="17741228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5D6ED3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5D6ED3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Pr="003A51BA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5D6ED3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lastRenderedPageBreak/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8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5D6ED3">
        <w:rPr>
          <w:noProof/>
          <w:sz w:val="24"/>
        </w:rPr>
        <w:t>15.12.2020</w:t>
      </w:r>
      <w:r w:rsidRPr="003E04DD">
        <w:rPr>
          <w:sz w:val="24"/>
        </w:rPr>
        <w:fldChar w:fldCharType="end"/>
      </w:r>
      <w:bookmarkEnd w:id="28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9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5D6ED3">
        <w:rPr>
          <w:noProof/>
          <w:sz w:val="24"/>
        </w:rPr>
        <w:t>MQ</w:t>
      </w:r>
      <w:bookmarkStart w:id="30" w:name="_GoBack"/>
      <w:bookmarkEnd w:id="30"/>
      <w:r>
        <w:rPr>
          <w:sz w:val="24"/>
        </w:rPr>
        <w:fldChar w:fldCharType="end"/>
      </w:r>
      <w:bookmarkEnd w:id="29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74D"/>
    <w:rsid w:val="0003438F"/>
    <w:rsid w:val="000F7850"/>
    <w:rsid w:val="001833A8"/>
    <w:rsid w:val="00185194"/>
    <w:rsid w:val="001C21D1"/>
    <w:rsid w:val="00211E62"/>
    <w:rsid w:val="002402DA"/>
    <w:rsid w:val="002634BC"/>
    <w:rsid w:val="002A3EC6"/>
    <w:rsid w:val="002B3013"/>
    <w:rsid w:val="00321ACB"/>
    <w:rsid w:val="00331D3E"/>
    <w:rsid w:val="00353151"/>
    <w:rsid w:val="003662C3"/>
    <w:rsid w:val="003A51BA"/>
    <w:rsid w:val="003E04DD"/>
    <w:rsid w:val="003E2BDD"/>
    <w:rsid w:val="003F09CD"/>
    <w:rsid w:val="003F4717"/>
    <w:rsid w:val="0042244A"/>
    <w:rsid w:val="004B0507"/>
    <w:rsid w:val="005327CF"/>
    <w:rsid w:val="00555C84"/>
    <w:rsid w:val="00562C02"/>
    <w:rsid w:val="0057474D"/>
    <w:rsid w:val="005D263C"/>
    <w:rsid w:val="005D6ED3"/>
    <w:rsid w:val="005E6430"/>
    <w:rsid w:val="00627CC4"/>
    <w:rsid w:val="0067268A"/>
    <w:rsid w:val="006B13CE"/>
    <w:rsid w:val="006D2E55"/>
    <w:rsid w:val="0073192B"/>
    <w:rsid w:val="0073775E"/>
    <w:rsid w:val="00770273"/>
    <w:rsid w:val="007B17C8"/>
    <w:rsid w:val="0080003F"/>
    <w:rsid w:val="00802F29"/>
    <w:rsid w:val="008644AB"/>
    <w:rsid w:val="008D5D80"/>
    <w:rsid w:val="008F2100"/>
    <w:rsid w:val="008F28DF"/>
    <w:rsid w:val="00911A49"/>
    <w:rsid w:val="009571EF"/>
    <w:rsid w:val="0098478D"/>
    <w:rsid w:val="009960EF"/>
    <w:rsid w:val="009A2686"/>
    <w:rsid w:val="00A070DD"/>
    <w:rsid w:val="00A74C22"/>
    <w:rsid w:val="00A92BF2"/>
    <w:rsid w:val="00B3284E"/>
    <w:rsid w:val="00B43CC0"/>
    <w:rsid w:val="00B51291"/>
    <w:rsid w:val="00B86385"/>
    <w:rsid w:val="00B92E8D"/>
    <w:rsid w:val="00BB7C1D"/>
    <w:rsid w:val="00C10D52"/>
    <w:rsid w:val="00C656D2"/>
    <w:rsid w:val="00C91109"/>
    <w:rsid w:val="00D8626E"/>
    <w:rsid w:val="00DA09BE"/>
    <w:rsid w:val="00DC7F41"/>
    <w:rsid w:val="00DF3902"/>
    <w:rsid w:val="00E05572"/>
    <w:rsid w:val="00E411BE"/>
    <w:rsid w:val="00EA7A3C"/>
    <w:rsid w:val="00EC006F"/>
    <w:rsid w:val="00F2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035164"/>
  <w15:docId w15:val="{6994BE6D-0D13-40FF-B06E-5DE9EF390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B1F60B466A54AADAB714F9C1C75FC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AA4322-B408-4731-8E30-3C34E58CAEE3}"/>
      </w:docPartPr>
      <w:docPartBody>
        <w:p w:rsidR="00000000" w:rsidRDefault="00862E70">
          <w:pPr>
            <w:pStyle w:val="EB1F60B466A54AADAB714F9C1C75FC7B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E70"/>
    <w:rsid w:val="0086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EB1F60B466A54AADAB714F9C1C75FC7B">
    <w:name w:val="EB1F60B466A54AADAB714F9C1C75FC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91328-C366-4D66-BDAE-F8725A3F2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916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3</cp:revision>
  <dcterms:created xsi:type="dcterms:W3CDTF">2020-12-15T09:28:00Z</dcterms:created>
  <dcterms:modified xsi:type="dcterms:W3CDTF">2020-12-15T12:06:00Z</dcterms:modified>
</cp:coreProperties>
</file>