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E2573D" w:rsidRPr="00E2573D">
        <w:rPr>
          <w:rFonts w:ascii="Arial" w:hAnsi="Arial" w:cs="Arial"/>
          <w:noProof/>
        </w:rPr>
        <w:t>3.3.0.143</w:t>
      </w:r>
      <w:r w:rsidR="006920B6">
        <w:rPr>
          <w:rFonts w:ascii="Arial" w:hAnsi="Arial" w:cs="Arial"/>
          <w:noProof/>
        </w:rPr>
        <w:t>3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5E6430">
        <w:tc>
          <w:tcPr>
            <w:tcW w:w="8810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A4C5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5E6430">
        <w:tc>
          <w:tcPr>
            <w:tcW w:w="8810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3D7382" w:rsidRDefault="00CA4C57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5E6430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5E6430">
        <w:tc>
          <w:tcPr>
            <w:tcW w:w="8810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B51291" w:rsidRPr="00770273" w:rsidRDefault="00CA4C57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A4C5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A4C5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CA4C5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5E6430">
        <w:tc>
          <w:tcPr>
            <w:tcW w:w="8810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A92BF2" w:rsidRDefault="00CA4C5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5E6430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CA4C57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CA4C57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5E48C0">
        <w:tc>
          <w:tcPr>
            <w:tcW w:w="8810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Pr="00770273" w:rsidRDefault="00CA4C57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5E6430">
        <w:tc>
          <w:tcPr>
            <w:tcW w:w="8810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CA4C57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5E6430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00147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147C" w:rsidRPr="0000147C">
              <w:rPr>
                <w:rFonts w:ascii="Arial" w:hAnsi="Arial" w:cs="Arial"/>
                <w:noProof/>
              </w:rPr>
              <w:t>1579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0" w:name="OLE_LINK11"/>
            <w:bookmarkStart w:id="1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147C" w:rsidRPr="0000147C">
              <w:rPr>
                <w:rFonts w:ascii="Arial" w:hAnsi="Arial" w:cs="Arial"/>
                <w:noProof/>
              </w:rPr>
              <w:t>1579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0"/>
            <w:bookmarkEnd w:id="1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2" w:name="OLE_LINK9"/>
            <w:bookmarkStart w:id="3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bookmarkEnd w:id="2"/>
            <w:bookmarkEnd w:id="3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147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DC7F41" w:rsidRDefault="003662C3" w:rsidP="0000147C">
            <w:pPr>
              <w:ind w:left="207" w:hanging="207"/>
              <w:rPr>
                <w:rFonts w:ascii="Arial" w:hAnsi="Arial" w:cs="Arial"/>
              </w:rPr>
            </w:pPr>
            <w:bookmarkStart w:id="5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6" w:name="OLE_LINK7"/>
            <w:bookmarkStart w:id="7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147C" w:rsidRPr="0000147C">
              <w:rPr>
                <w:rFonts w:ascii="Arial" w:hAnsi="Arial" w:cs="Arial"/>
                <w:noProof/>
              </w:rPr>
              <w:t>38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147C" w:rsidRPr="0000147C">
              <w:rPr>
                <w:rFonts w:ascii="Arial" w:hAnsi="Arial" w:cs="Arial"/>
                <w:noProof/>
              </w:rPr>
              <w:t>38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successful</w:t>
            </w:r>
            <w:bookmarkEnd w:id="6"/>
            <w:bookmarkEnd w:id="7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147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5"/>
      <w:tr w:rsidR="003662C3" w:rsidRPr="00911A49" w:rsidTr="005E6430">
        <w:tc>
          <w:tcPr>
            <w:tcW w:w="8810" w:type="dxa"/>
          </w:tcPr>
          <w:p w:rsidR="003662C3" w:rsidRPr="00770273" w:rsidRDefault="003662C3" w:rsidP="0000147C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147C" w:rsidRPr="0000147C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00147C" w:rsidRPr="0000147C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00147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5E6430">
        <w:tc>
          <w:tcPr>
            <w:tcW w:w="8810" w:type="dxa"/>
          </w:tcPr>
          <w:p w:rsidR="005E6430" w:rsidRPr="00DC7F41" w:rsidRDefault="005E6430" w:rsidP="00E35B38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36" w:type="dxa"/>
          </w:tcPr>
          <w:p w:rsidR="005E6430" w:rsidRPr="00DC7F41" w:rsidRDefault="005E6430" w:rsidP="00E35B3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2D75BC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2D75BC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2D75BC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2D75BC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5E6430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5E6430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8B04D0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5E6430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8B04D0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5E6430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8B04D0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202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B04D0">
              <w:rPr>
                <w:rFonts w:ascii="Arial" w:hAnsi="Arial" w:cs="Arial"/>
                <w:noProof/>
              </w:rPr>
              <w:t>19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>LH</w:t>
            </w:r>
            <w:r w:rsidR="005E6430">
              <w:rPr>
                <w:rFonts w:ascii="Arial" w:hAnsi="Arial" w:cs="Arial"/>
              </w:rPr>
              <w:t>, Ref Load,</w:t>
            </w:r>
            <w:r w:rsidR="00EA7A3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30.5961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2026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5E6430">
        <w:tc>
          <w:tcPr>
            <w:tcW w:w="8810" w:type="dxa"/>
          </w:tcPr>
          <w:p w:rsidR="009571EF" w:rsidRPr="00770273" w:rsidRDefault="009571EF" w:rsidP="005202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B04D0">
              <w:rPr>
                <w:rFonts w:ascii="Arial" w:hAnsi="Arial" w:cs="Arial"/>
                <w:noProof/>
              </w:rPr>
              <w:t>25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>LH</w:t>
            </w:r>
            <w:r w:rsidR="005E6430">
              <w:rPr>
                <w:rFonts w:ascii="Arial" w:hAnsi="Arial" w:cs="Arial"/>
              </w:rPr>
              <w:t>, Ref Load,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34.7332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520262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5E6430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8B04D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5E6430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8B04D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5E6430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8B04D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5E6430">
        <w:tc>
          <w:tcPr>
            <w:tcW w:w="8810" w:type="dxa"/>
          </w:tcPr>
          <w:p w:rsidR="00211E62" w:rsidRPr="00770273" w:rsidRDefault="00211E62" w:rsidP="005202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B04D0">
              <w:rPr>
                <w:rFonts w:ascii="Arial" w:hAnsi="Arial" w:cs="Arial"/>
                <w:noProof/>
              </w:rPr>
              <w:t>20.75</w:t>
            </w:r>
            <w:r w:rsidR="00520262">
              <w:rPr>
                <w:rFonts w:ascii="Arial" w:hAnsi="Arial" w:cs="Arial"/>
                <w:noProof/>
              </w:rPr>
              <w:t>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520262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202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36.9028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2026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202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290.0893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2026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202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2026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202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21.6567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2026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202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80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42.2218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3662C3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202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20262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2026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5E6430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520262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Default="003F4717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Default="00F76709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5E6430">
        <w:tc>
          <w:tcPr>
            <w:tcW w:w="8810" w:type="dxa"/>
          </w:tcPr>
          <w:p w:rsidR="003F4717" w:rsidRDefault="003F4717" w:rsidP="003F471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F76709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0506" w:rsidRPr="00911A49" w:rsidTr="005E6430">
        <w:tc>
          <w:tcPr>
            <w:tcW w:w="8810" w:type="dxa"/>
          </w:tcPr>
          <w:p w:rsidR="00730506" w:rsidRDefault="00730506" w:rsidP="003F4717">
            <w:pPr>
              <w:ind w:left="207" w:hanging="207"/>
              <w:rPr>
                <w:rFonts w:ascii="Arial" w:hAnsi="Arial" w:cs="Arial"/>
              </w:rPr>
            </w:pPr>
            <w:r w:rsidRPr="0073192B">
              <w:rPr>
                <w:rFonts w:ascii="Arial" w:hAnsi="Arial" w:cs="Arial"/>
                <w:b/>
              </w:rPr>
              <w:t>VECTO Hashing Tool</w:t>
            </w:r>
          </w:p>
        </w:tc>
        <w:tc>
          <w:tcPr>
            <w:tcW w:w="436" w:type="dxa"/>
          </w:tcPr>
          <w:p w:rsidR="00730506" w:rsidRDefault="0073050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730506" w:rsidRPr="00911A49" w:rsidTr="005E6430">
        <w:tc>
          <w:tcPr>
            <w:tcW w:w="8810" w:type="dxa"/>
          </w:tcPr>
          <w:p w:rsidR="00730506" w:rsidRDefault="00730506" w:rsidP="003F471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Hash Component File</w:t>
            </w:r>
          </w:p>
        </w:tc>
        <w:sdt>
          <w:sdtPr>
            <w:rPr>
              <w:rFonts w:ascii="Arial" w:hAnsi="Arial" w:cs="Arial"/>
            </w:rPr>
            <w:id w:val="-20863661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0506" w:rsidRDefault="0073050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0506" w:rsidRPr="00911A49" w:rsidTr="005E6430">
        <w:tc>
          <w:tcPr>
            <w:tcW w:w="8810" w:type="dxa"/>
          </w:tcPr>
          <w:p w:rsidR="00730506" w:rsidRDefault="00730506" w:rsidP="003F471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Verify Hashed Component File</w:t>
            </w:r>
          </w:p>
        </w:tc>
        <w:sdt>
          <w:sdtPr>
            <w:rPr>
              <w:rFonts w:ascii="Arial" w:hAnsi="Arial" w:cs="Arial"/>
            </w:rPr>
            <w:id w:val="-13035342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0506" w:rsidRDefault="0073050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0506" w:rsidRPr="00911A49" w:rsidTr="005E6430">
        <w:tc>
          <w:tcPr>
            <w:tcW w:w="8810" w:type="dxa"/>
          </w:tcPr>
          <w:p w:rsidR="00730506" w:rsidRDefault="00730506" w:rsidP="003F471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Verify VECTO Job File (sample XML file)</w:t>
            </w:r>
          </w:p>
        </w:tc>
        <w:sdt>
          <w:sdtPr>
            <w:rPr>
              <w:rFonts w:ascii="Arial" w:hAnsi="Arial" w:cs="Arial"/>
            </w:rPr>
            <w:id w:val="7635034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0506" w:rsidRDefault="0073050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0506" w:rsidRPr="00911A49" w:rsidTr="005E6430">
        <w:tc>
          <w:tcPr>
            <w:tcW w:w="8810" w:type="dxa"/>
          </w:tcPr>
          <w:p w:rsidR="00730506" w:rsidRDefault="00730506" w:rsidP="003F471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Verify VECTO Job, MRF, CIF (sample XML file)</w:t>
            </w:r>
          </w:p>
        </w:tc>
        <w:sdt>
          <w:sdtPr>
            <w:rPr>
              <w:rFonts w:ascii="Arial" w:hAnsi="Arial" w:cs="Arial"/>
            </w:rPr>
            <w:id w:val="-22754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0506" w:rsidRDefault="0073050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5E6430">
        <w:tc>
          <w:tcPr>
            <w:tcW w:w="8810" w:type="dxa"/>
          </w:tcPr>
          <w:p w:rsidR="009A2686" w:rsidRPr="009A2686" w:rsidRDefault="009A2686" w:rsidP="009A2686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0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9A2686" w:rsidRDefault="009A268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9A2686" w:rsidRPr="00911A49" w:rsidTr="005E6430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11" w:name="_Hlk531605413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0E3731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1" w:displacedByCustomXml="prev"/>
      </w:tr>
      <w:tr w:rsidR="009A2686" w:rsidRPr="00911A49" w:rsidTr="005E6430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0E3731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5E6430">
        <w:tc>
          <w:tcPr>
            <w:tcW w:w="8810" w:type="dxa"/>
          </w:tcPr>
          <w:p w:rsidR="00A92BF2" w:rsidRPr="00A92BF2" w:rsidRDefault="00A92BF2" w:rsidP="00555C84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36" w:type="dxa"/>
          </w:tcPr>
          <w:p w:rsidR="00A92BF2" w:rsidRDefault="00A92BF2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A92BF2" w:rsidRPr="00911A49" w:rsidTr="005E6430">
        <w:tc>
          <w:tcPr>
            <w:tcW w:w="8810" w:type="dxa"/>
          </w:tcPr>
          <w:p w:rsidR="00A92BF2" w:rsidRPr="00A92BF2" w:rsidRDefault="00A92BF2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A92BF2" w:rsidRDefault="006A0A19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0"/>
      <w:tr w:rsidR="00C656D2" w:rsidRPr="00911A49" w:rsidTr="005E6430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6A0A19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5E6430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 w:rsidR="00A92BF2">
              <w:rPr>
                <w:rFonts w:ascii="Arial" w:hAnsi="Arial" w:cs="Arial"/>
              </w:rPr>
              <w:t>, push Tag to main repository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6A0A19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3F4717" w:rsidRPr="00911A49" w:rsidTr="00C60328">
        <w:tc>
          <w:tcPr>
            <w:tcW w:w="8838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344C97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C60328">
        <w:tc>
          <w:tcPr>
            <w:tcW w:w="8838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344C97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D4DCD">
        <w:tc>
          <w:tcPr>
            <w:tcW w:w="8838" w:type="dxa"/>
          </w:tcPr>
          <w:p w:rsidR="005E6430" w:rsidRDefault="005E6430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 xml:space="preserve">Update Confluence WIKI </w:t>
            </w:r>
            <w:r w:rsidR="003F4717">
              <w:rPr>
                <w:rFonts w:ascii="Arial" w:hAnsi="Arial" w:cs="Arial"/>
              </w:rPr>
              <w:t>(Changelog, download links)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Default="00344C97" w:rsidP="005D4DCD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D4DCD">
        <w:tc>
          <w:tcPr>
            <w:tcW w:w="8838" w:type="dxa"/>
          </w:tcPr>
          <w:p w:rsidR="005E6430" w:rsidRDefault="005E6430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 w:rsidR="003F4717"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Default="00344C97" w:rsidP="005D4DCD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E6430">
        <w:tc>
          <w:tcPr>
            <w:tcW w:w="8838" w:type="dxa"/>
          </w:tcPr>
          <w:p w:rsidR="005327CF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327CF" w:rsidRDefault="00344C9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E6430">
        <w:tc>
          <w:tcPr>
            <w:tcW w:w="8838" w:type="dxa"/>
          </w:tcPr>
          <w:p w:rsidR="005327CF" w:rsidRPr="003A51BA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327CF"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327CF" w:rsidRDefault="00344C97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2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D83670">
        <w:rPr>
          <w:sz w:val="24"/>
        </w:rPr>
        <w:t>4</w:t>
      </w:r>
      <w:bookmarkStart w:id="13" w:name="_GoBack"/>
      <w:bookmarkEnd w:id="13"/>
      <w:r w:rsidR="00344C97">
        <w:rPr>
          <w:noProof/>
          <w:sz w:val="24"/>
        </w:rPr>
        <w:t>.12.2018</w:t>
      </w:r>
      <w:r w:rsidRPr="003E04DD">
        <w:rPr>
          <w:sz w:val="24"/>
        </w:rPr>
        <w:fldChar w:fldCharType="end"/>
      </w:r>
      <w:bookmarkEnd w:id="12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4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344C97">
        <w:rPr>
          <w:noProof/>
          <w:sz w:val="24"/>
        </w:rPr>
        <w:t>MQ</w:t>
      </w:r>
      <w:r>
        <w:rPr>
          <w:sz w:val="24"/>
        </w:rPr>
        <w:fldChar w:fldCharType="end"/>
      </w:r>
      <w:bookmarkEnd w:id="14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73D"/>
    <w:rsid w:val="0000147C"/>
    <w:rsid w:val="00006AF6"/>
    <w:rsid w:val="000E3731"/>
    <w:rsid w:val="001833A8"/>
    <w:rsid w:val="00185194"/>
    <w:rsid w:val="001C21D1"/>
    <w:rsid w:val="00211E62"/>
    <w:rsid w:val="002402DA"/>
    <w:rsid w:val="002634BC"/>
    <w:rsid w:val="002B3013"/>
    <w:rsid w:val="002D75BC"/>
    <w:rsid w:val="00321ACB"/>
    <w:rsid w:val="00331D3E"/>
    <w:rsid w:val="00344C97"/>
    <w:rsid w:val="00353151"/>
    <w:rsid w:val="003662C3"/>
    <w:rsid w:val="003A51BA"/>
    <w:rsid w:val="003E04DD"/>
    <w:rsid w:val="003F09CD"/>
    <w:rsid w:val="003F4717"/>
    <w:rsid w:val="0042244A"/>
    <w:rsid w:val="00520262"/>
    <w:rsid w:val="005327CF"/>
    <w:rsid w:val="00555C84"/>
    <w:rsid w:val="00562C02"/>
    <w:rsid w:val="005D263C"/>
    <w:rsid w:val="005E6430"/>
    <w:rsid w:val="0067268A"/>
    <w:rsid w:val="006920B6"/>
    <w:rsid w:val="006A0A19"/>
    <w:rsid w:val="006B13CE"/>
    <w:rsid w:val="006D2E55"/>
    <w:rsid w:val="00730506"/>
    <w:rsid w:val="0073775E"/>
    <w:rsid w:val="00770273"/>
    <w:rsid w:val="008644AB"/>
    <w:rsid w:val="008B04D0"/>
    <w:rsid w:val="008D5D80"/>
    <w:rsid w:val="008F2100"/>
    <w:rsid w:val="008F28DF"/>
    <w:rsid w:val="00911A49"/>
    <w:rsid w:val="009571EF"/>
    <w:rsid w:val="009A2686"/>
    <w:rsid w:val="00A070DD"/>
    <w:rsid w:val="00A92BF2"/>
    <w:rsid w:val="00B3284E"/>
    <w:rsid w:val="00B51291"/>
    <w:rsid w:val="00BB7C1D"/>
    <w:rsid w:val="00C10D52"/>
    <w:rsid w:val="00C656D2"/>
    <w:rsid w:val="00C91109"/>
    <w:rsid w:val="00CA4C57"/>
    <w:rsid w:val="00D83670"/>
    <w:rsid w:val="00D8626E"/>
    <w:rsid w:val="00DA09BE"/>
    <w:rsid w:val="00DC7F41"/>
    <w:rsid w:val="00DF3902"/>
    <w:rsid w:val="00E05572"/>
    <w:rsid w:val="00E2573D"/>
    <w:rsid w:val="00E411BE"/>
    <w:rsid w:val="00EA7A3C"/>
    <w:rsid w:val="00EC006F"/>
    <w:rsid w:val="00F7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362FE9"/>
  <w15:docId w15:val="{95F2D0DC-EBCE-4D9A-8147-B206C32B0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_master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AD23D-966F-4F26-AC8B-0B96DC8F3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505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6</cp:revision>
  <dcterms:created xsi:type="dcterms:W3CDTF">2018-12-03T08:17:00Z</dcterms:created>
  <dcterms:modified xsi:type="dcterms:W3CDTF">2018-12-04T11:52:00Z</dcterms:modified>
</cp:coreProperties>
</file>