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8307FC" w:rsidRPr="008307FC">
        <w:rPr>
          <w:rFonts w:ascii="Arial" w:hAnsi="Arial" w:cs="Arial"/>
          <w:noProof/>
        </w:rPr>
        <w:t>3.3.6.1916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8307F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8307FC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3A783A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A78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A78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A78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3A78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3A783A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3A783A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3A783A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3A783A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3A783A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A783A" w:rsidRPr="003A783A">
              <w:rPr>
                <w:rFonts w:ascii="Arial" w:hAnsi="Arial" w:cs="Arial"/>
                <w:noProof/>
              </w:rPr>
              <w:t>1800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A783A" w:rsidRPr="003A783A">
              <w:rPr>
                <w:rFonts w:ascii="Arial" w:hAnsi="Arial" w:cs="Arial"/>
                <w:noProof/>
              </w:rPr>
              <w:t>1800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A783A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A78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3A783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A783A" w:rsidRPr="003A783A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A783A" w:rsidRPr="003A783A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A783A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3A783A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3A783A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A783A" w:rsidRPr="003A783A">
              <w:rPr>
                <w:rFonts w:ascii="Arial" w:hAnsi="Arial" w:cs="Arial"/>
                <w:noProof/>
              </w:rPr>
              <w:t>96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A783A" w:rsidRPr="003A783A">
              <w:rPr>
                <w:rFonts w:ascii="Arial" w:hAnsi="Arial" w:cs="Arial"/>
                <w:noProof/>
              </w:rPr>
              <w:t>96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A783A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A78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3A783A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A783A" w:rsidRPr="003A783A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A783A" w:rsidRPr="003A783A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A78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3A783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A783A" w:rsidRPr="003A783A">
              <w:rPr>
                <w:rFonts w:ascii="Arial" w:hAnsi="Arial" w:cs="Arial"/>
                <w:noProof/>
              </w:rPr>
              <w:t>252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A783A" w:rsidRPr="003A783A">
              <w:rPr>
                <w:rFonts w:ascii="Arial" w:hAnsi="Arial" w:cs="Arial"/>
                <w:noProof/>
              </w:rPr>
              <w:t>252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A783A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A7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2348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DA7B181763584F0A8CE440801CB6CD70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023483">
                  <w:rPr>
                    <w:rFonts w:ascii="Arial" w:hAnsi="Arial" w:cs="Arial"/>
                  </w:rPr>
                  <w:t>Official Release</w:t>
                </w:r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023483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2348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2348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2348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23483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D6250B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D6250B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D6250B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AA6AF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6250B">
              <w:rPr>
                <w:rFonts w:ascii="Arial" w:hAnsi="Arial" w:cs="Arial"/>
                <w:noProof/>
              </w:rPr>
              <w:t>17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A6AF4" w:rsidRPr="00AA6AF4">
              <w:rPr>
                <w:rFonts w:ascii="Arial" w:hAnsi="Arial" w:cs="Arial"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1024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AA6AF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A6AF4">
              <w:rPr>
                <w:rFonts w:ascii="Arial" w:hAnsi="Arial" w:cs="Arial"/>
                <w:noProof/>
              </w:rPr>
              <w:t>28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A6AF4" w:rsidRPr="00AA6AF4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1024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11024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11024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11024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1024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10244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B7AB1" w:rsidRPr="003B7AB1">
              <w:rPr>
                <w:rFonts w:ascii="Arial" w:hAnsi="Arial" w:cs="Arial"/>
                <w:noProof/>
              </w:rPr>
              <w:t>20.7623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1024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1024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10244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B7AB1" w:rsidRPr="003B7AB1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1024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1024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10244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B7AB1" w:rsidRPr="003B7AB1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1024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1024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10244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B7AB1" w:rsidRPr="003B7AB1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1024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1024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10244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B7AB1" w:rsidRPr="003B7AB1">
              <w:rPr>
                <w:rFonts w:ascii="Arial" w:hAnsi="Arial" w:cs="Arial"/>
                <w:noProof/>
              </w:rPr>
              <w:t>21.6529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1024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1024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10244">
              <w:rPr>
                <w:rFonts w:ascii="Arial" w:hAnsi="Arial" w:cs="Arial"/>
                <w:noProof/>
              </w:rPr>
              <w:t>59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B7AB1" w:rsidRPr="003B7AB1">
              <w:rPr>
                <w:rFonts w:ascii="Arial" w:hAnsi="Arial" w:cs="Arial"/>
                <w:noProof/>
              </w:rPr>
              <w:t>42.2769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1024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1024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10244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B7AB1" w:rsidRPr="003B7AB1">
              <w:rPr>
                <w:rFonts w:ascii="Arial" w:hAnsi="Arial" w:cs="Arial"/>
                <w:noProof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1024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1024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C97E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C97E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D9514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D9514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D9514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D9514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47321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47321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0081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0081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0081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000810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2CF73D2D76E3A3117D9E29AF53F563164747D57AB310D72937A22FC1AFB9D29C       2020_03_31-VECTO-3.3.6.1916.zip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000810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000810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037672D2B74DDEF2E153EB62E62350A696A1B86F275067CBFA38470CCE6AA0EE       hashingcmd.exe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1379BA01229EAF7A3F595B9A1823A2BC67EB94253CA1BBEFEB00E42716D9C61C       HashingTool.exe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2C818F19FD03820B2E196260550373D9D3D87EEA39745C4CFC1D6BD180E7F1EB       VECTO.exe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A164BD589D10696F52EB14F29E86D6BEB96A724D0763E432B7FF76B4BBE2DF1E       vectocmd.exe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D78D347E15B6EA8B3C6F22CF0D19591BA871CF8A966AA03959C9C29F1B889532       AdvancedAuxiliaryInterfaces.dll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E885010D4B3CCBF9F870B1D649BD118F5E30E1B79F4733D9629C0BA09B9058D2       BusAuxiliaries.dll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1796277A7AA9F2A9835C070D28FED44B3614CA221A2C1AFFC21A4C4E41194C3F       Castle.Core.dll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01CC80A16323F56191596013EEF1DE7E43271D6F991F4740B1FCC5195D8AB5BD       Ninject.dll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DDF048DDAAA9B5D1D734CCA64E269E21465BD83E35F4FD2585AFB900AEF9FC9B       Ninject.Extensions.Factory.dll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7D3C6E49722BEB337C86C80C9601C1A9E376926580C44EB5DEB39FC86A578E72       VectoCommon.dll</w:t>
            </w:r>
          </w:p>
          <w:p w:rsidR="00000810" w:rsidRPr="00000810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B44382863C41E74F832E88DD21473D2CBD8FC1B0022B90A008E98FC0BC524E3F       VectoCore.dll</w:t>
            </w:r>
          </w:p>
          <w:p w:rsidR="0098478D" w:rsidRDefault="00000810" w:rsidP="0000081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000810">
              <w:rPr>
                <w:rFonts w:ascii="Courier New" w:hAnsi="Courier New" w:cs="Courier New"/>
                <w:sz w:val="12"/>
              </w:rPr>
              <w:t>SHA256          D26AD575663051EC59F6DF9506FDE4D904235F558C2F3F93BFFE1D351A089B1A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000810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000810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000810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00081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00081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00081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00081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00081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bookmarkStart w:id="27" w:name="_Hlk19255945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00081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7"/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pending Article 10 Notifications issues</w:t>
            </w:r>
          </w:p>
        </w:tc>
        <w:sdt>
          <w:sdtPr>
            <w:rPr>
              <w:rFonts w:ascii="Arial" w:hAnsi="Arial" w:cs="Arial"/>
            </w:rPr>
            <w:id w:val="17741228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000810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000810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Pr="003A51BA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000810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lastRenderedPageBreak/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8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000810">
        <w:rPr>
          <w:noProof/>
          <w:sz w:val="24"/>
        </w:rPr>
        <w:t>31.3.2020</w:t>
      </w:r>
      <w:r w:rsidRPr="003E04DD">
        <w:rPr>
          <w:sz w:val="24"/>
        </w:rPr>
        <w:fldChar w:fldCharType="end"/>
      </w:r>
      <w:bookmarkEnd w:id="28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9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000810">
        <w:rPr>
          <w:noProof/>
          <w:sz w:val="24"/>
        </w:rPr>
        <w:t>MQ</w:t>
      </w:r>
      <w:bookmarkStart w:id="30" w:name="_GoBack"/>
      <w:bookmarkEnd w:id="30"/>
      <w:r>
        <w:rPr>
          <w:sz w:val="24"/>
        </w:rPr>
        <w:fldChar w:fldCharType="end"/>
      </w:r>
      <w:bookmarkEnd w:id="29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AT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FC"/>
    <w:rsid w:val="00000810"/>
    <w:rsid w:val="00023483"/>
    <w:rsid w:val="0003438F"/>
    <w:rsid w:val="000F7850"/>
    <w:rsid w:val="00110244"/>
    <w:rsid w:val="001833A8"/>
    <w:rsid w:val="00185194"/>
    <w:rsid w:val="001C21D1"/>
    <w:rsid w:val="00211E62"/>
    <w:rsid w:val="002402DA"/>
    <w:rsid w:val="002634BC"/>
    <w:rsid w:val="002B3013"/>
    <w:rsid w:val="00321ACB"/>
    <w:rsid w:val="00331D3E"/>
    <w:rsid w:val="00353151"/>
    <w:rsid w:val="003662C3"/>
    <w:rsid w:val="003A51BA"/>
    <w:rsid w:val="003A783A"/>
    <w:rsid w:val="003B7AB1"/>
    <w:rsid w:val="003E04DD"/>
    <w:rsid w:val="003F09CD"/>
    <w:rsid w:val="003F4717"/>
    <w:rsid w:val="0042244A"/>
    <w:rsid w:val="004B0507"/>
    <w:rsid w:val="005327CF"/>
    <w:rsid w:val="00555C84"/>
    <w:rsid w:val="00562C02"/>
    <w:rsid w:val="005D263C"/>
    <w:rsid w:val="005E6430"/>
    <w:rsid w:val="00627CC4"/>
    <w:rsid w:val="0067268A"/>
    <w:rsid w:val="006B13CE"/>
    <w:rsid w:val="006D2E55"/>
    <w:rsid w:val="0073192B"/>
    <w:rsid w:val="0073775E"/>
    <w:rsid w:val="00770273"/>
    <w:rsid w:val="007B17C8"/>
    <w:rsid w:val="00802F29"/>
    <w:rsid w:val="008307FC"/>
    <w:rsid w:val="008644AB"/>
    <w:rsid w:val="008D5D80"/>
    <w:rsid w:val="008F2100"/>
    <w:rsid w:val="008F28DF"/>
    <w:rsid w:val="00911A49"/>
    <w:rsid w:val="00947321"/>
    <w:rsid w:val="009571EF"/>
    <w:rsid w:val="0098478D"/>
    <w:rsid w:val="009A2686"/>
    <w:rsid w:val="00A070DD"/>
    <w:rsid w:val="00A74C22"/>
    <w:rsid w:val="00A92BF2"/>
    <w:rsid w:val="00AA6AF4"/>
    <w:rsid w:val="00B3284E"/>
    <w:rsid w:val="00B51291"/>
    <w:rsid w:val="00B92E8D"/>
    <w:rsid w:val="00BB7C1D"/>
    <w:rsid w:val="00C10D52"/>
    <w:rsid w:val="00C656D2"/>
    <w:rsid w:val="00C91109"/>
    <w:rsid w:val="00C97E19"/>
    <w:rsid w:val="00D6250B"/>
    <w:rsid w:val="00D8626E"/>
    <w:rsid w:val="00D95140"/>
    <w:rsid w:val="00DA09BE"/>
    <w:rsid w:val="00DC7F41"/>
    <w:rsid w:val="00DF3902"/>
    <w:rsid w:val="00E05572"/>
    <w:rsid w:val="00E411BE"/>
    <w:rsid w:val="00EA7A3C"/>
    <w:rsid w:val="00E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D59DC0"/>
  <w15:docId w15:val="{6099E0E4-4617-4EAA-92D2-79D752788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A7B181763584F0A8CE440801CB6CD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A7DCE4-FA4F-47F1-B635-D6F41DBB123A}"/>
      </w:docPartPr>
      <w:docPartBody>
        <w:p w:rsidR="00000000" w:rsidRDefault="000D5E00">
          <w:pPr>
            <w:pStyle w:val="DA7B181763584F0A8CE440801CB6CD70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00"/>
    <w:rsid w:val="000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A7B181763584F0A8CE440801CB6CD70">
    <w:name w:val="DA7B181763584F0A8CE440801CB6CD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4592C-675B-402D-987B-5978B5D9E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914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6</cp:revision>
  <dcterms:created xsi:type="dcterms:W3CDTF">2020-03-31T05:02:00Z</dcterms:created>
  <dcterms:modified xsi:type="dcterms:W3CDTF">2020-03-31T07:23:00Z</dcterms:modified>
</cp:coreProperties>
</file>